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110B4B" w:rsidR="001D5D0A" w:rsidP="001D5D0A" w:rsidRDefault="00110B4B" w14:paraId="7BDF20BA" w14:textId="031E2544">
      <w:pPr>
        <w:pStyle w:val="VCP-Head"/>
        <w:rPr>
          <w:sz w:val="48"/>
          <w:szCs w:val="64"/>
        </w:rPr>
      </w:pPr>
      <w:r w:rsidRPr="00110B4B">
        <w:rPr>
          <w:sz w:val="48"/>
          <w:szCs w:val="64"/>
        </w:rPr>
        <w:t>SIPPEN – ÜBERNACHTUNG</w:t>
      </w:r>
    </w:p>
    <w:p w:rsidR="001D5D0A" w:rsidP="001D5D0A" w:rsidRDefault="001D5D0A" w14:paraId="39F7743C" w14:textId="77777777">
      <w:pPr>
        <w:rPr>
          <w:sz w:val="32"/>
          <w:szCs w:val="32"/>
        </w:rPr>
      </w:pPr>
      <w:r>
        <w:rPr>
          <w:sz w:val="32"/>
          <w:szCs w:val="32"/>
        </w:rPr>
        <w:t xml:space="preserve">Hallo liebe </w:t>
      </w:r>
      <w:proofErr w:type="spellStart"/>
      <w:r>
        <w:rPr>
          <w:sz w:val="32"/>
          <w:szCs w:val="32"/>
        </w:rPr>
        <w:t>Sipplinge</w:t>
      </w:r>
      <w:proofErr w:type="spellEnd"/>
      <w:r>
        <w:rPr>
          <w:sz w:val="32"/>
          <w:szCs w:val="32"/>
        </w:rPr>
        <w:t>,</w:t>
      </w:r>
      <w:bookmarkStart w:name="_GoBack" w:id="0"/>
      <w:bookmarkEnd w:id="0"/>
    </w:p>
    <w:p w:rsidR="001D5D0A" w:rsidP="001D5D0A" w:rsidRDefault="001D5D0A" w14:paraId="6532F497" w14:textId="77777777">
      <w:pPr>
        <w:rPr>
          <w:sz w:val="32"/>
          <w:szCs w:val="32"/>
        </w:rPr>
      </w:pPr>
      <w:r>
        <w:rPr>
          <w:sz w:val="32"/>
          <w:szCs w:val="32"/>
        </w:rPr>
        <w:t xml:space="preserve">wir laden euch ganz herzlich auf unsere Übernachtungsparty im </w:t>
      </w:r>
      <w:proofErr w:type="spellStart"/>
      <w:r>
        <w:rPr>
          <w:sz w:val="32"/>
          <w:szCs w:val="32"/>
        </w:rPr>
        <w:t>Pfadihaus</w:t>
      </w:r>
      <w:proofErr w:type="spellEnd"/>
      <w:r>
        <w:rPr>
          <w:sz w:val="32"/>
          <w:szCs w:val="32"/>
        </w:rPr>
        <w:t xml:space="preserve"> am Freitag, </w:t>
      </w:r>
      <w:r w:rsidRPr="00040D48">
        <w:rPr>
          <w:b/>
          <w:sz w:val="32"/>
          <w:szCs w:val="32"/>
        </w:rPr>
        <w:t>24.10.2014</w:t>
      </w:r>
      <w:r>
        <w:rPr>
          <w:b/>
          <w:sz w:val="32"/>
          <w:szCs w:val="32"/>
        </w:rPr>
        <w:t xml:space="preserve"> </w:t>
      </w:r>
      <w:r>
        <w:rPr>
          <w:sz w:val="32"/>
          <w:szCs w:val="32"/>
        </w:rPr>
        <w:t>ein. Los geht es um 18.00 Uhr mit dem Stammesabend, dieser wird ca. bis 20.00 Uhr gehen. Danach werden wir mit unserem Programm beginnen. Am nächsten Morgen werden wir gemütlich Frühstücken. Abgeholt werden könnt ihr ab 9.00 Uhr. Für euer Leibliches wohl ist gesorgt!</w:t>
      </w:r>
    </w:p>
    <w:p w:rsidR="001D5D0A" w:rsidP="001D5D0A" w:rsidRDefault="001D5D0A" w14:paraId="6EDE3A0A" w14:textId="77777777">
      <w:pPr>
        <w:rPr>
          <w:sz w:val="32"/>
          <w:szCs w:val="32"/>
        </w:rPr>
      </w:pPr>
      <w:r>
        <w:rPr>
          <w:sz w:val="32"/>
          <w:szCs w:val="32"/>
        </w:rPr>
        <w:t>Mitbringen solltet ihr:</w:t>
      </w:r>
    </w:p>
    <w:p w:rsidR="001D5D0A" w:rsidP="001D5D0A" w:rsidRDefault="001D5D0A" w14:paraId="5E659521" w14:textId="77777777">
      <w:pPr>
        <w:pStyle w:val="Listenabsatz"/>
        <w:numPr>
          <w:ilvl w:val="0"/>
          <w:numId w:val="1"/>
        </w:numPr>
        <w:rPr>
          <w:sz w:val="32"/>
          <w:szCs w:val="32"/>
        </w:rPr>
      </w:pPr>
      <w:r>
        <w:rPr>
          <w:sz w:val="32"/>
          <w:szCs w:val="32"/>
        </w:rPr>
        <w:t>Gute Laune!</w:t>
      </w:r>
    </w:p>
    <w:p w:rsidR="001D5D0A" w:rsidP="001D5D0A" w:rsidRDefault="001D5D0A" w14:paraId="7A170ACC" w14:textId="77777777">
      <w:pPr>
        <w:pStyle w:val="Listenabsatz"/>
        <w:numPr>
          <w:ilvl w:val="0"/>
          <w:numId w:val="1"/>
        </w:numPr>
        <w:rPr>
          <w:sz w:val="32"/>
          <w:szCs w:val="32"/>
        </w:rPr>
      </w:pPr>
      <w:r>
        <w:rPr>
          <w:sz w:val="32"/>
          <w:szCs w:val="32"/>
        </w:rPr>
        <w:t xml:space="preserve">Spannbezug für die Matratze + Schlafsack </w:t>
      </w:r>
    </w:p>
    <w:p w:rsidR="001D5D0A" w:rsidP="001D5D0A" w:rsidRDefault="001D5D0A" w14:paraId="61061EF5" w14:textId="77777777">
      <w:pPr>
        <w:pStyle w:val="Listenabsatz"/>
        <w:numPr>
          <w:ilvl w:val="0"/>
          <w:numId w:val="1"/>
        </w:numPr>
        <w:rPr>
          <w:sz w:val="32"/>
          <w:szCs w:val="32"/>
        </w:rPr>
      </w:pPr>
      <w:r>
        <w:rPr>
          <w:sz w:val="32"/>
          <w:szCs w:val="32"/>
        </w:rPr>
        <w:t>Schlafanzug</w:t>
      </w:r>
    </w:p>
    <w:p w:rsidR="001D5D0A" w:rsidP="001D5D0A" w:rsidRDefault="001D5D0A" w14:paraId="42DE77BE" w14:textId="77777777">
      <w:pPr>
        <w:pStyle w:val="Listenabsatz"/>
        <w:numPr>
          <w:ilvl w:val="0"/>
          <w:numId w:val="1"/>
        </w:numPr>
        <w:rPr>
          <w:sz w:val="32"/>
          <w:szCs w:val="32"/>
        </w:rPr>
      </w:pPr>
      <w:r>
        <w:rPr>
          <w:sz w:val="32"/>
          <w:szCs w:val="32"/>
        </w:rPr>
        <w:t>Waschbeutel</w:t>
      </w:r>
    </w:p>
    <w:p w:rsidR="001D5D0A" w:rsidP="001D5D0A" w:rsidRDefault="001D5D0A" w14:paraId="6BA48C96" w14:textId="77777777">
      <w:pPr>
        <w:pStyle w:val="Listenabsatz"/>
        <w:numPr>
          <w:ilvl w:val="0"/>
          <w:numId w:val="1"/>
        </w:numPr>
        <w:rPr>
          <w:sz w:val="32"/>
          <w:szCs w:val="32"/>
        </w:rPr>
      </w:pPr>
      <w:r>
        <w:rPr>
          <w:sz w:val="32"/>
          <w:szCs w:val="32"/>
        </w:rPr>
        <w:t>1 Film eurer Wahl</w:t>
      </w:r>
    </w:p>
    <w:p w:rsidR="001D5D0A" w:rsidP="001D5D0A" w:rsidRDefault="001D5D0A" w14:paraId="22B24B28" w14:textId="77777777">
      <w:pPr>
        <w:pStyle w:val="Listenabsatz"/>
        <w:numPr>
          <w:ilvl w:val="0"/>
          <w:numId w:val="1"/>
        </w:numPr>
        <w:rPr>
          <w:sz w:val="32"/>
          <w:szCs w:val="32"/>
        </w:rPr>
      </w:pPr>
      <w:r>
        <w:rPr>
          <w:sz w:val="32"/>
          <w:szCs w:val="32"/>
        </w:rPr>
        <w:t>Knabberzeugs und oder Sonstiges</w:t>
      </w:r>
    </w:p>
    <w:p w:rsidR="001D5D0A" w:rsidP="001D5D0A" w:rsidRDefault="001D5D0A" w14:paraId="2CFA1054" w14:textId="77777777">
      <w:pPr>
        <w:rPr>
          <w:sz w:val="32"/>
          <w:szCs w:val="32"/>
        </w:rPr>
      </w:pPr>
      <w:r>
        <w:rPr>
          <w:sz w:val="32"/>
          <w:szCs w:val="32"/>
        </w:rPr>
        <w:t xml:space="preserve">Bitte gebt die Anmeldung bei uns bis spätestens in der Sippe am </w:t>
      </w:r>
      <w:proofErr w:type="gramStart"/>
      <w:r w:rsidRPr="00D26795">
        <w:rPr>
          <w:b/>
          <w:sz w:val="32"/>
          <w:szCs w:val="32"/>
        </w:rPr>
        <w:t>17.10.14</w:t>
      </w:r>
      <w:r>
        <w:rPr>
          <w:sz w:val="32"/>
          <w:szCs w:val="32"/>
        </w:rPr>
        <w:t xml:space="preserve">  ab</w:t>
      </w:r>
      <w:proofErr w:type="gramEnd"/>
      <w:r>
        <w:rPr>
          <w:sz w:val="32"/>
          <w:szCs w:val="32"/>
        </w:rPr>
        <w:t xml:space="preserve"> oder werft sie bis zum 17.10 bei Person A (Adresse) in den Briefkasten.</w:t>
      </w:r>
    </w:p>
    <w:p w:rsidRPr="00EF3913" w:rsidR="001D5D0A" w:rsidP="001D5D0A" w:rsidRDefault="001D5D0A" w14:paraId="10513558" w14:textId="77777777">
      <w:pPr>
        <w:rPr>
          <w:sz w:val="32"/>
          <w:szCs w:val="32"/>
        </w:rPr>
      </w:pPr>
      <w:r>
        <w:rPr>
          <w:sz w:val="32"/>
          <w:szCs w:val="32"/>
        </w:rPr>
        <w:t>--------------------------------------------------------------------------------------------</w:t>
      </w:r>
    </w:p>
    <w:p w:rsidR="001D5D0A" w:rsidP="001D5D0A" w:rsidRDefault="001D5D0A" w14:paraId="167827BF" w14:textId="77777777">
      <w:pPr>
        <w:rPr>
          <w:sz w:val="32"/>
          <w:szCs w:val="32"/>
        </w:rPr>
      </w:pPr>
      <w:r>
        <w:rPr>
          <w:sz w:val="32"/>
          <w:szCs w:val="32"/>
        </w:rPr>
        <w:t xml:space="preserve">Ich melde mein Sohn/meine Tochter für die Übernachtungsparty am 24.10.14 im </w:t>
      </w:r>
      <w:proofErr w:type="spellStart"/>
      <w:r>
        <w:rPr>
          <w:sz w:val="32"/>
          <w:szCs w:val="32"/>
        </w:rPr>
        <w:t>Pfadihaus</w:t>
      </w:r>
      <w:proofErr w:type="spellEnd"/>
      <w:r>
        <w:rPr>
          <w:sz w:val="32"/>
          <w:szCs w:val="32"/>
        </w:rPr>
        <w:t xml:space="preserve"> an.</w:t>
      </w:r>
    </w:p>
    <w:p w:rsidR="001D5D0A" w:rsidP="001D5D0A" w:rsidRDefault="001D5D0A" w14:paraId="1A997566" w14:textId="77777777">
      <w:pPr>
        <w:rPr>
          <w:sz w:val="32"/>
          <w:szCs w:val="32"/>
        </w:rPr>
      </w:pPr>
      <w:r>
        <w:rPr>
          <w:sz w:val="32"/>
          <w:szCs w:val="32"/>
        </w:rPr>
        <w:t>Name des Kindes: _____________________</w:t>
      </w:r>
    </w:p>
    <w:p w:rsidR="001D5D0A" w:rsidP="001D5D0A" w:rsidRDefault="001D5D0A" w14:paraId="0C398793" w14:textId="77777777">
      <w:pPr>
        <w:rPr>
          <w:sz w:val="32"/>
          <w:szCs w:val="32"/>
        </w:rPr>
      </w:pPr>
      <w:r>
        <w:rPr>
          <w:sz w:val="32"/>
          <w:szCs w:val="32"/>
        </w:rPr>
        <w:t>Unterschrift Erziehungsberechtigter:</w:t>
      </w:r>
    </w:p>
    <w:p w:rsidR="001D5D0A" w:rsidP="001D5D0A" w:rsidRDefault="001D5D0A" w14:paraId="1612CAC0" w14:textId="77777777">
      <w:pPr>
        <w:rPr>
          <w:sz w:val="32"/>
          <w:szCs w:val="32"/>
        </w:rPr>
      </w:pPr>
      <w:r>
        <w:rPr>
          <w:sz w:val="32"/>
          <w:szCs w:val="32"/>
        </w:rPr>
        <w:t>_____________________________________________________</w:t>
      </w:r>
    </w:p>
    <w:p w:rsidRPr="00EF3913" w:rsidR="001D5D0A" w:rsidP="001D5D0A" w:rsidRDefault="001D5D0A" w14:paraId="69F8F200" w14:textId="77777777">
      <w:pPr>
        <w:rPr>
          <w:sz w:val="32"/>
          <w:szCs w:val="32"/>
        </w:rPr>
      </w:pPr>
      <w:r>
        <w:rPr>
          <w:sz w:val="32"/>
          <w:szCs w:val="32"/>
        </w:rPr>
        <w:t>Datum</w:t>
      </w:r>
      <w:r>
        <w:rPr>
          <w:sz w:val="32"/>
          <w:szCs w:val="32"/>
        </w:rPr>
        <w:tab/>
      </w:r>
      <w:r>
        <w:rPr>
          <w:sz w:val="32"/>
          <w:szCs w:val="32"/>
        </w:rPr>
        <w:tab/>
      </w:r>
      <w:r>
        <w:rPr>
          <w:sz w:val="32"/>
          <w:szCs w:val="32"/>
        </w:rPr>
        <w:tab/>
      </w:r>
      <w:r>
        <w:rPr>
          <w:sz w:val="32"/>
          <w:szCs w:val="32"/>
        </w:rPr>
        <w:tab/>
      </w:r>
      <w:r>
        <w:rPr>
          <w:sz w:val="32"/>
          <w:szCs w:val="32"/>
        </w:rPr>
        <w:t>Unterschrift</w:t>
      </w:r>
      <w:r w:rsidRPr="00EF3913">
        <w:rPr>
          <w:sz w:val="32"/>
          <w:szCs w:val="32"/>
        </w:rPr>
        <w:t xml:space="preserve"> </w:t>
      </w:r>
    </w:p>
    <w:p w:rsidRPr="001D5D0A" w:rsidR="000848BF" w:rsidP="001D5D0A" w:rsidRDefault="00110B4B" w14:paraId="0E68EA6E" w14:textId="77777777"/>
    <w:sectPr w:rsidRPr="001D5D0A" w:rsidR="000848BF" w:rsidSect="00204D37">
      <w:headerReference w:type="default" r:id="rId10"/>
      <w:pgSz w:w="11906" w:h="16838" w:orient="portrait"/>
      <w:pgMar w:top="1985" w:right="1418" w:bottom="1134" w:left="1418" w:header="709" w:footer="709" w:gutter="0"/>
      <w:cols w:space="708"/>
      <w:docGrid w:linePitch="360"/>
      <w:footerReference w:type="default" r:id="Rdfc9974589734da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5D0A" w:rsidP="00204D37" w:rsidRDefault="001D5D0A" w14:paraId="23C6199C" w14:textId="77777777">
      <w:pPr>
        <w:spacing w:after="0" w:line="240" w:lineRule="auto"/>
      </w:pPr>
      <w:r>
        <w:separator/>
      </w:r>
    </w:p>
  </w:endnote>
  <w:endnote w:type="continuationSeparator" w:id="0">
    <w:p w:rsidR="001D5D0A" w:rsidP="00204D37" w:rsidRDefault="001D5D0A" w14:paraId="51B6D65F"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0000000000000000000"/>
    <w:charset w:val="00"/>
    <w:family w:val="auto"/>
    <w:pitch w:val="variable"/>
    <w:sig w:usb0="E00002FF" w:usb1="5000205B" w:usb2="00000020" w:usb3="00000000" w:csb0="0000019F" w:csb1="00000000"/>
  </w:font>
</w:fonts>
</file>

<file path=word/footer.xml><?xml version="1.0" encoding="utf-8"?>
<w:ftr xmlns:w14="http://schemas.microsoft.com/office/word/2010/wordml" xmlns:w="http://schemas.openxmlformats.org/wordprocessingml/2006/main">
  <w:tbl>
    <w:tblPr>
      <w:tblStyle w:val="NormaleTabelle"/>
      <w:bidiVisual w:val="0"/>
      <w:tblW w:w="0" w:type="auto"/>
      <w:tblLayout w:type="fixed"/>
      <w:tblLook w:val="06A0" w:firstRow="1" w:lastRow="0" w:firstColumn="1" w:lastColumn="0" w:noHBand="1" w:noVBand="1"/>
    </w:tblPr>
    <w:tblGrid>
      <w:gridCol w:w="3020"/>
      <w:gridCol w:w="3020"/>
      <w:gridCol w:w="3020"/>
    </w:tblGrid>
    <w:tr w:rsidR="22B27950" w:rsidTr="22B27950" w14:paraId="531F1583">
      <w:trPr>
        <w:trHeight w:val="300"/>
      </w:trPr>
      <w:tc>
        <w:tcPr>
          <w:tcW w:w="3020" w:type="dxa"/>
          <w:tcMar/>
        </w:tcPr>
        <w:p w:rsidR="22B27950" w:rsidP="22B27950" w:rsidRDefault="22B27950" w14:paraId="18951BF6" w14:textId="126190B4">
          <w:pPr>
            <w:pStyle w:val="Kopfzeile"/>
            <w:bidi w:val="0"/>
            <w:ind w:left="-115"/>
            <w:jc w:val="left"/>
          </w:pPr>
        </w:p>
      </w:tc>
      <w:tc>
        <w:tcPr>
          <w:tcW w:w="3020" w:type="dxa"/>
          <w:tcMar/>
        </w:tcPr>
        <w:p w:rsidR="22B27950" w:rsidP="22B27950" w:rsidRDefault="22B27950" w14:paraId="418CA207" w14:textId="15C81D09">
          <w:pPr>
            <w:pStyle w:val="Kopfzeile"/>
            <w:bidi w:val="0"/>
            <w:jc w:val="center"/>
          </w:pPr>
        </w:p>
      </w:tc>
      <w:tc>
        <w:tcPr>
          <w:tcW w:w="3020" w:type="dxa"/>
          <w:tcMar/>
        </w:tcPr>
        <w:p w:rsidR="22B27950" w:rsidP="22B27950" w:rsidRDefault="22B27950" w14:paraId="557734F3" w14:textId="7696D735">
          <w:pPr>
            <w:pStyle w:val="Kopfzeile"/>
            <w:bidi w:val="0"/>
            <w:ind w:right="-115"/>
            <w:jc w:val="right"/>
          </w:pPr>
        </w:p>
      </w:tc>
    </w:tr>
  </w:tbl>
  <w:p w:rsidR="22B27950" w:rsidP="22B27950" w:rsidRDefault="22B27950" w14:paraId="4806FE76" w14:textId="536C9D3D">
    <w:pPr>
      <w:pStyle w:val="Fuzeile"/>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5D0A" w:rsidP="00204D37" w:rsidRDefault="001D5D0A" w14:paraId="31D7D972" w14:textId="77777777">
      <w:pPr>
        <w:spacing w:after="0" w:line="240" w:lineRule="auto"/>
      </w:pPr>
      <w:r>
        <w:separator/>
      </w:r>
    </w:p>
  </w:footnote>
  <w:footnote w:type="continuationSeparator" w:id="0">
    <w:p w:rsidR="001D5D0A" w:rsidP="00204D37" w:rsidRDefault="001D5D0A" w14:paraId="479DEBA2"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204D37" w:rsidRDefault="00204D37" w14:paraId="4776ACBC" w14:textId="77777777">
    <w:pPr>
      <w:pStyle w:val="Kopfzeile"/>
    </w:pPr>
    <w:r>
      <w:rPr>
        <w:noProof/>
        <w:lang w:eastAsia="de-DE"/>
      </w:rPr>
      <w:drawing>
        <wp:anchor distT="0" distB="0" distL="114300" distR="114300" simplePos="0" relativeHeight="251659264" behindDoc="0" locked="0" layoutInCell="1" allowOverlap="1" wp14:anchorId="25909AB9" wp14:editId="378C6F3E">
          <wp:simplePos x="0" y="0"/>
          <wp:positionH relativeFrom="page">
            <wp:posOffset>4479357</wp:posOffset>
          </wp:positionH>
          <wp:positionV relativeFrom="page">
            <wp:posOffset>340360</wp:posOffset>
          </wp:positionV>
          <wp:extent cx="2523490" cy="960755"/>
          <wp:effectExtent l="0" t="0" r="0" b="0"/>
          <wp:wrapNone/>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VCP-WBM VCP-Blau RGB.pdf"/>
                  <pic:cNvPicPr/>
                </pic:nvPicPr>
                <pic:blipFill>
                  <a:blip r:embed="rId1">
                    <a:extLst>
                      <a:ext uri="{28A0092B-C50C-407E-A947-70E740481C1C}">
                        <a14:useLocalDpi xmlns:a14="http://schemas.microsoft.com/office/drawing/2010/main" val="0"/>
                      </a:ext>
                    </a:extLst>
                  </a:blip>
                  <a:stretch>
                    <a:fillRect/>
                  </a:stretch>
                </pic:blipFill>
                <pic:spPr>
                  <a:xfrm>
                    <a:off x="0" y="0"/>
                    <a:ext cx="2523490" cy="96075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A3715D"/>
    <w:multiLevelType w:val="hybridMultilevel"/>
    <w:tmpl w:val="A7F61F22"/>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40"/>
  <w:proofState w:spelling="clean" w:grammar="dirty"/>
  <w:attachedTemplate r:id="rId1"/>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D0A"/>
    <w:rsid w:val="00110B4B"/>
    <w:rsid w:val="001D5D0A"/>
    <w:rsid w:val="00204D37"/>
    <w:rsid w:val="00CA3484"/>
    <w:rsid w:val="00F202E8"/>
    <w:rsid w:val="22B27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C811D"/>
  <w15:chartTrackingRefBased/>
  <w15:docId w15:val="{5A0C2B83-18D6-4E88-A8B3-3D799040C1B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Standard" w:default="1">
    <w:name w:val="Normal"/>
    <w:qFormat/>
    <w:rsid w:val="001D5D0A"/>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basedOn w:val="Standard"/>
    <w:link w:val="KopfzeileZchn"/>
    <w:uiPriority w:val="99"/>
    <w:unhideWhenUsed/>
    <w:rsid w:val="00204D37"/>
    <w:pPr>
      <w:tabs>
        <w:tab w:val="center" w:pos="4536"/>
        <w:tab w:val="right" w:pos="9072"/>
      </w:tabs>
      <w:spacing w:after="0" w:line="240" w:lineRule="auto"/>
    </w:pPr>
  </w:style>
  <w:style w:type="character" w:styleId="KopfzeileZchn" w:customStyle="1">
    <w:name w:val="Kopfzeile Zchn"/>
    <w:basedOn w:val="Absatz-Standardschriftart"/>
    <w:link w:val="Kopfzeile"/>
    <w:uiPriority w:val="99"/>
    <w:rsid w:val="00204D37"/>
  </w:style>
  <w:style w:type="paragraph" w:styleId="Fuzeile">
    <w:name w:val="footer"/>
    <w:basedOn w:val="Standard"/>
    <w:link w:val="FuzeileZchn"/>
    <w:uiPriority w:val="99"/>
    <w:unhideWhenUsed/>
    <w:rsid w:val="00204D37"/>
    <w:pPr>
      <w:tabs>
        <w:tab w:val="center" w:pos="4536"/>
        <w:tab w:val="right" w:pos="9072"/>
      </w:tabs>
      <w:spacing w:after="0" w:line="240" w:lineRule="auto"/>
    </w:pPr>
  </w:style>
  <w:style w:type="character" w:styleId="FuzeileZchn" w:customStyle="1">
    <w:name w:val="Fußzeile Zchn"/>
    <w:basedOn w:val="Absatz-Standardschriftart"/>
    <w:link w:val="Fuzeile"/>
    <w:uiPriority w:val="99"/>
    <w:rsid w:val="00204D37"/>
  </w:style>
  <w:style w:type="paragraph" w:styleId="VCP-Head" w:customStyle="1">
    <w:name w:val="VCP-Head"/>
    <w:basedOn w:val="Standard"/>
    <w:link w:val="VCP-HeadZchn"/>
    <w:qFormat/>
    <w:rsid w:val="00204D37"/>
    <w:pPr>
      <w:jc w:val="center"/>
    </w:pPr>
    <w:rPr>
      <w:b/>
      <w:color w:val="004287" w:themeColor="text2"/>
      <w:sz w:val="32"/>
    </w:rPr>
  </w:style>
  <w:style w:type="character" w:styleId="VCP-HeadZchn" w:customStyle="1">
    <w:name w:val="VCP-Head Zchn"/>
    <w:basedOn w:val="Absatz-Standardschriftart"/>
    <w:link w:val="VCP-Head"/>
    <w:rsid w:val="00204D37"/>
    <w:rPr>
      <w:b/>
      <w:color w:val="004287" w:themeColor="text2"/>
      <w:sz w:val="32"/>
    </w:rPr>
  </w:style>
  <w:style w:type="paragraph" w:styleId="Listenabsatz">
    <w:name w:val="List Paragraph"/>
    <w:basedOn w:val="Standard"/>
    <w:uiPriority w:val="34"/>
    <w:qFormat/>
    <w:rsid w:val="001D5D0A"/>
    <w:pPr>
      <w:ind w:left="720"/>
      <w:contextualSpacing/>
    </w:pPr>
  </w:style>
  <w:style xmlns:w="http://schemas.openxmlformats.org/wordprocessingml/2006/main" w:type="table" w:styleId="TableGrid">
    <w:name xmlns:w="http://schemas.openxmlformats.org/wordprocessingml/2006/main" w:val="Table Grid"/>
    <w:basedOn xmlns:w="http://schemas.openxmlformats.org/wordprocessingml/2006/main" w:val="NormaleTabelle"/>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fontTable" Target="fontTable.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oter" Target="footer.xml" Id="Rdfc9974589734da9" /></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X:\Vorlage.dotx" TargetMode="External"/></Relationships>
</file>

<file path=word/theme/theme1.xml><?xml version="1.0" encoding="utf-8"?>
<a:theme xmlns:a="http://schemas.openxmlformats.org/drawingml/2006/main" name="VCP">
  <a:themeElements>
    <a:clrScheme name="VCPP Designfarben">
      <a:dk1>
        <a:sysClr val="windowText" lastClr="000000"/>
      </a:dk1>
      <a:lt1>
        <a:sysClr val="window" lastClr="FFFFFF"/>
      </a:lt1>
      <a:dk2>
        <a:srgbClr val="004287"/>
      </a:dk2>
      <a:lt2>
        <a:srgbClr val="FFFFFF"/>
      </a:lt2>
      <a:accent1>
        <a:srgbClr val="F0535C"/>
      </a:accent1>
      <a:accent2>
        <a:srgbClr val="FFCE2A"/>
      </a:accent2>
      <a:accent3>
        <a:srgbClr val="00B9F2"/>
      </a:accent3>
      <a:accent4>
        <a:srgbClr val="C1C9C1"/>
      </a:accent4>
      <a:accent5>
        <a:srgbClr val="004287"/>
      </a:accent5>
      <a:accent6>
        <a:srgbClr val="5B3C0D"/>
      </a:accent6>
      <a:hlink>
        <a:srgbClr val="00B9F2"/>
      </a:hlink>
      <a:folHlink>
        <a:srgbClr val="F0535C"/>
      </a:folHlink>
    </a:clrScheme>
    <a:fontScheme name="VCPP Schrift">
      <a:majorFont>
        <a:latin typeface="Roboto"/>
        <a:ea typeface=""/>
        <a:cs typeface=""/>
      </a:majorFont>
      <a:minorFont>
        <a:latin typeface="Robo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bodyPr wrap="square">
        <a:spAutoFit/>
      </a:bodyPr>
      <a:lstStyle>
        <a:defPPr>
          <a:lnSpc>
            <a:spcPct val="150000"/>
          </a:lnSpc>
          <a:defRPr dirty="0" smtClean="0">
            <a:solidFill>
              <a:schemeClr val="accent1"/>
            </a:solidFill>
          </a:defRPr>
        </a:defPPr>
      </a:lstStyle>
    </a:spDef>
    <a:txDef>
      <a:spPr/>
      <a:bodyPr vert="horz" lIns="91440" tIns="45720" rIns="91440" bIns="45720" rtlCol="0" anchor="ctr">
        <a:normAutofit/>
      </a:bodyPr>
      <a:lstStyle>
        <a:defPPr>
          <a:defRPr sz="3000" i="1" dirty="0" smtClean="0">
            <a:solidFill>
              <a:schemeClr val="tx2"/>
            </a:solidFill>
            <a:latin typeface="Roboto Condensed" panose="02000000000000000000" pitchFamily="2" charset="0"/>
            <a:ea typeface="Roboto Condensed" panose="02000000000000000000" pitchFamily="2" charset="0"/>
            <a:cs typeface="Roboto Condensed" panose="02000000000000000000" pitchFamily="2" charset="0"/>
          </a:defRPr>
        </a:defPPr>
      </a:lstStyle>
    </a:txDef>
  </a:objectDefaults>
  <a:extraClrSchemeLst/>
  <a:extLst>
    <a:ext uri="{05A4C25C-085E-4340-85A3-A5531E510DB2}">
      <thm15:themeFamily xmlns:thm15="http://schemas.microsoft.com/office/thememl/2012/main" name="Präsentation1" id="{207CB200-ACE5-4DED-8394-D642FBCA63F3}" vid="{72D6453F-1795-4977-AB6D-E59D77AC7A67}"/>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405544e-a167-45e6-84ee-6c0db734b0d2" xsi:nil="true"/>
    <lcf76f155ced4ddcb4097134ff3c332f xmlns="b8dd630b-f7be-489c-91af-742c322d58f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FB60AD93837264996E1ECF34AEA4AE7" ma:contentTypeVersion="14" ma:contentTypeDescription="Ein neues Dokument erstellen." ma:contentTypeScope="" ma:versionID="875348db0ab269c5e446cf99a727ea73">
  <xsd:schema xmlns:xsd="http://www.w3.org/2001/XMLSchema" xmlns:xs="http://www.w3.org/2001/XMLSchema" xmlns:p="http://schemas.microsoft.com/office/2006/metadata/properties" xmlns:ns2="b8dd630b-f7be-489c-91af-742c322d58f7" xmlns:ns3="3405544e-a167-45e6-84ee-6c0db734b0d2" targetNamespace="http://schemas.microsoft.com/office/2006/metadata/properties" ma:root="true" ma:fieldsID="c104431882908aaa35f85e001b0391c1" ns2:_="" ns3:_="">
    <xsd:import namespace="b8dd630b-f7be-489c-91af-742c322d58f7"/>
    <xsd:import namespace="3405544e-a167-45e6-84ee-6c0db734b0d2"/>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dd630b-f7be-489c-91af-742c322d58f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5e4f4226-fa6c-4051-b15b-6759dfb4d6e8"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405544e-a167-45e6-84ee-6c0db734b0d2"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5e21f96-8f38-4d7e-aeb9-5c5948ffc95f}" ma:internalName="TaxCatchAll" ma:showField="CatchAllData" ma:web="3405544e-a167-45e6-84ee-6c0db734b0d2">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036B06-0F7D-47D0-B67B-45F5010D32FD}">
  <ds:schemaRefs>
    <ds:schemaRef ds:uri="http://purl.org/dc/terms/"/>
    <ds:schemaRef ds:uri="b8dd630b-f7be-489c-91af-742c322d58f7"/>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3405544e-a167-45e6-84ee-6c0db734b0d2"/>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E1E48107-0FCB-45F6-BD73-277C5648074D}">
  <ds:schemaRefs>
    <ds:schemaRef ds:uri="http://schemas.microsoft.com/sharepoint/v3/contenttype/forms"/>
  </ds:schemaRefs>
</ds:datastoreItem>
</file>

<file path=customXml/itemProps3.xml><?xml version="1.0" encoding="utf-8"?>
<ds:datastoreItem xmlns:ds="http://schemas.openxmlformats.org/officeDocument/2006/customXml" ds:itemID="{884942DC-5773-4801-99E0-3F37DC76B3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dd630b-f7be-489c-91af-742c322d58f7"/>
    <ds:schemaRef ds:uri="3405544e-a167-45e6-84ee-6c0db734b0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Vorlage.dotx</ap:Template>
  <ap:Application>Microsoft Word for the web</ap:Application>
  <ap:DocSecurity>0</ap:DocSecurity>
  <ap:ScaleCrop>false</ap:ScaleCrop>
  <ap:Company>Evangelisches Jugendwerk in Wuerttemberg</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Baur, Moritz</dc:creator>
  <keywords/>
  <dc:description/>
  <lastModifiedBy>Nils Jakubzig</lastModifiedBy>
  <revision>3</revision>
  <dcterms:created xsi:type="dcterms:W3CDTF">2024-03-14T11:01:00.0000000Z</dcterms:created>
  <dcterms:modified xsi:type="dcterms:W3CDTF">2024-03-14T18:21:29.8758534Z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0x0101004FB60AD93837264996E1ECF34AEA4AE7</vt:lpwstr>
  </property>
  <property fmtid="{D5CDD505-2E9C-101B-9397-08002B2CF9AE}" pid="3" name="MediaServiceImageTags">
    <vt:lpwstr/>
  </property>
</Properties>
</file>