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0D35B" w14:textId="77777777" w:rsidR="0062251A" w:rsidRPr="0062251A" w:rsidRDefault="0062251A" w:rsidP="0062251A">
      <w:pPr>
        <w:pStyle w:val="VCP-Head"/>
        <w:rPr>
          <w:rFonts w:asciiTheme="majorHAnsi" w:hAnsiTheme="majorHAnsi"/>
          <w14:shadow w14:blurRad="63500" w14:dist="50800" w14:dir="1350000" w14:sx="0" w14:sy="0" w14:kx="0" w14:ky="0" w14:algn="none">
            <w14:srgbClr w14:val="000000">
              <w14:alpha w14:val="50000"/>
            </w14:srgbClr>
          </w14:shadow>
        </w:rPr>
      </w:pPr>
      <w:r w:rsidRPr="0062251A">
        <w:rPr>
          <w:rFonts w:asciiTheme="majorHAnsi" w:hAnsiTheme="majorHAnsi"/>
          <w14:shadow w14:blurRad="63500" w14:dist="50800" w14:dir="1350000" w14:sx="0" w14:sy="0" w14:kx="0" w14:ky="0" w14:algn="none">
            <w14:srgbClr w14:val="000000">
              <w14:alpha w14:val="50000"/>
            </w14:srgbClr>
          </w14:shadow>
        </w:rPr>
        <w:t>Anmeldung Teamwochenende</w:t>
      </w:r>
    </w:p>
    <w:p w14:paraId="5239544D" w14:textId="77777777" w:rsidR="0062251A" w:rsidRPr="0062251A" w:rsidRDefault="0062251A" w:rsidP="0062251A">
      <w:pPr>
        <w:spacing w:after="0"/>
        <w:rPr>
          <w:rFonts w:asciiTheme="majorHAnsi" w:hAnsiTheme="majorHAnsi"/>
        </w:rPr>
      </w:pPr>
    </w:p>
    <w:p w14:paraId="7C63ECC1" w14:textId="77777777" w:rsidR="0062251A" w:rsidRPr="0062251A" w:rsidRDefault="0062251A" w:rsidP="0062251A">
      <w:pPr>
        <w:spacing w:after="0"/>
        <w:rPr>
          <w:rFonts w:asciiTheme="majorHAnsi" w:hAnsiTheme="majorHAnsi"/>
        </w:rPr>
      </w:pPr>
      <w:r w:rsidRPr="0062251A">
        <w:rPr>
          <w:rFonts w:asciiTheme="majorHAnsi" w:hAnsiTheme="majorHAnsi"/>
        </w:rPr>
        <w:t xml:space="preserve">Es ist wieder soweit: Das Teamwochenende steht an!  </w:t>
      </w:r>
    </w:p>
    <w:p w14:paraId="207E9FB3" w14:textId="77777777" w:rsidR="0062251A" w:rsidRPr="0062251A" w:rsidRDefault="0062251A" w:rsidP="0062251A">
      <w:pPr>
        <w:spacing w:after="0"/>
        <w:rPr>
          <w:rFonts w:asciiTheme="majorHAnsi" w:hAnsiTheme="majorHAnsi"/>
        </w:rPr>
      </w:pPr>
    </w:p>
    <w:p w14:paraId="34C16BF9" w14:textId="77777777" w:rsidR="0062251A" w:rsidRPr="0062251A" w:rsidRDefault="0062251A" w:rsidP="0062251A">
      <w:pPr>
        <w:spacing w:after="0"/>
        <w:rPr>
          <w:rFonts w:asciiTheme="majorHAnsi" w:hAnsiTheme="majorHAnsi"/>
        </w:rPr>
      </w:pPr>
      <w:r w:rsidRPr="0062251A">
        <w:rPr>
          <w:rFonts w:asciiTheme="majorHAnsi" w:hAnsiTheme="majorHAnsi"/>
        </w:rPr>
        <w:t xml:space="preserve">Ein langes Wochenende, bei dem wir die Jahresplanung für das nächste Jahr vornehmen und das hinter uns Liegende auswerten und bedenken.  Dieses Wochenende bietet euch die </w:t>
      </w:r>
      <w:proofErr w:type="gramStart"/>
      <w:r w:rsidRPr="0062251A">
        <w:rPr>
          <w:rFonts w:asciiTheme="majorHAnsi" w:hAnsiTheme="majorHAnsi"/>
        </w:rPr>
        <w:t>perfekte  Chance</w:t>
      </w:r>
      <w:proofErr w:type="gramEnd"/>
      <w:r w:rsidRPr="0062251A">
        <w:rPr>
          <w:rFonts w:asciiTheme="majorHAnsi" w:hAnsiTheme="majorHAnsi"/>
        </w:rPr>
        <w:t xml:space="preserve"> neue Ideen in den Stamm zu bringen und einen Blick in die Stammesarbeit zu bekommen. Außerdem wird es dieses Jahr wieder ein einzigartiges und überragendes Abendprogramm geben auf das ihr euch freuen könnt! </w:t>
      </w:r>
    </w:p>
    <w:p w14:paraId="7B57F00B" w14:textId="77777777" w:rsidR="0062251A" w:rsidRPr="0062251A" w:rsidRDefault="0062251A" w:rsidP="0062251A">
      <w:pPr>
        <w:spacing w:after="0"/>
        <w:rPr>
          <w:rFonts w:asciiTheme="majorHAnsi" w:hAnsiTheme="majorHAnsi"/>
        </w:rPr>
      </w:pPr>
    </w:p>
    <w:p w14:paraId="77A0C5DC" w14:textId="77777777" w:rsidR="0062251A" w:rsidRPr="0062251A" w:rsidRDefault="0062251A" w:rsidP="0062251A">
      <w:pPr>
        <w:spacing w:after="0"/>
        <w:rPr>
          <w:rFonts w:asciiTheme="majorHAnsi" w:hAnsiTheme="majorHAnsi"/>
        </w:rPr>
      </w:pPr>
      <w:r w:rsidRPr="0062251A">
        <w:rPr>
          <w:rFonts w:asciiTheme="majorHAnsi" w:hAnsiTheme="majorHAnsi"/>
        </w:rPr>
        <w:t>Unser Aufenthaltsort wird ein Selbstversorgerhaus in der Nähe von Ingolstadt sein.</w:t>
      </w:r>
    </w:p>
    <w:p w14:paraId="6DD39077" w14:textId="77777777" w:rsidR="0062251A" w:rsidRPr="0062251A" w:rsidRDefault="0062251A" w:rsidP="0062251A">
      <w:pPr>
        <w:spacing w:after="0"/>
        <w:rPr>
          <w:rFonts w:asciiTheme="majorHAnsi" w:hAnsiTheme="majorHAnsi"/>
        </w:rPr>
      </w:pPr>
      <w:r w:rsidRPr="0062251A">
        <w:rPr>
          <w:rFonts w:asciiTheme="majorHAnsi" w:hAnsiTheme="majorHAnsi"/>
        </w:rPr>
        <w:t xml:space="preserve">Los geht’s am Donnerstag, den </w:t>
      </w:r>
      <w:r w:rsidRPr="0062251A">
        <w:rPr>
          <w:rFonts w:asciiTheme="majorHAnsi" w:hAnsiTheme="majorHAnsi"/>
          <w:b/>
        </w:rPr>
        <w:t>2. Oktober um 17 Uhr</w:t>
      </w:r>
      <w:r w:rsidRPr="0062251A">
        <w:rPr>
          <w:rFonts w:asciiTheme="majorHAnsi" w:hAnsiTheme="majorHAnsi"/>
        </w:rPr>
        <w:t xml:space="preserve"> am </w:t>
      </w:r>
      <w:proofErr w:type="spellStart"/>
      <w:r w:rsidRPr="0062251A">
        <w:rPr>
          <w:rFonts w:asciiTheme="majorHAnsi" w:hAnsiTheme="majorHAnsi"/>
        </w:rPr>
        <w:t>Pfadihaus</w:t>
      </w:r>
      <w:proofErr w:type="spellEnd"/>
      <w:r w:rsidRPr="0062251A">
        <w:rPr>
          <w:rFonts w:asciiTheme="majorHAnsi" w:hAnsiTheme="majorHAnsi"/>
        </w:rPr>
        <w:t xml:space="preserve">. </w:t>
      </w:r>
    </w:p>
    <w:p w14:paraId="685A15B2" w14:textId="77777777" w:rsidR="0062251A" w:rsidRPr="0062251A" w:rsidRDefault="0062251A" w:rsidP="0062251A">
      <w:pPr>
        <w:spacing w:after="0"/>
        <w:rPr>
          <w:rFonts w:asciiTheme="majorHAnsi" w:hAnsiTheme="majorHAnsi"/>
        </w:rPr>
      </w:pPr>
      <w:r w:rsidRPr="0062251A">
        <w:rPr>
          <w:rFonts w:asciiTheme="majorHAnsi" w:hAnsiTheme="majorHAnsi"/>
        </w:rPr>
        <w:t>Mitnehmen solltet Ihr ein paar Klamotten, Schreibzeug, Notizblock und einen Kalender für 2015. Am Sonntag werden wir gegen Nachmittag wieder zurück im Empire sein.</w:t>
      </w:r>
    </w:p>
    <w:p w14:paraId="62FF403A" w14:textId="77777777" w:rsidR="0062251A" w:rsidRPr="0062251A" w:rsidRDefault="0062251A" w:rsidP="0062251A">
      <w:pPr>
        <w:spacing w:after="0"/>
        <w:rPr>
          <w:rFonts w:asciiTheme="majorHAnsi" w:hAnsiTheme="majorHAnsi"/>
        </w:rPr>
      </w:pPr>
    </w:p>
    <w:p w14:paraId="754FE6DB" w14:textId="77777777" w:rsidR="0062251A" w:rsidRPr="0062251A" w:rsidRDefault="0062251A" w:rsidP="0062251A">
      <w:pPr>
        <w:spacing w:after="0"/>
        <w:rPr>
          <w:rFonts w:asciiTheme="majorHAnsi" w:hAnsiTheme="majorHAnsi"/>
        </w:rPr>
      </w:pPr>
      <w:r w:rsidRPr="0062251A">
        <w:rPr>
          <w:rFonts w:asciiTheme="majorHAnsi" w:hAnsiTheme="majorHAnsi"/>
        </w:rPr>
        <w:t>Die Tagesordnungspunkte werden euch in kürze per E-Mail zugeschickt. Falls Ihr noch Anregungen diesbezüglich haben solltet, meldet euch einfach bei uns Teamsprechern (teamsprecher@vcp-ehningen.de).</w:t>
      </w:r>
    </w:p>
    <w:p w14:paraId="15584E15" w14:textId="77777777" w:rsidR="0062251A" w:rsidRPr="0062251A" w:rsidRDefault="0062251A" w:rsidP="0062251A">
      <w:pPr>
        <w:spacing w:after="0"/>
        <w:rPr>
          <w:rFonts w:asciiTheme="majorHAnsi" w:hAnsiTheme="majorHAnsi"/>
        </w:rPr>
      </w:pPr>
    </w:p>
    <w:p w14:paraId="77B82C1B" w14:textId="77777777" w:rsidR="0062251A" w:rsidRPr="0062251A" w:rsidRDefault="0062251A" w:rsidP="0062251A">
      <w:pPr>
        <w:spacing w:after="0"/>
        <w:rPr>
          <w:rFonts w:asciiTheme="majorHAnsi" w:hAnsiTheme="majorHAnsi"/>
        </w:rPr>
      </w:pPr>
      <w:r w:rsidRPr="0062251A">
        <w:rPr>
          <w:rFonts w:asciiTheme="majorHAnsi" w:hAnsiTheme="majorHAnsi"/>
        </w:rPr>
        <w:t xml:space="preserve">Bitte gebt möglichst bald Bescheid ob ihr mitkommt! Wir sammeln den Teilnehmerbeitrag in Höhe von </w:t>
      </w:r>
      <w:r w:rsidRPr="0062251A">
        <w:rPr>
          <w:rFonts w:asciiTheme="majorHAnsi" w:hAnsiTheme="majorHAnsi"/>
          <w:b/>
        </w:rPr>
        <w:t>15€</w:t>
      </w:r>
      <w:r w:rsidRPr="0062251A">
        <w:rPr>
          <w:rFonts w:asciiTheme="majorHAnsi" w:hAnsiTheme="majorHAnsi"/>
        </w:rPr>
        <w:t xml:space="preserve"> von euch am Teamwochenende ein. Bringt die 15€ deshalb bitte passend mit.</w:t>
      </w:r>
    </w:p>
    <w:p w14:paraId="6F80F5A7" w14:textId="77777777" w:rsidR="0062251A" w:rsidRPr="0062251A" w:rsidRDefault="0062251A" w:rsidP="0062251A">
      <w:pPr>
        <w:rPr>
          <w:rFonts w:asciiTheme="majorHAnsi" w:hAnsiTheme="majorHAnsi"/>
        </w:rPr>
      </w:pPr>
    </w:p>
    <w:p w14:paraId="415CEC99" w14:textId="77777777" w:rsidR="0062251A" w:rsidRPr="0062251A" w:rsidRDefault="0062251A" w:rsidP="0062251A">
      <w:pPr>
        <w:rPr>
          <w:rFonts w:asciiTheme="majorHAnsi" w:hAnsiTheme="majorHAnsi"/>
        </w:rPr>
      </w:pPr>
      <w:r w:rsidRPr="0062251A">
        <w:rPr>
          <w:rFonts w:asciiTheme="majorHAnsi" w:hAnsiTheme="majorHAnsi"/>
        </w:rPr>
        <w:t>Bei Fragen kannst du dich gerne bei Person A (Tel. 01234547383) melden.</w:t>
      </w:r>
    </w:p>
    <w:p w14:paraId="24ED76D6" w14:textId="77777777" w:rsidR="0062251A" w:rsidRPr="0062251A" w:rsidRDefault="0062251A" w:rsidP="0062251A">
      <w:pPr>
        <w:spacing w:after="0"/>
        <w:rPr>
          <w:rFonts w:asciiTheme="majorHAnsi" w:hAnsiTheme="majorHAnsi"/>
        </w:rPr>
      </w:pPr>
    </w:p>
    <w:p w14:paraId="44F4ADA2" w14:textId="77777777" w:rsidR="0062251A" w:rsidRPr="0062251A" w:rsidRDefault="0062251A" w:rsidP="0062251A">
      <w:pPr>
        <w:spacing w:after="0"/>
        <w:rPr>
          <w:rFonts w:asciiTheme="majorHAnsi" w:hAnsiTheme="majorHAnsi"/>
        </w:rPr>
      </w:pPr>
      <w:r w:rsidRPr="0062251A">
        <w:rPr>
          <w:rFonts w:asciiTheme="majorHAnsi" w:hAnsiTheme="majorHAnsi"/>
        </w:rPr>
        <w:t>Anmeldeschluss ist der 14.09.14</w:t>
      </w:r>
    </w:p>
    <w:p w14:paraId="79B5FB09" w14:textId="77777777" w:rsidR="0062251A" w:rsidRPr="0062251A" w:rsidRDefault="0062251A" w:rsidP="0062251A">
      <w:pPr>
        <w:spacing w:after="0"/>
        <w:rPr>
          <w:rFonts w:asciiTheme="majorHAnsi" w:hAnsiTheme="majorHAnsi"/>
        </w:rPr>
      </w:pPr>
      <w:r w:rsidRPr="0062251A">
        <w:rPr>
          <w:rFonts w:asciiTheme="majorHAnsi" w:hAnsiTheme="majorHAnsi"/>
        </w:rPr>
        <w:t>--------------------------------------------------------------------------------------------------------------------------------------</w:t>
      </w:r>
    </w:p>
    <w:p w14:paraId="556C8AA5" w14:textId="77777777" w:rsidR="0062251A" w:rsidRPr="0062251A" w:rsidRDefault="0062251A" w:rsidP="0062251A">
      <w:pPr>
        <w:spacing w:after="0"/>
        <w:rPr>
          <w:rFonts w:asciiTheme="majorHAnsi" w:hAnsiTheme="majorHAnsi"/>
        </w:rPr>
      </w:pPr>
    </w:p>
    <w:p w14:paraId="400FB7E1" w14:textId="77777777" w:rsidR="0062251A" w:rsidRPr="0062251A" w:rsidRDefault="0062251A" w:rsidP="0062251A">
      <w:pPr>
        <w:spacing w:after="0"/>
        <w:rPr>
          <w:rFonts w:asciiTheme="majorHAnsi" w:hAnsiTheme="majorHAnsi"/>
        </w:rPr>
      </w:pPr>
      <w:r w:rsidRPr="0062251A">
        <w:rPr>
          <w:rFonts w:asciiTheme="majorHAnsi" w:hAnsiTheme="majorHAnsi"/>
        </w:rPr>
        <w:t xml:space="preserve">Hiermit melde ich mich zum Teamwochenende 2014 an. </w:t>
      </w:r>
    </w:p>
    <w:p w14:paraId="360E07B5" w14:textId="77777777" w:rsidR="0062251A" w:rsidRPr="0062251A" w:rsidRDefault="0062251A" w:rsidP="0062251A">
      <w:pPr>
        <w:spacing w:after="0"/>
        <w:rPr>
          <w:rFonts w:asciiTheme="majorHAnsi" w:hAnsiTheme="majorHAnsi"/>
        </w:rPr>
      </w:pPr>
    </w:p>
    <w:p w14:paraId="534A83D8" w14:textId="77777777" w:rsidR="0062251A" w:rsidRPr="0062251A" w:rsidRDefault="0062251A" w:rsidP="0062251A">
      <w:pPr>
        <w:spacing w:after="0"/>
        <w:rPr>
          <w:rFonts w:asciiTheme="majorHAnsi" w:hAnsiTheme="majorHAnsi"/>
        </w:rPr>
      </w:pPr>
      <w:r w:rsidRPr="0062251A">
        <w:rPr>
          <w:rFonts w:asciiTheme="majorHAnsi" w:hAnsiTheme="majorHAnsi"/>
        </w:rPr>
        <w:t>Name: ___________________________________________</w:t>
      </w:r>
    </w:p>
    <w:p w14:paraId="6CB0CE2E" w14:textId="77777777" w:rsidR="0062251A" w:rsidRPr="0062251A" w:rsidRDefault="0062251A" w:rsidP="0062251A">
      <w:pPr>
        <w:spacing w:after="0"/>
        <w:rPr>
          <w:rFonts w:asciiTheme="majorHAnsi" w:hAnsiTheme="majorHAnsi"/>
        </w:rPr>
      </w:pPr>
    </w:p>
    <w:p w14:paraId="55E2BD4F" w14:textId="77777777" w:rsidR="0062251A" w:rsidRPr="0062251A" w:rsidRDefault="0062251A" w:rsidP="0062251A">
      <w:pPr>
        <w:spacing w:after="0"/>
        <w:rPr>
          <w:rFonts w:asciiTheme="majorHAnsi" w:hAnsiTheme="majorHAnsi"/>
        </w:rPr>
      </w:pPr>
      <w:r w:rsidRPr="0062251A">
        <w:rPr>
          <w:rFonts w:asciiTheme="majorHAnsi" w:hAnsiTheme="majorHAnsi"/>
        </w:rPr>
        <w:t xml:space="preserve"> </w:t>
      </w:r>
      <w:proofErr w:type="gramStart"/>
      <w:r w:rsidRPr="0062251A">
        <w:rPr>
          <w:rFonts w:asciiTheme="majorHAnsi" w:hAnsiTheme="majorHAnsi"/>
        </w:rPr>
        <w:t>[  ]</w:t>
      </w:r>
      <w:proofErr w:type="gramEnd"/>
      <w:r w:rsidRPr="0062251A">
        <w:rPr>
          <w:rFonts w:asciiTheme="majorHAnsi" w:hAnsiTheme="majorHAnsi"/>
        </w:rPr>
        <w:t xml:space="preserve"> Ich kann fahren und hab ein Auto mit [   ] Plätzen </w:t>
      </w:r>
    </w:p>
    <w:p w14:paraId="7685709D" w14:textId="77777777" w:rsidR="0062251A" w:rsidRPr="0062251A" w:rsidRDefault="0062251A" w:rsidP="0062251A">
      <w:pPr>
        <w:spacing w:after="0"/>
        <w:rPr>
          <w:rFonts w:asciiTheme="majorHAnsi" w:hAnsiTheme="majorHAnsi"/>
        </w:rPr>
      </w:pPr>
      <w:r w:rsidRPr="0062251A">
        <w:rPr>
          <w:rFonts w:asciiTheme="majorHAnsi" w:hAnsiTheme="majorHAnsi"/>
        </w:rPr>
        <w:t xml:space="preserve"> </w:t>
      </w:r>
      <w:proofErr w:type="gramStart"/>
      <w:r w:rsidRPr="0062251A">
        <w:rPr>
          <w:rFonts w:asciiTheme="majorHAnsi" w:hAnsiTheme="majorHAnsi"/>
        </w:rPr>
        <w:t>[</w:t>
      </w:r>
      <w:r>
        <w:rPr>
          <w:rFonts w:asciiTheme="majorHAnsi" w:hAnsiTheme="majorHAnsi"/>
        </w:rPr>
        <w:t xml:space="preserve">  </w:t>
      </w:r>
      <w:r w:rsidRPr="0062251A">
        <w:rPr>
          <w:rFonts w:asciiTheme="majorHAnsi" w:hAnsiTheme="majorHAnsi"/>
        </w:rPr>
        <w:t>]</w:t>
      </w:r>
      <w:proofErr w:type="gramEnd"/>
      <w:r w:rsidRPr="0062251A">
        <w:rPr>
          <w:rFonts w:asciiTheme="majorHAnsi" w:hAnsiTheme="majorHAnsi"/>
        </w:rPr>
        <w:t xml:space="preserve"> Ich bringe einen Kuchen/Snacks mit __________________________________</w:t>
      </w:r>
    </w:p>
    <w:p w14:paraId="783E2CF8" w14:textId="77777777" w:rsidR="0062251A" w:rsidRPr="0062251A" w:rsidRDefault="0062251A" w:rsidP="0062251A">
      <w:pPr>
        <w:spacing w:after="0"/>
        <w:rPr>
          <w:rFonts w:asciiTheme="majorHAnsi" w:hAnsiTheme="majorHAnsi"/>
        </w:rPr>
      </w:pPr>
    </w:p>
    <w:p w14:paraId="045022B4" w14:textId="77777777" w:rsidR="0062251A" w:rsidRPr="0062251A" w:rsidRDefault="0062251A" w:rsidP="0062251A">
      <w:pPr>
        <w:spacing w:after="0"/>
        <w:rPr>
          <w:rFonts w:asciiTheme="majorHAnsi" w:hAnsiTheme="majorHAnsi"/>
        </w:rPr>
      </w:pPr>
      <w:bookmarkStart w:id="0" w:name="_GoBack"/>
      <w:bookmarkEnd w:id="0"/>
    </w:p>
    <w:p w14:paraId="11500991" w14:textId="77777777" w:rsidR="0062251A" w:rsidRPr="0062251A" w:rsidRDefault="0062251A" w:rsidP="0062251A">
      <w:pPr>
        <w:spacing w:after="0"/>
        <w:rPr>
          <w:rFonts w:asciiTheme="majorHAnsi" w:hAnsiTheme="majorHAnsi"/>
        </w:rPr>
      </w:pPr>
      <w:r w:rsidRPr="0062251A">
        <w:rPr>
          <w:rFonts w:asciiTheme="majorHAnsi" w:hAnsiTheme="majorHAnsi"/>
        </w:rPr>
        <w:t>______________________________________________________________</w:t>
      </w:r>
    </w:p>
    <w:p w14:paraId="468BBFAA" w14:textId="77777777" w:rsidR="000848BF" w:rsidRPr="0062251A" w:rsidRDefault="0062251A" w:rsidP="0062251A">
      <w:pPr>
        <w:spacing w:after="0"/>
        <w:rPr>
          <w:rFonts w:asciiTheme="majorHAnsi" w:hAnsiTheme="majorHAnsi"/>
        </w:rPr>
      </w:pPr>
      <w:r w:rsidRPr="0062251A">
        <w:rPr>
          <w:rFonts w:asciiTheme="majorHAnsi" w:hAnsiTheme="majorHAnsi"/>
        </w:rPr>
        <w:t>Datum und Unterschrift (bei Minderjährigen auch ein Erziehungsberechtigter</w:t>
      </w:r>
    </w:p>
    <w:sectPr w:rsidR="000848BF" w:rsidRPr="0062251A" w:rsidSect="00204D37">
      <w:headerReference w:type="default" r:id="rId10"/>
      <w:pgSz w:w="11906" w:h="16838"/>
      <w:pgMar w:top="198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DD8615" w14:textId="77777777" w:rsidR="0062251A" w:rsidRDefault="0062251A" w:rsidP="00204D37">
      <w:pPr>
        <w:spacing w:after="0" w:line="240" w:lineRule="auto"/>
      </w:pPr>
      <w:r>
        <w:separator/>
      </w:r>
    </w:p>
  </w:endnote>
  <w:endnote w:type="continuationSeparator" w:id="0">
    <w:p w14:paraId="42563048" w14:textId="77777777" w:rsidR="0062251A" w:rsidRDefault="0062251A" w:rsidP="0020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Roboto">
    <w:panose1 w:val="00000000000000000000"/>
    <w:charset w:val="00"/>
    <w:family w:val="auto"/>
    <w:pitch w:val="variable"/>
    <w:sig w:usb0="E00002FF" w:usb1="5000205B" w:usb2="0000002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103E1" w14:textId="77777777" w:rsidR="0062251A" w:rsidRDefault="0062251A" w:rsidP="00204D37">
      <w:pPr>
        <w:spacing w:after="0" w:line="240" w:lineRule="auto"/>
      </w:pPr>
      <w:r>
        <w:separator/>
      </w:r>
    </w:p>
  </w:footnote>
  <w:footnote w:type="continuationSeparator" w:id="0">
    <w:p w14:paraId="503047B2" w14:textId="77777777" w:rsidR="0062251A" w:rsidRDefault="0062251A" w:rsidP="0020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0BD96" w14:textId="77777777" w:rsidR="00204D37" w:rsidRDefault="00204D37">
    <w:pPr>
      <w:pStyle w:val="Kopfzeile"/>
    </w:pPr>
    <w:r>
      <w:rPr>
        <w:noProof/>
        <w:lang w:eastAsia="de-DE"/>
      </w:rPr>
      <w:drawing>
        <wp:anchor distT="0" distB="0" distL="114300" distR="114300" simplePos="0" relativeHeight="251659264" behindDoc="0" locked="0" layoutInCell="1" allowOverlap="1" wp14:anchorId="7863C631" wp14:editId="26B7445B">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51A"/>
    <w:rsid w:val="00031246"/>
    <w:rsid w:val="00204D37"/>
    <w:rsid w:val="0062251A"/>
    <w:rsid w:val="00844C5D"/>
    <w:rsid w:val="00CA3484"/>
    <w:rsid w:val="00F202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06EF"/>
  <w15:chartTrackingRefBased/>
  <w15:docId w15:val="{3140DC48-56E3-4001-A3C4-3D370147B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62251A"/>
    <w:pPr>
      <w:suppressAutoHyphens/>
      <w:autoSpaceDN w:val="0"/>
      <w:spacing w:after="200" w:line="276" w:lineRule="auto"/>
      <w:textAlignment w:val="baseline"/>
    </w:pPr>
    <w:rPr>
      <w:rFonts w:ascii="Calibri" w:eastAsia="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uppressAutoHyphens w:val="0"/>
      <w:autoSpaceDN/>
      <w:spacing w:after="0" w:line="240" w:lineRule="auto"/>
      <w:textAlignment w:val="auto"/>
    </w:pPr>
    <w:rPr>
      <w:rFonts w:asciiTheme="minorHAnsi" w:eastAsiaTheme="minorHAnsi" w:hAnsiTheme="minorHAnsi" w:cstheme="minorBidi"/>
    </w:rPr>
  </w:style>
  <w:style w:type="character" w:customStyle="1" w:styleId="KopfzeileZchn">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uppressAutoHyphens w:val="0"/>
      <w:autoSpaceDN/>
      <w:spacing w:after="0" w:line="240" w:lineRule="auto"/>
      <w:textAlignment w:val="auto"/>
    </w:pPr>
    <w:rPr>
      <w:rFonts w:asciiTheme="minorHAnsi" w:eastAsiaTheme="minorHAnsi" w:hAnsiTheme="minorHAnsi" w:cstheme="minorBidi"/>
    </w:rPr>
  </w:style>
  <w:style w:type="character" w:customStyle="1" w:styleId="FuzeileZchn">
    <w:name w:val="Fußzeile Zchn"/>
    <w:basedOn w:val="Absatz-Standardschriftart"/>
    <w:link w:val="Fuzeile"/>
    <w:uiPriority w:val="99"/>
    <w:rsid w:val="00204D37"/>
  </w:style>
  <w:style w:type="paragraph" w:customStyle="1" w:styleId="VCP-Head">
    <w:name w:val="VCP-Head"/>
    <w:basedOn w:val="Standard"/>
    <w:link w:val="VCP-HeadZchn"/>
    <w:qFormat/>
    <w:rsid w:val="00031246"/>
    <w:pPr>
      <w:suppressAutoHyphens w:val="0"/>
      <w:autoSpaceDN/>
      <w:spacing w:after="160" w:line="259" w:lineRule="auto"/>
      <w:jc w:val="center"/>
      <w:textAlignment w:val="auto"/>
    </w:pPr>
    <w:rPr>
      <w:rFonts w:asciiTheme="minorHAnsi" w:eastAsiaTheme="minorHAnsi" w:hAnsiTheme="minorHAnsi" w:cstheme="minorBidi"/>
      <w:b/>
      <w:caps/>
      <w:color w:val="004287" w:themeColor="text2"/>
      <w:sz w:val="48"/>
    </w:rPr>
  </w:style>
  <w:style w:type="character" w:customStyle="1" w:styleId="VCP-HeadZchn">
    <w:name w:val="VCP-Head Zchn"/>
    <w:basedOn w:val="Absatz-Standardschriftart"/>
    <w:link w:val="VCP-Head"/>
    <w:rsid w:val="00031246"/>
    <w:rPr>
      <w:b/>
      <w:caps/>
      <w:color w:val="004287" w:themeColor="text2"/>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36B06-0F7D-47D0-B67B-45F5010D32F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3405544e-a167-45e6-84ee-6c0db734b0d2"/>
    <ds:schemaRef ds:uri="b8dd630b-f7be-489c-91af-742c322d58f7"/>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F05CDF-1E48-4DFE-92E8-F0A7A5340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Vorlage.dotx</Template>
  <TotalTime>0</TotalTime>
  <Pages>1</Pages>
  <Words>244</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Evangelisches Jugendwerk in Wuerttemberg</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Baur, Moritz</dc:creator>
  <cp:keywords/>
  <dc:description/>
  <cp:lastModifiedBy>Baur, Moritz</cp:lastModifiedBy>
  <cp:revision>1</cp:revision>
  <dcterms:created xsi:type="dcterms:W3CDTF">2024-03-14T11:16:00Z</dcterms:created>
  <dcterms:modified xsi:type="dcterms:W3CDTF">2024-03-14T11:17:00Z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