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F8F43" w14:textId="38EC0726" w:rsidR="00A43A26" w:rsidRPr="00ED7128" w:rsidRDefault="006C4017" w:rsidP="00ED7128">
      <w:pPr>
        <w:ind w:right="1133"/>
        <w:rPr>
          <w:sz w:val="18"/>
          <w:szCs w:val="18"/>
        </w:rPr>
      </w:pPr>
      <w:r w:rsidRPr="00A531E5">
        <w:rPr>
          <w:noProof/>
          <w:sz w:val="18"/>
          <w:szCs w:val="18"/>
          <w:lang w:eastAsia="de-DE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0" wp14:anchorId="4DB853A3" wp14:editId="1EE8BE09">
                <wp:simplePos x="0" y="0"/>
                <wp:positionH relativeFrom="margin">
                  <wp:align>right</wp:align>
                </wp:positionH>
                <wp:positionV relativeFrom="page">
                  <wp:posOffset>1840074</wp:posOffset>
                </wp:positionV>
                <wp:extent cx="2807970" cy="237490"/>
                <wp:effectExtent l="0" t="0" r="0" b="0"/>
                <wp:wrapSquare wrapText="bothSides"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7970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5EF65B" w14:textId="4A58A45E" w:rsidR="007F39CD" w:rsidRPr="000E270E" w:rsidRDefault="00512931" w:rsidP="00DE7B08">
                            <w:pPr>
                              <w:rPr>
                                <w:rFonts w:asciiTheme="majorHAnsi" w:hAnsiTheme="majorHAnsi"/>
                                <w:bCs/>
                              </w:rPr>
                            </w:pPr>
                            <w:proofErr w:type="spellStart"/>
                            <w:r w:rsidRPr="000E270E">
                              <w:rPr>
                                <w:rFonts w:asciiTheme="majorHAnsi" w:hAnsiTheme="majorHAnsi"/>
                                <w:bCs/>
                                <w:color w:val="004287"/>
                                <w:sz w:val="15"/>
                                <w:szCs w:val="15"/>
                              </w:rPr>
                              <w:t>vcp</w:t>
                            </w:r>
                            <w:proofErr w:type="spellEnd"/>
                            <w:r w:rsidRPr="000E270E">
                              <w:rPr>
                                <w:rFonts w:asciiTheme="majorHAnsi" w:hAnsiTheme="majorHAnsi"/>
                                <w:bCs/>
                                <w:color w:val="004287"/>
                                <w:sz w:val="15"/>
                                <w:szCs w:val="15"/>
                              </w:rPr>
                              <w:t xml:space="preserve"> Württemberg e.V.</w:t>
                            </w:r>
                            <w:r w:rsidR="000E270E">
                              <w:rPr>
                                <w:rFonts w:asciiTheme="majorHAnsi" w:hAnsiTheme="majorHAnsi"/>
                                <w:bCs/>
                                <w:color w:val="004287"/>
                                <w:sz w:val="15"/>
                                <w:szCs w:val="15"/>
                              </w:rPr>
                              <w:t xml:space="preserve">     </w:t>
                            </w:r>
                            <w:proofErr w:type="spellStart"/>
                            <w:r w:rsidRPr="000E270E">
                              <w:rPr>
                                <w:rFonts w:asciiTheme="majorHAnsi" w:hAnsiTheme="majorHAnsi"/>
                                <w:bCs/>
                                <w:color w:val="004287"/>
                                <w:sz w:val="15"/>
                                <w:szCs w:val="15"/>
                              </w:rPr>
                              <w:t>Haeberlinstraße</w:t>
                            </w:r>
                            <w:proofErr w:type="spellEnd"/>
                            <w:r w:rsidRPr="000E270E">
                              <w:rPr>
                                <w:rFonts w:asciiTheme="majorHAnsi" w:hAnsiTheme="majorHAnsi"/>
                                <w:bCs/>
                                <w:color w:val="004287"/>
                                <w:sz w:val="15"/>
                                <w:szCs w:val="15"/>
                              </w:rPr>
                              <w:t xml:space="preserve"> 1-3</w:t>
                            </w:r>
                            <w:r w:rsidR="000E270E">
                              <w:rPr>
                                <w:rFonts w:asciiTheme="majorHAnsi" w:hAnsiTheme="majorHAnsi"/>
                                <w:bCs/>
                                <w:color w:val="004287"/>
                                <w:sz w:val="15"/>
                                <w:szCs w:val="15"/>
                              </w:rPr>
                              <w:t xml:space="preserve">    </w:t>
                            </w:r>
                            <w:r w:rsidRPr="000E270E">
                              <w:rPr>
                                <w:rFonts w:asciiTheme="majorHAnsi" w:hAnsiTheme="majorHAnsi"/>
                                <w:bCs/>
                                <w:color w:val="004287"/>
                                <w:sz w:val="15"/>
                                <w:szCs w:val="15"/>
                              </w:rPr>
                              <w:t>70563 Stuttgart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853A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69.9pt;margin-top:144.9pt;width:221.1pt;height:18.7pt;z-index:2516582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" o:allowincell="f" o:allowoverlap="f" stroked="f">
                <v:textbox>
                  <w:txbxContent>
                    <w:p w14:paraId="515EF65B" w14:textId="4A58A45E" w:rsidR="007F39CD" w:rsidRPr="000E270E" w:rsidRDefault="00512931" w:rsidP="00DE7B08">
                      <w:pPr>
                        <w:rPr>
                          <w:rFonts w:asciiTheme="majorHAnsi" w:hAnsiTheme="majorHAnsi"/>
                          <w:bCs/>
                        </w:rPr>
                      </w:pPr>
                      <w:proofErr w:type="spellStart"/>
                      <w:r w:rsidRPr="000E270E">
                        <w:rPr>
                          <w:rFonts w:asciiTheme="majorHAnsi" w:hAnsiTheme="majorHAnsi"/>
                          <w:bCs/>
                          <w:color w:val="004287"/>
                          <w:sz w:val="15"/>
                          <w:szCs w:val="15"/>
                        </w:rPr>
                        <w:t>vcp</w:t>
                      </w:r>
                      <w:proofErr w:type="spellEnd"/>
                      <w:r w:rsidRPr="000E270E">
                        <w:rPr>
                          <w:rFonts w:asciiTheme="majorHAnsi" w:hAnsiTheme="majorHAnsi"/>
                          <w:bCs/>
                          <w:color w:val="004287"/>
                          <w:sz w:val="15"/>
                          <w:szCs w:val="15"/>
                        </w:rPr>
                        <w:t xml:space="preserve"> Württemberg e.V.</w:t>
                      </w:r>
                      <w:r w:rsidR="000E270E">
                        <w:rPr>
                          <w:rFonts w:asciiTheme="majorHAnsi" w:hAnsiTheme="majorHAnsi"/>
                          <w:bCs/>
                          <w:color w:val="004287"/>
                          <w:sz w:val="15"/>
                          <w:szCs w:val="15"/>
                        </w:rPr>
                        <w:t xml:space="preserve">     </w:t>
                      </w:r>
                      <w:proofErr w:type="spellStart"/>
                      <w:r w:rsidRPr="000E270E">
                        <w:rPr>
                          <w:rFonts w:asciiTheme="majorHAnsi" w:hAnsiTheme="majorHAnsi"/>
                          <w:bCs/>
                          <w:color w:val="004287"/>
                          <w:sz w:val="15"/>
                          <w:szCs w:val="15"/>
                        </w:rPr>
                        <w:t>Haeberlinstraße</w:t>
                      </w:r>
                      <w:proofErr w:type="spellEnd"/>
                      <w:r w:rsidRPr="000E270E">
                        <w:rPr>
                          <w:rFonts w:asciiTheme="majorHAnsi" w:hAnsiTheme="majorHAnsi"/>
                          <w:bCs/>
                          <w:color w:val="004287"/>
                          <w:sz w:val="15"/>
                          <w:szCs w:val="15"/>
                        </w:rPr>
                        <w:t xml:space="preserve"> 1-3</w:t>
                      </w:r>
                      <w:r w:rsidR="000E270E">
                        <w:rPr>
                          <w:rFonts w:asciiTheme="majorHAnsi" w:hAnsiTheme="majorHAnsi"/>
                          <w:bCs/>
                          <w:color w:val="004287"/>
                          <w:sz w:val="15"/>
                          <w:szCs w:val="15"/>
                        </w:rPr>
                        <w:t xml:space="preserve">    </w:t>
                      </w:r>
                      <w:r w:rsidRPr="000E270E">
                        <w:rPr>
                          <w:rFonts w:asciiTheme="majorHAnsi" w:hAnsiTheme="majorHAnsi"/>
                          <w:bCs/>
                          <w:color w:val="004287"/>
                          <w:sz w:val="15"/>
                          <w:szCs w:val="15"/>
                        </w:rPr>
                        <w:t>70563 Stuttgart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</w:p>
    <w:p w14:paraId="2FA24050" w14:textId="25206305" w:rsidR="0027233F" w:rsidRPr="00ED7128" w:rsidRDefault="00000000" w:rsidP="00ED7128">
      <w:pPr>
        <w:spacing w:after="0"/>
        <w:ind w:right="113"/>
        <w:jc w:val="right"/>
        <w:rPr>
          <w:sz w:val="18"/>
          <w:szCs w:val="18"/>
        </w:rPr>
      </w:pPr>
      <w:sdt>
        <w:sdtPr>
          <w:rPr>
            <w:rFonts w:ascii="Roboto Light" w:hAnsi="Roboto Light"/>
            <w:sz w:val="18"/>
            <w:szCs w:val="18"/>
          </w:rPr>
          <w:id w:val="19890522"/>
          <w:placeholder>
            <w:docPart w:val="8B56EDEFB36E4043BECD2F9B89F3BE88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24-03-08T00:00:00Z">
            <w:dateFormat w:val="d. MMMM yyyy"/>
            <w:lid w:val="de-DE"/>
            <w:storeMappedDataAs w:val="dateTime"/>
            <w:calendar w:val="gregorian"/>
          </w:date>
        </w:sdtPr>
        <w:sdtContent>
          <w:r w:rsidR="003E0780">
            <w:rPr>
              <w:rFonts w:ascii="Roboto Light" w:hAnsi="Roboto Light"/>
              <w:sz w:val="18"/>
              <w:szCs w:val="18"/>
            </w:rPr>
            <w:t>8. März 2024</w:t>
          </w:r>
        </w:sdtContent>
      </w:sdt>
    </w:p>
    <w:p w14:paraId="7E8A0FB4" w14:textId="75A8E84B" w:rsidR="00361962" w:rsidRPr="00ED7128" w:rsidRDefault="003E0780" w:rsidP="00361962">
      <w:pPr>
        <w:pStyle w:val="Absenderadresse"/>
        <w:rPr>
          <w:rFonts w:ascii="Roboto Black" w:hAnsi="Roboto Black"/>
          <w:bCs/>
          <w:color w:val="auto"/>
        </w:rPr>
      </w:pPr>
      <w:r w:rsidRPr="00ED7128">
        <w:rPr>
          <w:rFonts w:ascii="Roboto Black" w:hAnsi="Roboto Black"/>
          <w:bCs/>
          <w:color w:val="auto"/>
        </w:rPr>
        <w:t xml:space="preserve">Betreff: Einladung zur </w:t>
      </w:r>
      <w:r w:rsidR="006F2F0D">
        <w:rPr>
          <w:rFonts w:ascii="Roboto Black" w:hAnsi="Roboto Black"/>
          <w:bCs/>
          <w:color w:val="auto"/>
        </w:rPr>
        <w:t>Sippenlandesversammlung</w:t>
      </w:r>
      <w:r w:rsidRPr="00ED7128">
        <w:rPr>
          <w:rFonts w:ascii="Roboto Black" w:hAnsi="Roboto Black"/>
          <w:bCs/>
          <w:color w:val="auto"/>
        </w:rPr>
        <w:t xml:space="preserve"> 2024</w:t>
      </w:r>
    </w:p>
    <w:p w14:paraId="11897A02" w14:textId="77777777" w:rsidR="00361962" w:rsidRDefault="00361962" w:rsidP="00361962">
      <w:pPr>
        <w:pStyle w:val="Absenderadresse"/>
        <w:spacing w:afterLines="160" w:after="384" w:line="280" w:lineRule="exact"/>
        <w:rPr>
          <w:rFonts w:ascii="Roboto Light" w:hAnsi="Roboto Light"/>
          <w:color w:val="auto"/>
          <w:szCs w:val="18"/>
        </w:rPr>
      </w:pPr>
    </w:p>
    <w:p w14:paraId="7156A09E" w14:textId="77777777" w:rsidR="00A47D59" w:rsidRDefault="00A47D59" w:rsidP="00AB2A0C">
      <w:pPr>
        <w:spacing w:after="0" w:line="280" w:lineRule="exact"/>
        <w:rPr>
          <w:rFonts w:ascii="Roboto Light" w:hAnsi="Roboto Light"/>
          <w:sz w:val="18"/>
          <w:szCs w:val="18"/>
          <w:lang w:eastAsia="de-DE"/>
        </w:rPr>
      </w:pPr>
      <w:r>
        <w:rPr>
          <w:rFonts w:ascii="Roboto Light" w:hAnsi="Roboto Light"/>
          <w:sz w:val="18"/>
          <w:szCs w:val="18"/>
          <w:lang w:eastAsia="de-DE"/>
        </w:rPr>
        <w:t xml:space="preserve">Liebe </w:t>
      </w:r>
      <w:proofErr w:type="spellStart"/>
      <w:r>
        <w:rPr>
          <w:rFonts w:ascii="Roboto Light" w:hAnsi="Roboto Light"/>
          <w:sz w:val="18"/>
          <w:szCs w:val="18"/>
          <w:lang w:eastAsia="de-DE"/>
        </w:rPr>
        <w:t>Gauteamer</w:t>
      </w:r>
      <w:proofErr w:type="spellEnd"/>
      <w:r>
        <w:rPr>
          <w:rFonts w:ascii="Roboto Light" w:hAnsi="Roboto Light"/>
          <w:sz w:val="18"/>
          <w:szCs w:val="18"/>
          <w:lang w:eastAsia="de-DE"/>
        </w:rPr>
        <w:t xml:space="preserve">, AK Vorsitzende, Ausschussmitglieder und LV-Delegierte, </w:t>
      </w:r>
    </w:p>
    <w:p w14:paraId="58A0F92B" w14:textId="77777777" w:rsidR="00A47D59" w:rsidRDefault="00A47D59" w:rsidP="00AB2A0C">
      <w:pPr>
        <w:spacing w:after="0" w:line="280" w:lineRule="exact"/>
        <w:rPr>
          <w:rFonts w:ascii="Roboto Light" w:hAnsi="Roboto Light"/>
          <w:sz w:val="18"/>
          <w:szCs w:val="18"/>
          <w:lang w:eastAsia="de-DE"/>
        </w:rPr>
      </w:pPr>
    </w:p>
    <w:p w14:paraId="7F552C19" w14:textId="488BD021" w:rsidR="00A47D59" w:rsidRDefault="00A47D59" w:rsidP="00203D19">
      <w:pPr>
        <w:spacing w:after="0" w:line="280" w:lineRule="exact"/>
        <w:rPr>
          <w:rFonts w:ascii="Roboto Light" w:hAnsi="Roboto Light"/>
          <w:sz w:val="18"/>
          <w:szCs w:val="18"/>
          <w:lang w:eastAsia="de-DE"/>
        </w:rPr>
      </w:pPr>
      <w:r>
        <w:rPr>
          <w:rFonts w:ascii="Roboto Light" w:hAnsi="Roboto Light"/>
          <w:sz w:val="18"/>
          <w:szCs w:val="18"/>
          <w:lang w:eastAsia="de-DE"/>
        </w:rPr>
        <w:t xml:space="preserve">wir laden Euch hiermit herzlich zur Landesversammlung am </w:t>
      </w:r>
      <w:r w:rsidRPr="00A47D59">
        <w:rPr>
          <w:rFonts w:ascii="Roboto Light" w:hAnsi="Roboto Light"/>
          <w:b/>
          <w:sz w:val="18"/>
          <w:szCs w:val="18"/>
          <w:lang w:eastAsia="de-DE"/>
        </w:rPr>
        <w:t>08.03.2024</w:t>
      </w:r>
      <w:r>
        <w:rPr>
          <w:rFonts w:ascii="Roboto Light" w:hAnsi="Roboto Light"/>
          <w:sz w:val="18"/>
          <w:szCs w:val="18"/>
          <w:lang w:eastAsia="de-DE"/>
        </w:rPr>
        <w:t xml:space="preserve"> in </w:t>
      </w:r>
      <w:r w:rsidR="00203D19">
        <w:rPr>
          <w:rFonts w:ascii="Roboto Light" w:hAnsi="Roboto Light"/>
          <w:b/>
          <w:sz w:val="18"/>
          <w:szCs w:val="18"/>
          <w:lang w:eastAsia="de-DE"/>
        </w:rPr>
        <w:t>Musterstadt</w:t>
      </w:r>
      <w:r>
        <w:rPr>
          <w:rFonts w:ascii="Roboto Light" w:hAnsi="Roboto Light"/>
          <w:sz w:val="18"/>
          <w:szCs w:val="18"/>
          <w:lang w:eastAsia="de-DE"/>
        </w:rPr>
        <w:t xml:space="preserve"> ein. </w:t>
      </w:r>
    </w:p>
    <w:p w14:paraId="19C64995" w14:textId="77777777" w:rsidR="00A47D59" w:rsidRDefault="00A47D59" w:rsidP="00AB2A0C">
      <w:pPr>
        <w:spacing w:after="0" w:line="280" w:lineRule="exact"/>
        <w:rPr>
          <w:rFonts w:ascii="Roboto Light" w:hAnsi="Roboto Light"/>
          <w:sz w:val="18"/>
          <w:szCs w:val="18"/>
          <w:lang w:eastAsia="de-DE"/>
        </w:rPr>
      </w:pPr>
    </w:p>
    <w:p w14:paraId="3490C912" w14:textId="6CBE1C92" w:rsidR="00603C8A" w:rsidRDefault="00A47D59" w:rsidP="00AB2A0C">
      <w:pPr>
        <w:spacing w:after="0" w:line="280" w:lineRule="exact"/>
        <w:rPr>
          <w:rFonts w:ascii="Roboto Light" w:hAnsi="Roboto Light"/>
          <w:sz w:val="18"/>
          <w:szCs w:val="18"/>
          <w:lang w:eastAsia="de-DE"/>
        </w:rPr>
      </w:pPr>
      <w:r>
        <w:rPr>
          <w:rFonts w:ascii="Roboto Light" w:hAnsi="Roboto Light"/>
          <w:sz w:val="18"/>
          <w:szCs w:val="18"/>
          <w:lang w:eastAsia="de-DE"/>
        </w:rPr>
        <w:t xml:space="preserve">Die Landesversammlung wird am </w:t>
      </w:r>
      <w:r w:rsidR="009173EC">
        <w:rPr>
          <w:rFonts w:ascii="Roboto Light" w:hAnsi="Roboto Light"/>
          <w:sz w:val="18"/>
          <w:szCs w:val="18"/>
          <w:lang w:eastAsia="de-DE"/>
        </w:rPr>
        <w:t xml:space="preserve">Freitag um 18:00 Uhr beginnen, bitte seid für </w:t>
      </w:r>
      <w:r w:rsidR="002A2E26">
        <w:rPr>
          <w:rFonts w:ascii="Roboto Light" w:hAnsi="Roboto Light"/>
          <w:sz w:val="18"/>
          <w:szCs w:val="18"/>
          <w:lang w:eastAsia="de-DE"/>
        </w:rPr>
        <w:t xml:space="preserve">die </w:t>
      </w:r>
      <w:r w:rsidR="009173EC">
        <w:rPr>
          <w:rFonts w:ascii="Roboto Light" w:hAnsi="Roboto Light"/>
          <w:sz w:val="18"/>
          <w:szCs w:val="18"/>
          <w:lang w:eastAsia="de-DE"/>
        </w:rPr>
        <w:t>Anmeldung pünktlich vor Ort</w:t>
      </w:r>
      <w:r w:rsidR="00603C8A">
        <w:rPr>
          <w:rFonts w:ascii="Roboto Light" w:hAnsi="Roboto Light"/>
          <w:sz w:val="18"/>
          <w:szCs w:val="18"/>
          <w:lang w:eastAsia="de-DE"/>
        </w:rPr>
        <w:t xml:space="preserve">. Es ist geplant, dass nach dem Abendessen um ca. 19:30 Uhr abgereist werden kann. </w:t>
      </w:r>
      <w:r w:rsidR="00603C8A">
        <w:rPr>
          <w:rFonts w:ascii="Roboto Light" w:hAnsi="Roboto Light"/>
          <w:sz w:val="18"/>
          <w:szCs w:val="18"/>
          <w:lang w:eastAsia="de-DE"/>
        </w:rPr>
        <w:br/>
      </w:r>
      <w:r w:rsidR="00603C8A">
        <w:rPr>
          <w:rFonts w:ascii="Roboto Light" w:hAnsi="Roboto Light"/>
          <w:sz w:val="18"/>
          <w:szCs w:val="18"/>
          <w:lang w:eastAsia="de-DE"/>
        </w:rPr>
        <w:br/>
        <w:t xml:space="preserve">Mitbringen solltet ihr: </w:t>
      </w:r>
    </w:p>
    <w:p w14:paraId="18E663C9" w14:textId="2EFE8DBD" w:rsidR="009B72CC" w:rsidRDefault="009B72CC" w:rsidP="009B72CC">
      <w:pPr>
        <w:pStyle w:val="Listenabsatz"/>
        <w:numPr>
          <w:ilvl w:val="0"/>
          <w:numId w:val="12"/>
        </w:numPr>
        <w:spacing w:after="0" w:line="280" w:lineRule="exact"/>
        <w:rPr>
          <w:rFonts w:ascii="Roboto Light" w:hAnsi="Roboto Light"/>
          <w:sz w:val="18"/>
          <w:szCs w:val="18"/>
          <w:lang w:eastAsia="de-DE"/>
        </w:rPr>
      </w:pPr>
      <w:r>
        <w:rPr>
          <w:rFonts w:ascii="Roboto Light" w:hAnsi="Roboto Light"/>
          <w:sz w:val="18"/>
          <w:szCs w:val="18"/>
          <w:lang w:eastAsia="de-DE"/>
        </w:rPr>
        <w:t xml:space="preserve">                  Tagungsunterlagen</w:t>
      </w:r>
      <w:r w:rsidR="00603C8A">
        <w:rPr>
          <w:rFonts w:ascii="Roboto Light" w:hAnsi="Roboto Light"/>
          <w:sz w:val="18"/>
          <w:szCs w:val="18"/>
          <w:lang w:eastAsia="de-DE"/>
        </w:rPr>
        <w:t xml:space="preserve">       </w:t>
      </w:r>
    </w:p>
    <w:p w14:paraId="025C1D2C" w14:textId="097B3865" w:rsidR="009B72CC" w:rsidRDefault="009B72CC" w:rsidP="009B72CC">
      <w:pPr>
        <w:pStyle w:val="Listenabsatz"/>
        <w:numPr>
          <w:ilvl w:val="0"/>
          <w:numId w:val="12"/>
        </w:numPr>
        <w:spacing w:after="0" w:line="280" w:lineRule="exact"/>
        <w:rPr>
          <w:rFonts w:ascii="Roboto Light" w:hAnsi="Roboto Light"/>
          <w:sz w:val="18"/>
          <w:szCs w:val="18"/>
          <w:lang w:eastAsia="de-DE"/>
        </w:rPr>
      </w:pPr>
      <w:r>
        <w:rPr>
          <w:rFonts w:ascii="Roboto Light" w:hAnsi="Roboto Light"/>
          <w:sz w:val="18"/>
          <w:szCs w:val="18"/>
          <w:lang w:eastAsia="de-DE"/>
        </w:rPr>
        <w:t xml:space="preserve">                 </w:t>
      </w:r>
      <w:r w:rsidR="00603C8A">
        <w:rPr>
          <w:rFonts w:ascii="Roboto Light" w:hAnsi="Roboto Light"/>
          <w:sz w:val="18"/>
          <w:szCs w:val="18"/>
          <w:lang w:eastAsia="de-DE"/>
        </w:rPr>
        <w:t xml:space="preserve"> </w:t>
      </w:r>
      <w:r>
        <w:rPr>
          <w:rFonts w:ascii="Roboto Light" w:hAnsi="Roboto Light"/>
          <w:sz w:val="18"/>
          <w:szCs w:val="18"/>
          <w:lang w:eastAsia="de-DE"/>
        </w:rPr>
        <w:t>Halstuch und ggf. Tracht</w:t>
      </w:r>
    </w:p>
    <w:p w14:paraId="28A0B123" w14:textId="77777777" w:rsidR="009B72CC" w:rsidRDefault="009B72CC" w:rsidP="009B72CC">
      <w:pPr>
        <w:pStyle w:val="Listenabsatz"/>
        <w:numPr>
          <w:ilvl w:val="0"/>
          <w:numId w:val="12"/>
        </w:numPr>
        <w:spacing w:after="0" w:line="280" w:lineRule="exact"/>
        <w:rPr>
          <w:rFonts w:ascii="Roboto Light" w:hAnsi="Roboto Light"/>
          <w:sz w:val="18"/>
          <w:szCs w:val="18"/>
          <w:lang w:eastAsia="de-DE"/>
        </w:rPr>
      </w:pPr>
      <w:r>
        <w:rPr>
          <w:rFonts w:ascii="Roboto Light" w:hAnsi="Roboto Light"/>
          <w:sz w:val="18"/>
          <w:szCs w:val="18"/>
          <w:lang w:eastAsia="de-DE"/>
        </w:rPr>
        <w:t xml:space="preserve">                  Gute Laune und Motivation</w:t>
      </w:r>
    </w:p>
    <w:p w14:paraId="182BE3DF" w14:textId="3FC52723" w:rsidR="009B72CC" w:rsidRDefault="009B72CC" w:rsidP="009B72CC">
      <w:pPr>
        <w:pStyle w:val="Listenabsatz"/>
        <w:numPr>
          <w:ilvl w:val="0"/>
          <w:numId w:val="12"/>
        </w:numPr>
        <w:spacing w:after="0" w:line="280" w:lineRule="exact"/>
        <w:rPr>
          <w:rFonts w:ascii="Roboto Light" w:hAnsi="Roboto Light"/>
          <w:sz w:val="18"/>
          <w:szCs w:val="18"/>
          <w:lang w:eastAsia="de-DE"/>
        </w:rPr>
      </w:pPr>
      <w:r>
        <w:rPr>
          <w:rFonts w:ascii="Roboto Light" w:hAnsi="Roboto Light"/>
          <w:sz w:val="18"/>
          <w:szCs w:val="18"/>
          <w:lang w:eastAsia="de-DE"/>
        </w:rPr>
        <w:t xml:space="preserve">                  Pünktlichkeit</w:t>
      </w:r>
    </w:p>
    <w:p w14:paraId="35C1048D" w14:textId="4A59655A" w:rsidR="00AB2A0C" w:rsidRDefault="00AB2A0C" w:rsidP="009B72CC">
      <w:pPr>
        <w:spacing w:after="0" w:line="280" w:lineRule="exact"/>
        <w:ind w:left="360"/>
        <w:jc w:val="both"/>
        <w:rPr>
          <w:rFonts w:ascii="Roboto Light" w:hAnsi="Roboto Light"/>
          <w:sz w:val="18"/>
          <w:szCs w:val="18"/>
          <w:lang w:eastAsia="de-DE"/>
        </w:rPr>
      </w:pPr>
      <w:r w:rsidRPr="009B72CC">
        <w:rPr>
          <w:rFonts w:ascii="Roboto Light" w:hAnsi="Roboto Light"/>
          <w:sz w:val="18"/>
          <w:szCs w:val="18"/>
          <w:lang w:eastAsia="de-DE"/>
        </w:rPr>
        <w:br/>
      </w:r>
    </w:p>
    <w:p w14:paraId="0B2BB969" w14:textId="01A197D1" w:rsidR="009B72CC" w:rsidRPr="009B72CC" w:rsidRDefault="009B72CC" w:rsidP="009B72CC">
      <w:pPr>
        <w:spacing w:after="0" w:line="280" w:lineRule="exact"/>
        <w:jc w:val="both"/>
        <w:rPr>
          <w:rFonts w:ascii="Roboto Light" w:hAnsi="Roboto Light"/>
          <w:sz w:val="18"/>
          <w:szCs w:val="18"/>
          <w:lang w:eastAsia="de-DE"/>
        </w:rPr>
      </w:pPr>
      <w:r>
        <w:rPr>
          <w:rFonts w:ascii="Roboto Light" w:hAnsi="Roboto Light"/>
          <w:sz w:val="18"/>
          <w:szCs w:val="18"/>
          <w:lang w:eastAsia="de-DE"/>
        </w:rPr>
        <w:t xml:space="preserve">Wir freuen uns </w:t>
      </w:r>
      <w:proofErr w:type="gramStart"/>
      <w:r>
        <w:rPr>
          <w:rFonts w:ascii="Roboto Light" w:hAnsi="Roboto Light"/>
          <w:sz w:val="18"/>
          <w:szCs w:val="18"/>
          <w:lang w:eastAsia="de-DE"/>
        </w:rPr>
        <w:t>auf euer Kommen</w:t>
      </w:r>
      <w:proofErr w:type="gramEnd"/>
      <w:r>
        <w:rPr>
          <w:rFonts w:ascii="Roboto Light" w:hAnsi="Roboto Light"/>
          <w:sz w:val="18"/>
          <w:szCs w:val="18"/>
          <w:lang w:eastAsia="de-DE"/>
        </w:rPr>
        <w:t xml:space="preserve">. Im Anhang </w:t>
      </w:r>
      <w:r w:rsidR="00C31B22">
        <w:rPr>
          <w:rFonts w:ascii="Roboto Light" w:hAnsi="Roboto Light"/>
          <w:sz w:val="18"/>
          <w:szCs w:val="18"/>
          <w:lang w:eastAsia="de-DE"/>
        </w:rPr>
        <w:t xml:space="preserve">findet ihr noch </w:t>
      </w:r>
      <w:r>
        <w:rPr>
          <w:rFonts w:ascii="Roboto Light" w:hAnsi="Roboto Light"/>
          <w:sz w:val="18"/>
          <w:szCs w:val="18"/>
          <w:lang w:eastAsia="de-DE"/>
        </w:rPr>
        <w:t xml:space="preserve">die Tagesordnung angehängt. </w:t>
      </w:r>
    </w:p>
    <w:p w14:paraId="48D8676B" w14:textId="77777777" w:rsidR="004755DE" w:rsidRDefault="004755DE" w:rsidP="00C17775">
      <w:pPr>
        <w:spacing w:line="280" w:lineRule="exact"/>
        <w:rPr>
          <w:rFonts w:ascii="Roboto Light" w:hAnsi="Roboto Light"/>
          <w:sz w:val="18"/>
          <w:szCs w:val="18"/>
        </w:rPr>
      </w:pPr>
    </w:p>
    <w:p w14:paraId="310457AD" w14:textId="04F17D04" w:rsidR="00C17775" w:rsidRDefault="009B72CC" w:rsidP="00C17775">
      <w:pPr>
        <w:spacing w:line="280" w:lineRule="exact"/>
        <w:rPr>
          <w:rFonts w:ascii="Roboto Light" w:hAnsi="Roboto Light"/>
          <w:sz w:val="18"/>
          <w:szCs w:val="18"/>
        </w:rPr>
      </w:pPr>
      <w:r>
        <w:rPr>
          <w:rFonts w:ascii="Roboto Light" w:hAnsi="Roboto Light"/>
          <w:sz w:val="18"/>
          <w:szCs w:val="18"/>
        </w:rPr>
        <w:t>Viele</w:t>
      </w:r>
      <w:r w:rsidR="00C9172F">
        <w:rPr>
          <w:rFonts w:ascii="Roboto Light" w:hAnsi="Roboto Light"/>
          <w:sz w:val="18"/>
          <w:szCs w:val="18"/>
        </w:rPr>
        <w:t xml:space="preserve"> Grüße und Gut Pfad</w:t>
      </w:r>
    </w:p>
    <w:p w14:paraId="6B981320" w14:textId="664D1BB3" w:rsidR="009B72CC" w:rsidRDefault="00FA520C" w:rsidP="00C17775">
      <w:pPr>
        <w:spacing w:line="280" w:lineRule="exact"/>
        <w:rPr>
          <w:rFonts w:ascii="Roboto Light" w:hAnsi="Roboto Light"/>
          <w:sz w:val="18"/>
          <w:szCs w:val="18"/>
        </w:rPr>
      </w:pPr>
      <w:r>
        <w:rPr>
          <w:rFonts w:ascii="Roboto Light" w:hAnsi="Roboto Light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27A6426" wp14:editId="31480317">
                <wp:simplePos x="0" y="0"/>
                <wp:positionH relativeFrom="column">
                  <wp:posOffset>-33655</wp:posOffset>
                </wp:positionH>
                <wp:positionV relativeFrom="paragraph">
                  <wp:posOffset>50800</wp:posOffset>
                </wp:positionV>
                <wp:extent cx="790920" cy="415440"/>
                <wp:effectExtent l="38100" t="38100" r="47625" b="41910"/>
                <wp:wrapNone/>
                <wp:docPr id="668629595" name="Freihand 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790920" cy="41529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46F620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9" o:spid="_x0000_s1026" type="#_x0000_t75" style="position:absolute;margin-left:-3.15pt;margin-top:3.5pt;width:63.3pt;height:33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">
                <v:imagedata r:id="rId10" o:title=""/>
              </v:shape>
            </w:pict>
          </mc:Fallback>
        </mc:AlternateContent>
      </w:r>
    </w:p>
    <w:p w14:paraId="73A09B1F" w14:textId="6E9CE8DE" w:rsidR="00164152" w:rsidRDefault="00FA520C" w:rsidP="00C17775">
      <w:pPr>
        <w:spacing w:line="280" w:lineRule="exact"/>
        <w:rPr>
          <w:rFonts w:ascii="Roboto Light" w:hAnsi="Roboto Light"/>
          <w:sz w:val="18"/>
          <w:szCs w:val="18"/>
        </w:rPr>
      </w:pPr>
      <w:r>
        <w:rPr>
          <w:rFonts w:ascii="Roboto Light" w:hAnsi="Roboto Light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149E734E" wp14:editId="6B0AC240">
                <wp:simplePos x="0" y="0"/>
                <wp:positionH relativeFrom="column">
                  <wp:posOffset>1412930</wp:posOffset>
                </wp:positionH>
                <wp:positionV relativeFrom="paragraph">
                  <wp:posOffset>27870</wp:posOffset>
                </wp:positionV>
                <wp:extent cx="786240" cy="144360"/>
                <wp:effectExtent l="38100" t="38100" r="33020" b="46355"/>
                <wp:wrapNone/>
                <wp:docPr id="508205963" name="Freihand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786240" cy="144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E1DC31" id="Freihand 23" o:spid="_x0000_s1026" type="#_x0000_t75" style="position:absolute;margin-left:110.75pt;margin-top:1.7pt;width:62.85pt;height:12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">
                <v:imagedata r:id="rId12" o:title=""/>
              </v:shape>
            </w:pict>
          </mc:Fallback>
        </mc:AlternateContent>
      </w:r>
      <w:r>
        <w:rPr>
          <w:rFonts w:ascii="Roboto Light" w:hAnsi="Roboto Light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1198C699" wp14:editId="7DBFE5C0">
                <wp:simplePos x="0" y="0"/>
                <wp:positionH relativeFrom="column">
                  <wp:posOffset>660400</wp:posOffset>
                </wp:positionH>
                <wp:positionV relativeFrom="paragraph">
                  <wp:posOffset>-141605</wp:posOffset>
                </wp:positionV>
                <wp:extent cx="914745" cy="336600"/>
                <wp:effectExtent l="38100" t="38100" r="38100" b="44450"/>
                <wp:wrapNone/>
                <wp:docPr id="1408405375" name="Freihand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914745" cy="336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246B6D" id="Freihand 22" o:spid="_x0000_s1026" type="#_x0000_t75" style="position:absolute;margin-left:51.5pt;margin-top:-11.65pt;width:73.05pt;height:27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">
                <v:imagedata r:id="rId14" o:title=""/>
              </v:shape>
            </w:pict>
          </mc:Fallback>
        </mc:AlternateContent>
      </w:r>
    </w:p>
    <w:p w14:paraId="50118355" w14:textId="0F699EFB" w:rsidR="009B72CC" w:rsidRDefault="009B72CC" w:rsidP="00C17775">
      <w:pPr>
        <w:spacing w:line="280" w:lineRule="exact"/>
        <w:rPr>
          <w:rFonts w:ascii="Roboto Light" w:hAnsi="Roboto Light"/>
          <w:sz w:val="18"/>
          <w:szCs w:val="18"/>
        </w:rPr>
      </w:pPr>
      <w:r>
        <w:rPr>
          <w:rFonts w:ascii="Roboto Light" w:hAnsi="Roboto Light"/>
          <w:sz w:val="18"/>
          <w:szCs w:val="18"/>
        </w:rPr>
        <w:t xml:space="preserve">in Auftrag für die Sippe </w:t>
      </w:r>
      <w:r w:rsidR="00203D19">
        <w:rPr>
          <w:rFonts w:ascii="Roboto Light" w:hAnsi="Roboto Light"/>
          <w:sz w:val="18"/>
          <w:szCs w:val="18"/>
        </w:rPr>
        <w:t xml:space="preserve">Mustername </w:t>
      </w:r>
    </w:p>
    <w:p w14:paraId="736BDE5B" w14:textId="52DCFA75" w:rsidR="00164152" w:rsidRDefault="00203D19" w:rsidP="00C17775">
      <w:pPr>
        <w:spacing w:line="280" w:lineRule="exact"/>
        <w:rPr>
          <w:rFonts w:ascii="Roboto Light" w:hAnsi="Roboto Light"/>
          <w:sz w:val="18"/>
          <w:szCs w:val="18"/>
        </w:rPr>
      </w:pPr>
      <w:r>
        <w:rPr>
          <w:rFonts w:ascii="Roboto Light" w:hAnsi="Roboto Light"/>
          <w:sz w:val="18"/>
          <w:szCs w:val="18"/>
        </w:rPr>
        <w:t xml:space="preserve">Muster Name </w:t>
      </w:r>
    </w:p>
    <w:p w14:paraId="0C3E510F" w14:textId="1A2BC055" w:rsidR="00164152" w:rsidRDefault="009B72CC" w:rsidP="00C17775">
      <w:pPr>
        <w:spacing w:line="280" w:lineRule="exact"/>
        <w:rPr>
          <w:rFonts w:ascii="Roboto Light" w:hAnsi="Roboto Light"/>
          <w:sz w:val="18"/>
          <w:szCs w:val="18"/>
        </w:rPr>
      </w:pPr>
      <w:r>
        <w:rPr>
          <w:rFonts w:ascii="Roboto Light" w:hAnsi="Roboto Light"/>
          <w:sz w:val="18"/>
          <w:szCs w:val="18"/>
        </w:rPr>
        <w:t>euer Landesversammlungsvorstand!</w:t>
      </w:r>
    </w:p>
    <w:p w14:paraId="5779D8AF" w14:textId="77777777" w:rsidR="009B72CC" w:rsidRDefault="009B72CC" w:rsidP="00C17775">
      <w:pPr>
        <w:spacing w:line="280" w:lineRule="exact"/>
        <w:rPr>
          <w:rFonts w:ascii="Roboto Light" w:hAnsi="Roboto Light"/>
          <w:sz w:val="18"/>
          <w:szCs w:val="18"/>
        </w:rPr>
      </w:pPr>
    </w:p>
    <w:p w14:paraId="0FADB9E8" w14:textId="77777777" w:rsidR="009B72CC" w:rsidRDefault="009B72CC" w:rsidP="00C17775">
      <w:pPr>
        <w:spacing w:line="280" w:lineRule="exact"/>
        <w:rPr>
          <w:rFonts w:ascii="Roboto Light" w:hAnsi="Roboto Light"/>
          <w:sz w:val="18"/>
          <w:szCs w:val="18"/>
        </w:rPr>
      </w:pPr>
    </w:p>
    <w:p w14:paraId="68341E8B" w14:textId="77777777" w:rsidR="009627D2" w:rsidRDefault="009627D2" w:rsidP="00C17775">
      <w:pPr>
        <w:spacing w:line="280" w:lineRule="exact"/>
        <w:rPr>
          <w:rFonts w:ascii="Roboto Light" w:hAnsi="Roboto Light"/>
          <w:sz w:val="18"/>
          <w:szCs w:val="18"/>
        </w:rPr>
      </w:pPr>
    </w:p>
    <w:p w14:paraId="238355AF" w14:textId="77777777" w:rsidR="009627D2" w:rsidRDefault="009627D2" w:rsidP="00C17775">
      <w:pPr>
        <w:spacing w:line="280" w:lineRule="exact"/>
        <w:rPr>
          <w:rFonts w:ascii="Roboto Light" w:hAnsi="Roboto Light"/>
          <w:sz w:val="18"/>
          <w:szCs w:val="18"/>
        </w:rPr>
      </w:pPr>
    </w:p>
    <w:p w14:paraId="03FD265A" w14:textId="77777777" w:rsidR="009627D2" w:rsidRDefault="009627D2" w:rsidP="00C17775">
      <w:pPr>
        <w:spacing w:line="280" w:lineRule="exact"/>
        <w:rPr>
          <w:rFonts w:ascii="Roboto Light" w:hAnsi="Roboto Light"/>
          <w:sz w:val="18"/>
          <w:szCs w:val="18"/>
        </w:rPr>
      </w:pPr>
    </w:p>
    <w:p w14:paraId="397904C8" w14:textId="77777777" w:rsidR="009627D2" w:rsidRDefault="009627D2" w:rsidP="00C17775">
      <w:pPr>
        <w:spacing w:line="280" w:lineRule="exact"/>
        <w:rPr>
          <w:rFonts w:ascii="Roboto Light" w:hAnsi="Roboto Light"/>
          <w:sz w:val="18"/>
          <w:szCs w:val="18"/>
        </w:rPr>
      </w:pPr>
    </w:p>
    <w:p w14:paraId="46725320" w14:textId="77777777" w:rsidR="009627D2" w:rsidRDefault="009627D2" w:rsidP="00C17775">
      <w:pPr>
        <w:spacing w:line="280" w:lineRule="exact"/>
        <w:rPr>
          <w:rFonts w:ascii="Roboto Light" w:hAnsi="Roboto Light"/>
          <w:sz w:val="18"/>
          <w:szCs w:val="18"/>
        </w:rPr>
      </w:pPr>
    </w:p>
    <w:p w14:paraId="30DC5C40" w14:textId="77777777" w:rsidR="009627D2" w:rsidRDefault="009627D2" w:rsidP="00C17775">
      <w:pPr>
        <w:spacing w:line="280" w:lineRule="exact"/>
        <w:rPr>
          <w:rFonts w:ascii="Roboto Light" w:hAnsi="Roboto Light"/>
          <w:sz w:val="18"/>
          <w:szCs w:val="18"/>
        </w:rPr>
      </w:pPr>
    </w:p>
    <w:p w14:paraId="585D1CF8" w14:textId="77777777" w:rsidR="009627D2" w:rsidRDefault="009627D2" w:rsidP="00C17775">
      <w:pPr>
        <w:spacing w:line="280" w:lineRule="exact"/>
        <w:rPr>
          <w:rFonts w:ascii="Roboto Light" w:hAnsi="Roboto Light"/>
          <w:sz w:val="18"/>
          <w:szCs w:val="18"/>
        </w:rPr>
      </w:pPr>
    </w:p>
    <w:p w14:paraId="177654D5" w14:textId="77777777" w:rsidR="006E4759" w:rsidRDefault="006E4759" w:rsidP="00C17775">
      <w:pPr>
        <w:spacing w:line="280" w:lineRule="exact"/>
        <w:rPr>
          <w:rFonts w:ascii="Roboto Light" w:hAnsi="Roboto Light"/>
          <w:sz w:val="18"/>
          <w:szCs w:val="18"/>
        </w:rPr>
      </w:pPr>
    </w:p>
    <w:p w14:paraId="630FE768" w14:textId="6A5F9D30" w:rsidR="009B72CC" w:rsidRDefault="009B72CC" w:rsidP="00C17775">
      <w:pPr>
        <w:spacing w:line="280" w:lineRule="exact"/>
        <w:rPr>
          <w:rFonts w:ascii="Roboto Light" w:hAnsi="Roboto Light"/>
          <w:sz w:val="18"/>
          <w:szCs w:val="18"/>
        </w:rPr>
      </w:pPr>
    </w:p>
    <w:p w14:paraId="19441066" w14:textId="3AB3AF7A" w:rsidR="009B72CC" w:rsidRPr="00552A15" w:rsidRDefault="009B72CC" w:rsidP="00C17775">
      <w:pPr>
        <w:spacing w:line="280" w:lineRule="exact"/>
        <w:rPr>
          <w:rFonts w:ascii="Roboto Medium" w:hAnsi="Roboto Medium"/>
        </w:rPr>
      </w:pPr>
      <w:r w:rsidRPr="00552A15">
        <w:rPr>
          <w:rFonts w:ascii="Roboto Medium" w:hAnsi="Roboto Medium"/>
        </w:rPr>
        <w:t xml:space="preserve">Tagesordnung: </w:t>
      </w:r>
    </w:p>
    <w:p w14:paraId="7E080B76" w14:textId="028F480C" w:rsidR="009B72CC" w:rsidRPr="00552A15" w:rsidRDefault="009B72CC" w:rsidP="00C17775">
      <w:pPr>
        <w:spacing w:line="280" w:lineRule="exact"/>
        <w:rPr>
          <w:rFonts w:ascii="Roboto Medium" w:hAnsi="Roboto Medium"/>
          <w:lang w:val="en-GB"/>
        </w:rPr>
      </w:pPr>
      <w:r w:rsidRPr="00552A15">
        <w:rPr>
          <w:rFonts w:ascii="Roboto Medium" w:hAnsi="Roboto Medium"/>
          <w:lang w:val="en-GB"/>
        </w:rPr>
        <w:t xml:space="preserve">TOP – 0 </w:t>
      </w:r>
      <w:r w:rsidRPr="00552A15">
        <w:rPr>
          <w:rFonts w:ascii="Roboto Medium" w:hAnsi="Roboto Medium"/>
          <w:lang w:val="en-GB"/>
        </w:rPr>
        <w:tab/>
      </w:r>
      <w:proofErr w:type="spellStart"/>
      <w:r w:rsidRPr="00552A15">
        <w:rPr>
          <w:rFonts w:ascii="Roboto Medium" w:hAnsi="Roboto Medium"/>
          <w:lang w:val="en-GB"/>
        </w:rPr>
        <w:t>Formalia</w:t>
      </w:r>
      <w:proofErr w:type="spellEnd"/>
      <w:r w:rsidRPr="00552A15">
        <w:rPr>
          <w:rFonts w:ascii="Roboto Medium" w:hAnsi="Roboto Medium"/>
          <w:lang w:val="en-GB"/>
        </w:rPr>
        <w:t xml:space="preserve"> </w:t>
      </w:r>
      <w:r w:rsidR="003B7412" w:rsidRPr="00552A15">
        <w:rPr>
          <w:rFonts w:ascii="Roboto Medium" w:hAnsi="Roboto Medium"/>
          <w:lang w:val="en-GB"/>
        </w:rPr>
        <w:t>(I/B)</w:t>
      </w:r>
    </w:p>
    <w:p w14:paraId="583037FE" w14:textId="6D26FFB2" w:rsidR="003B7412" w:rsidRPr="00552A15" w:rsidRDefault="003B7412" w:rsidP="00C17775">
      <w:pPr>
        <w:spacing w:line="280" w:lineRule="exact"/>
        <w:rPr>
          <w:rFonts w:ascii="Roboto Medium" w:hAnsi="Roboto Medium"/>
          <w:lang w:val="en-GB"/>
        </w:rPr>
      </w:pPr>
      <w:r w:rsidRPr="00552A15">
        <w:rPr>
          <w:rFonts w:ascii="Roboto Medium" w:hAnsi="Roboto Medium"/>
          <w:lang w:val="en-GB"/>
        </w:rPr>
        <w:t xml:space="preserve">TOP – 1 </w:t>
      </w:r>
      <w:r w:rsidRPr="00552A15">
        <w:rPr>
          <w:rFonts w:ascii="Roboto Medium" w:hAnsi="Roboto Medium"/>
          <w:lang w:val="en-GB"/>
        </w:rPr>
        <w:tab/>
      </w:r>
      <w:proofErr w:type="spellStart"/>
      <w:r w:rsidRPr="00552A15">
        <w:rPr>
          <w:rFonts w:ascii="Roboto Medium" w:hAnsi="Roboto Medium"/>
          <w:lang w:val="en-GB"/>
        </w:rPr>
        <w:t>Einführung</w:t>
      </w:r>
      <w:proofErr w:type="spellEnd"/>
      <w:r w:rsidRPr="00552A15">
        <w:rPr>
          <w:rFonts w:ascii="Roboto Medium" w:hAnsi="Roboto Medium"/>
          <w:lang w:val="en-GB"/>
        </w:rPr>
        <w:t xml:space="preserve"> für </w:t>
      </w:r>
      <w:proofErr w:type="spellStart"/>
      <w:r w:rsidRPr="00552A15">
        <w:rPr>
          <w:rFonts w:ascii="Roboto Medium" w:hAnsi="Roboto Medium"/>
          <w:lang w:val="en-GB"/>
        </w:rPr>
        <w:t>Neulinge</w:t>
      </w:r>
      <w:proofErr w:type="spellEnd"/>
      <w:r w:rsidRPr="00552A15">
        <w:rPr>
          <w:rFonts w:ascii="Roboto Medium" w:hAnsi="Roboto Medium"/>
          <w:lang w:val="en-GB"/>
        </w:rPr>
        <w:t xml:space="preserve"> (I)</w:t>
      </w:r>
    </w:p>
    <w:p w14:paraId="0793520B" w14:textId="18B5DDD0" w:rsidR="009B72CC" w:rsidRPr="00552A15" w:rsidRDefault="009B72CC" w:rsidP="00C17775">
      <w:pPr>
        <w:spacing w:line="280" w:lineRule="exact"/>
        <w:rPr>
          <w:rFonts w:ascii="Roboto Medium" w:hAnsi="Roboto Medium"/>
        </w:rPr>
      </w:pPr>
      <w:r w:rsidRPr="00552A15">
        <w:rPr>
          <w:rFonts w:ascii="Roboto Medium" w:hAnsi="Roboto Medium"/>
        </w:rPr>
        <w:t xml:space="preserve">TOP – 2 </w:t>
      </w:r>
      <w:r w:rsidRPr="00552A15">
        <w:rPr>
          <w:rFonts w:ascii="Roboto Medium" w:hAnsi="Roboto Medium"/>
        </w:rPr>
        <w:tab/>
        <w:t>Namensänderung VCP Württemberg e.V.</w:t>
      </w:r>
      <w:r w:rsidR="003B7412" w:rsidRPr="00552A15">
        <w:rPr>
          <w:rFonts w:ascii="Roboto Medium" w:hAnsi="Roboto Medium"/>
        </w:rPr>
        <w:t xml:space="preserve"> (I/B/D)</w:t>
      </w:r>
    </w:p>
    <w:p w14:paraId="4A3F4E20" w14:textId="5A68AF5D" w:rsidR="009B72CC" w:rsidRPr="00552A15" w:rsidRDefault="009B72CC" w:rsidP="00C17775">
      <w:pPr>
        <w:spacing w:line="280" w:lineRule="exact"/>
        <w:rPr>
          <w:rFonts w:ascii="Roboto Medium" w:hAnsi="Roboto Medium"/>
          <w:lang w:val="en-GB"/>
        </w:rPr>
      </w:pPr>
      <w:r w:rsidRPr="00552A15">
        <w:rPr>
          <w:rFonts w:ascii="Roboto Medium" w:hAnsi="Roboto Medium"/>
          <w:lang w:val="en-GB"/>
        </w:rPr>
        <w:t xml:space="preserve">TOP – 3 </w:t>
      </w:r>
      <w:r w:rsidRPr="00552A15">
        <w:rPr>
          <w:rFonts w:ascii="Roboto Medium" w:hAnsi="Roboto Medium"/>
          <w:lang w:val="en-GB"/>
        </w:rPr>
        <w:tab/>
        <w:t xml:space="preserve">Essen </w:t>
      </w:r>
      <w:r w:rsidR="003B7412" w:rsidRPr="00552A15">
        <w:rPr>
          <w:rFonts w:ascii="Roboto Medium" w:hAnsi="Roboto Medium"/>
          <w:lang w:val="en-GB"/>
        </w:rPr>
        <w:t>(I)</w:t>
      </w:r>
    </w:p>
    <w:p w14:paraId="74275FA0" w14:textId="3EA32D88" w:rsidR="009B72CC" w:rsidRPr="00552A15" w:rsidRDefault="009B72CC" w:rsidP="00C17775">
      <w:pPr>
        <w:spacing w:line="280" w:lineRule="exact"/>
        <w:rPr>
          <w:rFonts w:ascii="Roboto Medium" w:hAnsi="Roboto Medium"/>
          <w:lang w:val="en-GB"/>
        </w:rPr>
      </w:pPr>
      <w:r w:rsidRPr="00552A15">
        <w:rPr>
          <w:rFonts w:ascii="Roboto Medium" w:hAnsi="Roboto Medium"/>
          <w:lang w:val="en-GB"/>
        </w:rPr>
        <w:t>TOP – 4</w:t>
      </w:r>
      <w:r w:rsidRPr="00552A15">
        <w:rPr>
          <w:rFonts w:ascii="Roboto Medium" w:hAnsi="Roboto Medium"/>
          <w:lang w:val="en-GB"/>
        </w:rPr>
        <w:tab/>
      </w:r>
      <w:proofErr w:type="spellStart"/>
      <w:r w:rsidRPr="00552A15">
        <w:rPr>
          <w:rFonts w:ascii="Roboto Medium" w:hAnsi="Roboto Medium"/>
          <w:lang w:val="en-GB"/>
        </w:rPr>
        <w:t>Spieleabend</w:t>
      </w:r>
      <w:proofErr w:type="spellEnd"/>
      <w:r w:rsidRPr="00552A15">
        <w:rPr>
          <w:rFonts w:ascii="Roboto Medium" w:hAnsi="Roboto Medium"/>
          <w:lang w:val="en-GB"/>
        </w:rPr>
        <w:t xml:space="preserve"> </w:t>
      </w:r>
      <w:r w:rsidR="003B7412" w:rsidRPr="00552A15">
        <w:rPr>
          <w:rFonts w:ascii="Roboto Medium" w:hAnsi="Roboto Medium"/>
          <w:lang w:val="en-GB"/>
        </w:rPr>
        <w:t>(I)</w:t>
      </w:r>
    </w:p>
    <w:p w14:paraId="55CFC8BD" w14:textId="1F9DE7BE" w:rsidR="009B72CC" w:rsidRPr="00552A15" w:rsidRDefault="009B72CC" w:rsidP="00C17775">
      <w:pPr>
        <w:spacing w:line="280" w:lineRule="exact"/>
        <w:rPr>
          <w:rFonts w:ascii="Roboto Medium" w:hAnsi="Roboto Medium"/>
        </w:rPr>
      </w:pPr>
      <w:r w:rsidRPr="00552A15">
        <w:rPr>
          <w:rFonts w:ascii="Roboto Medium" w:hAnsi="Roboto Medium"/>
        </w:rPr>
        <w:t xml:space="preserve">TOP – 5 </w:t>
      </w:r>
      <w:r w:rsidRPr="00552A15">
        <w:rPr>
          <w:rFonts w:ascii="Roboto Medium" w:hAnsi="Roboto Medium"/>
        </w:rPr>
        <w:tab/>
        <w:t xml:space="preserve">Abschied </w:t>
      </w:r>
      <w:r w:rsidR="003B7412" w:rsidRPr="00552A15">
        <w:rPr>
          <w:rFonts w:ascii="Roboto Medium" w:hAnsi="Roboto Medium"/>
        </w:rPr>
        <w:t>(I)</w:t>
      </w:r>
    </w:p>
    <w:p w14:paraId="4DA90E3D" w14:textId="153E218B" w:rsidR="003B7412" w:rsidRPr="003B7412" w:rsidRDefault="003B7412" w:rsidP="00C17775">
      <w:pPr>
        <w:spacing w:line="280" w:lineRule="exact"/>
        <w:rPr>
          <w:rFonts w:ascii="Roboto Light" w:hAnsi="Roboto Light"/>
          <w:sz w:val="18"/>
          <w:szCs w:val="18"/>
        </w:rPr>
      </w:pPr>
      <w:r w:rsidRPr="003B7412">
        <w:rPr>
          <w:rFonts w:ascii="Roboto Light" w:hAnsi="Roboto Light"/>
          <w:sz w:val="18"/>
          <w:szCs w:val="18"/>
        </w:rPr>
        <w:t>Kurzzeichen: (</w:t>
      </w:r>
      <w:r w:rsidRPr="00552A15">
        <w:rPr>
          <w:rFonts w:ascii="Roboto Medium" w:hAnsi="Roboto Medium"/>
          <w:bCs/>
          <w:sz w:val="18"/>
          <w:szCs w:val="18"/>
        </w:rPr>
        <w:t>I</w:t>
      </w:r>
      <w:r w:rsidRPr="003B7412">
        <w:rPr>
          <w:rFonts w:ascii="Roboto Light" w:hAnsi="Roboto Light"/>
          <w:sz w:val="18"/>
          <w:szCs w:val="18"/>
        </w:rPr>
        <w:t xml:space="preserve">nformation/ </w:t>
      </w:r>
      <w:r w:rsidRPr="00552A15">
        <w:rPr>
          <w:rFonts w:ascii="Roboto Medium" w:hAnsi="Roboto Medium"/>
          <w:bCs/>
          <w:sz w:val="18"/>
          <w:szCs w:val="18"/>
        </w:rPr>
        <w:t>D</w:t>
      </w:r>
      <w:r w:rsidRPr="003B7412">
        <w:rPr>
          <w:rFonts w:ascii="Roboto Light" w:hAnsi="Roboto Light"/>
          <w:sz w:val="18"/>
          <w:szCs w:val="18"/>
        </w:rPr>
        <w:t xml:space="preserve">iskussion/ </w:t>
      </w:r>
      <w:r w:rsidRPr="00552A15">
        <w:rPr>
          <w:rFonts w:ascii="Roboto Medium" w:hAnsi="Roboto Medium"/>
          <w:bCs/>
          <w:sz w:val="18"/>
          <w:szCs w:val="18"/>
        </w:rPr>
        <w:t>B</w:t>
      </w:r>
      <w:r w:rsidRPr="003B7412">
        <w:rPr>
          <w:rFonts w:ascii="Roboto Light" w:hAnsi="Roboto Light"/>
          <w:sz w:val="18"/>
          <w:szCs w:val="18"/>
        </w:rPr>
        <w:t>eschluss)</w:t>
      </w:r>
    </w:p>
    <w:sectPr w:rsidR="003B7412" w:rsidRPr="003B7412" w:rsidSect="009C4EF1">
      <w:headerReference w:type="even" r:id="rId15"/>
      <w:headerReference w:type="default" r:id="rId16"/>
      <w:headerReference w:type="first" r:id="rId17"/>
      <w:footerReference w:type="first" r:id="rId18"/>
      <w:type w:val="continuous"/>
      <w:pgSz w:w="11906" w:h="16838"/>
      <w:pgMar w:top="2977" w:right="340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4A1C5" w14:textId="77777777" w:rsidR="009C4EF1" w:rsidRDefault="009C4EF1" w:rsidP="00A11292">
      <w:pPr>
        <w:spacing w:after="0" w:line="240" w:lineRule="auto"/>
      </w:pPr>
      <w:r>
        <w:separator/>
      </w:r>
    </w:p>
  </w:endnote>
  <w:endnote w:type="continuationSeparator" w:id="0">
    <w:p w14:paraId="3D4ED3F9" w14:textId="77777777" w:rsidR="009C4EF1" w:rsidRDefault="009C4EF1" w:rsidP="00A11292">
      <w:pPr>
        <w:spacing w:after="0" w:line="240" w:lineRule="auto"/>
      </w:pPr>
      <w:r>
        <w:continuationSeparator/>
      </w:r>
    </w:p>
  </w:endnote>
  <w:endnote w:type="continuationNotice" w:id="1">
    <w:p w14:paraId="2CDF88D2" w14:textId="77777777" w:rsidR="009C4EF1" w:rsidRDefault="009C4E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Roboto Black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 Medium">
    <w:charset w:val="00"/>
    <w:family w:val="auto"/>
    <w:pitch w:val="variable"/>
    <w:sig w:usb0="E0000AFF" w:usb1="5000217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D919B" w14:textId="77777777" w:rsidR="007F39CD" w:rsidRDefault="00C53192" w:rsidP="0055610D">
    <w:pPr>
      <w:spacing w:after="0" w:line="200" w:lineRule="exact"/>
    </w:pPr>
    <w:r w:rsidRPr="00C53192">
      <w:rPr>
        <w:rFonts w:ascii="Roboto Light" w:hAnsi="Roboto Light"/>
        <w:color w:val="004287"/>
        <w:sz w:val="13"/>
        <w:szCs w:val="1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6F957" w14:textId="77777777" w:rsidR="009C4EF1" w:rsidRDefault="009C4EF1" w:rsidP="00A11292">
      <w:pPr>
        <w:spacing w:after="0" w:line="240" w:lineRule="auto"/>
      </w:pPr>
      <w:r>
        <w:separator/>
      </w:r>
    </w:p>
  </w:footnote>
  <w:footnote w:type="continuationSeparator" w:id="0">
    <w:p w14:paraId="335A44A6" w14:textId="77777777" w:rsidR="009C4EF1" w:rsidRDefault="009C4EF1" w:rsidP="00A11292">
      <w:pPr>
        <w:spacing w:after="0" w:line="240" w:lineRule="auto"/>
      </w:pPr>
      <w:r>
        <w:continuationSeparator/>
      </w:r>
    </w:p>
  </w:footnote>
  <w:footnote w:type="continuationNotice" w:id="1">
    <w:p w14:paraId="41376CFB" w14:textId="77777777" w:rsidR="009C4EF1" w:rsidRDefault="009C4E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E58DB7" w14:textId="77777777" w:rsidR="0037745A" w:rsidRDefault="0037745A" w:rsidP="0037745A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  <w:r>
      <w:rPr>
        <w:noProof/>
        <w:lang w:eastAsia="de-DE"/>
      </w:rPr>
      <w:drawing>
        <wp:inline distT="0" distB="0" distL="0" distR="0" wp14:anchorId="689D2117" wp14:editId="6F0B5029">
          <wp:extent cx="2014585" cy="460800"/>
          <wp:effectExtent l="0" t="0" r="0" b="0"/>
          <wp:docPr id="305813321" name="Bild 17" descr="Mac SSD:Users:adt:Desktop:150615-VCPP-Logo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SSD:Users:adt:Desktop:150615-VCPP-Logo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4585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7AABC0" w14:textId="77777777" w:rsidR="0037745A" w:rsidRDefault="0037745A" w:rsidP="0037745A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  <w:r w:rsidRPr="002013D7"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58246" behindDoc="1" locked="1" layoutInCell="1" allowOverlap="1" wp14:anchorId="200F28D0" wp14:editId="009D670B">
              <wp:simplePos x="0" y="0"/>
              <wp:positionH relativeFrom="margin">
                <wp:posOffset>4164965</wp:posOffset>
              </wp:positionH>
              <wp:positionV relativeFrom="paragraph">
                <wp:posOffset>12065</wp:posOffset>
              </wp:positionV>
              <wp:extent cx="1252855" cy="219075"/>
              <wp:effectExtent l="8890" t="0" r="635" b="635"/>
              <wp:wrapTight wrapText="bothSides">
                <wp:wrapPolygon edited="0">
                  <wp:start x="21447" y="-877"/>
                  <wp:lineTo x="427" y="-877"/>
                  <wp:lineTo x="427" y="19158"/>
                  <wp:lineTo x="21447" y="19158"/>
                  <wp:lineTo x="21447" y="-877"/>
                </wp:wrapPolygon>
              </wp:wrapTight>
              <wp:docPr id="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 flipV="1">
                        <a:off x="0" y="0"/>
                        <a:ext cx="1252855" cy="219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CD85F0" w14:textId="77777777" w:rsidR="0037745A" w:rsidRPr="000823FC" w:rsidRDefault="0037745A" w:rsidP="0037745A">
                          <w:pPr>
                            <w:spacing w:after="0" w:line="240" w:lineRule="auto"/>
                            <w:rPr>
                              <w:rFonts w:ascii="Roboto Light" w:hAnsi="Roboto Light"/>
                              <w:b/>
                              <w:color w:val="FF0000"/>
                              <w:sz w:val="15"/>
                              <w:szCs w:val="15"/>
                            </w:rPr>
                          </w:pPr>
                          <w:r w:rsidRPr="000823FC">
                            <w:rPr>
                              <w:rFonts w:ascii="Roboto Light" w:hAnsi="Roboto Light"/>
                              <w:color w:val="FF0000"/>
                              <w:sz w:val="15"/>
                              <w:szCs w:val="15"/>
                            </w:rPr>
                            <w:t>Bundeszentrale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0F28D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27.95pt;margin-top:.95pt;width:98.65pt;height:17.25pt;rotation:90;flip:y;z-index:-25165823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" stroked="f">
              <v:textbox style="layout-flow:vertical">
                <w:txbxContent>
                  <w:p w14:paraId="27CD85F0" w14:textId="77777777" w:rsidR="0037745A" w:rsidRPr="000823FC" w:rsidRDefault="0037745A" w:rsidP="0037745A">
                    <w:pPr>
                      <w:spacing w:after="0" w:line="240" w:lineRule="auto"/>
                      <w:rPr>
                        <w:rFonts w:ascii="Roboto Light" w:hAnsi="Roboto Light"/>
                        <w:b/>
                        <w:color w:val="FF0000"/>
                        <w:sz w:val="15"/>
                        <w:szCs w:val="15"/>
                      </w:rPr>
                    </w:pPr>
                    <w:r w:rsidRPr="000823FC">
                      <w:rPr>
                        <w:rFonts w:ascii="Roboto Light" w:hAnsi="Roboto Light"/>
                        <w:color w:val="FF0000"/>
                        <w:sz w:val="15"/>
                        <w:szCs w:val="15"/>
                      </w:rPr>
                      <w:t>Bundeszentrale</w:t>
                    </w:r>
                  </w:p>
                </w:txbxContent>
              </v:textbox>
              <w10:wrap type="tight" anchorx="margin"/>
              <w10:anchorlock/>
            </v:shape>
          </w:pict>
        </mc:Fallback>
      </mc:AlternateContent>
    </w:r>
  </w:p>
  <w:p w14:paraId="481BD1C5" w14:textId="77777777" w:rsidR="0037745A" w:rsidRDefault="0037745A" w:rsidP="0037745A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</w:p>
  <w:p w14:paraId="6E4B576B" w14:textId="77777777" w:rsidR="0037745A" w:rsidRDefault="0037745A" w:rsidP="0037745A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</w:p>
  <w:p w14:paraId="5B659071" w14:textId="77777777" w:rsidR="0037745A" w:rsidRDefault="0037745A" w:rsidP="0037745A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</w:p>
  <w:p w14:paraId="62632088" w14:textId="77777777" w:rsidR="0037745A" w:rsidRDefault="0037745A" w:rsidP="0037745A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</w:p>
  <w:p w14:paraId="0FE3E750" w14:textId="77777777" w:rsidR="0037745A" w:rsidRDefault="0037745A" w:rsidP="0037745A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</w:p>
  <w:p w14:paraId="352D9CBD" w14:textId="77777777" w:rsidR="0037745A" w:rsidRDefault="0037745A" w:rsidP="0037745A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</w:p>
  <w:p w14:paraId="31E2CCBD" w14:textId="77777777" w:rsidR="0037745A" w:rsidRDefault="0037745A" w:rsidP="0037745A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</w:p>
  <w:p w14:paraId="64D52C79" w14:textId="77777777" w:rsidR="0037745A" w:rsidRPr="00D87CE1" w:rsidRDefault="0037745A" w:rsidP="0037745A">
    <w:pPr>
      <w:pStyle w:val="Kopfzeile"/>
      <w:ind w:right="360"/>
      <w:rPr>
        <w:rFonts w:ascii="Roboto Medium" w:hAnsi="Roboto Medium"/>
        <w:noProof/>
        <w:color w:val="004287"/>
        <w:sz w:val="15"/>
        <w:szCs w:val="15"/>
        <w:lang w:eastAsia="de-DE"/>
      </w:rPr>
    </w:pPr>
    <w:r w:rsidRPr="00D45515">
      <w:rPr>
        <w:rFonts w:ascii="Roboto Medium" w:hAnsi="Roboto Medium" w:cs="Times New Roman"/>
        <w:color w:val="004287"/>
        <w:sz w:val="15"/>
        <w:szCs w:val="15"/>
      </w:rPr>
      <w:t xml:space="preserve">Seite </w:t>
    </w:r>
    <w:r w:rsidRPr="00D45515">
      <w:rPr>
        <w:rFonts w:ascii="Roboto Medium" w:hAnsi="Roboto Medium" w:cs="Times New Roman"/>
        <w:color w:val="004287"/>
        <w:sz w:val="15"/>
        <w:szCs w:val="15"/>
      </w:rPr>
      <w:fldChar w:fldCharType="begin"/>
    </w:r>
    <w:r w:rsidRPr="00D45515">
      <w:rPr>
        <w:rFonts w:ascii="Roboto Medium" w:hAnsi="Roboto Medium" w:cs="Times New Roman"/>
        <w:color w:val="004287"/>
        <w:sz w:val="15"/>
        <w:szCs w:val="15"/>
      </w:rPr>
      <w:instrText xml:space="preserve"> PAGE </w:instrText>
    </w:r>
    <w:r w:rsidRPr="00D45515">
      <w:rPr>
        <w:rFonts w:ascii="Roboto Medium" w:hAnsi="Roboto Medium" w:cs="Times New Roman"/>
        <w:color w:val="004287"/>
        <w:sz w:val="15"/>
        <w:szCs w:val="15"/>
      </w:rPr>
      <w:fldChar w:fldCharType="separate"/>
    </w:r>
    <w:r w:rsidR="00C33859">
      <w:rPr>
        <w:rFonts w:ascii="Roboto Medium" w:hAnsi="Roboto Medium" w:cs="Times New Roman"/>
        <w:noProof/>
        <w:color w:val="004287"/>
        <w:sz w:val="15"/>
        <w:szCs w:val="15"/>
      </w:rPr>
      <w:t>2</w:t>
    </w:r>
    <w:r w:rsidRPr="00D45515">
      <w:rPr>
        <w:rFonts w:ascii="Roboto Medium" w:hAnsi="Roboto Medium" w:cs="Times New Roman"/>
        <w:color w:val="004287"/>
        <w:sz w:val="15"/>
        <w:szCs w:val="15"/>
      </w:rPr>
      <w:fldChar w:fldCharType="end"/>
    </w:r>
    <w:r>
      <w:rPr>
        <w:rFonts w:ascii="Roboto Medium" w:hAnsi="Roboto Medium" w:cs="Times New Roman"/>
        <w:color w:val="004287"/>
        <w:sz w:val="15"/>
        <w:szCs w:val="15"/>
      </w:rPr>
      <w:t>/</w:t>
    </w:r>
    <w:r w:rsidRPr="00D45515">
      <w:rPr>
        <w:rFonts w:ascii="Roboto Medium" w:hAnsi="Roboto Medium" w:cs="Times New Roman"/>
        <w:color w:val="004287"/>
        <w:sz w:val="15"/>
        <w:szCs w:val="15"/>
      </w:rPr>
      <w:fldChar w:fldCharType="begin"/>
    </w:r>
    <w:r w:rsidRPr="00D45515">
      <w:rPr>
        <w:rFonts w:ascii="Roboto Medium" w:hAnsi="Roboto Medium" w:cs="Times New Roman"/>
        <w:color w:val="004287"/>
        <w:sz w:val="15"/>
        <w:szCs w:val="15"/>
      </w:rPr>
      <w:instrText xml:space="preserve"> NUMPAGES </w:instrText>
    </w:r>
    <w:r w:rsidRPr="00D45515">
      <w:rPr>
        <w:rFonts w:ascii="Roboto Medium" w:hAnsi="Roboto Medium" w:cs="Times New Roman"/>
        <w:color w:val="004287"/>
        <w:sz w:val="15"/>
        <w:szCs w:val="15"/>
      </w:rPr>
      <w:fldChar w:fldCharType="separate"/>
    </w:r>
    <w:r w:rsidR="003264B0">
      <w:rPr>
        <w:rFonts w:ascii="Roboto Medium" w:hAnsi="Roboto Medium" w:cs="Times New Roman"/>
        <w:noProof/>
        <w:color w:val="004287"/>
        <w:sz w:val="15"/>
        <w:szCs w:val="15"/>
      </w:rPr>
      <w:t>1</w:t>
    </w:r>
    <w:r w:rsidRPr="00D45515">
      <w:rPr>
        <w:rFonts w:ascii="Roboto Medium" w:hAnsi="Roboto Medium" w:cs="Times New Roman"/>
        <w:color w:val="004287"/>
        <w:sz w:val="15"/>
        <w:szCs w:val="15"/>
      </w:rPr>
      <w:fldChar w:fldCharType="end"/>
    </w:r>
    <w:r w:rsidRPr="00D45515">
      <w:rPr>
        <w:rFonts w:ascii="Roboto Medium" w:hAnsi="Roboto Medium"/>
        <w:noProof/>
        <w:color w:val="004287"/>
        <w:sz w:val="15"/>
        <w:szCs w:val="15"/>
        <w:lang w:eastAsia="de-DE"/>
      </w:rPr>
      <w:t xml:space="preserve"> </w:t>
    </w:r>
  </w:p>
  <w:p w14:paraId="6118188A" w14:textId="77777777" w:rsidR="0037745A" w:rsidRDefault="0037745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FE7A44" w14:textId="77777777" w:rsidR="007F39CD" w:rsidRDefault="007F39CD" w:rsidP="00640DB0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  <w:r>
      <w:rPr>
        <w:noProof/>
        <w:lang w:eastAsia="de-DE"/>
      </w:rPr>
      <w:drawing>
        <wp:inline distT="0" distB="0" distL="0" distR="0" wp14:anchorId="3186BC4E" wp14:editId="18F2D5BB">
          <wp:extent cx="2014585" cy="460800"/>
          <wp:effectExtent l="0" t="0" r="0" b="0"/>
          <wp:docPr id="1661682317" name="Bild 17" descr="Mac SSD:Users:adt:Desktop:150615-VCPP-Logo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SSD:Users:adt:Desktop:150615-VCPP-Logo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4585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A55B57" w14:textId="77777777" w:rsidR="007F39CD" w:rsidRDefault="007F39CD" w:rsidP="00640DB0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  <w:r w:rsidRPr="002013D7"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58244" behindDoc="1" locked="1" layoutInCell="1" allowOverlap="1" wp14:anchorId="36FE1A4C" wp14:editId="4D43B003">
              <wp:simplePos x="0" y="0"/>
              <wp:positionH relativeFrom="margin">
                <wp:posOffset>3985895</wp:posOffset>
              </wp:positionH>
              <wp:positionV relativeFrom="paragraph">
                <wp:posOffset>186055</wp:posOffset>
              </wp:positionV>
              <wp:extent cx="1610360" cy="219075"/>
              <wp:effectExtent l="0" t="9208" r="0" b="0"/>
              <wp:wrapTight wrapText="bothSides">
                <wp:wrapPolygon edited="0">
                  <wp:start x="21724" y="908"/>
                  <wp:lineTo x="260" y="908"/>
                  <wp:lineTo x="260" y="19690"/>
                  <wp:lineTo x="21724" y="19690"/>
                  <wp:lineTo x="21724" y="908"/>
                </wp:wrapPolygon>
              </wp:wrapTight>
              <wp:docPr id="16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 flipV="1">
                        <a:off x="0" y="0"/>
                        <a:ext cx="1610360" cy="219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7EAF63" w14:textId="190A4B2C" w:rsidR="007F39CD" w:rsidRPr="000823FC" w:rsidRDefault="009B72CC" w:rsidP="002013D7">
                          <w:pPr>
                            <w:spacing w:after="0" w:line="240" w:lineRule="auto"/>
                            <w:rPr>
                              <w:rFonts w:ascii="Roboto Light" w:hAnsi="Roboto Light"/>
                              <w:b/>
                              <w:color w:val="FF0000"/>
                              <w:sz w:val="15"/>
                              <w:szCs w:val="15"/>
                            </w:rPr>
                          </w:pPr>
                          <w:proofErr w:type="spellStart"/>
                          <w:r>
                            <w:rPr>
                              <w:rFonts w:ascii="Roboto Light" w:hAnsi="Roboto Light"/>
                              <w:b/>
                              <w:color w:val="FF0000"/>
                              <w:sz w:val="15"/>
                              <w:szCs w:val="15"/>
                            </w:rPr>
                            <w:t>Landesversammlubng</w:t>
                          </w:r>
                          <w:proofErr w:type="spellEnd"/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FE1A4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13.85pt;margin-top:14.65pt;width:126.8pt;height:17.25pt;rotation:90;flip:y;z-index:-2516582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" stroked="f">
              <v:textbox style="layout-flow:vertical">
                <w:txbxContent>
                  <w:p w14:paraId="157EAF63" w14:textId="190A4B2C" w:rsidR="007F39CD" w:rsidRPr="000823FC" w:rsidRDefault="009B72CC" w:rsidP="002013D7">
                    <w:pPr>
                      <w:spacing w:after="0" w:line="240" w:lineRule="auto"/>
                      <w:rPr>
                        <w:rFonts w:ascii="Roboto Light" w:hAnsi="Roboto Light"/>
                        <w:b/>
                        <w:color w:val="FF0000"/>
                        <w:sz w:val="15"/>
                        <w:szCs w:val="15"/>
                      </w:rPr>
                    </w:pPr>
                    <w:proofErr w:type="spellStart"/>
                    <w:r>
                      <w:rPr>
                        <w:rFonts w:ascii="Roboto Light" w:hAnsi="Roboto Light"/>
                        <w:b/>
                        <w:color w:val="FF0000"/>
                        <w:sz w:val="15"/>
                        <w:szCs w:val="15"/>
                      </w:rPr>
                      <w:t>Landesversammlubng</w:t>
                    </w:r>
                    <w:proofErr w:type="spellEnd"/>
                  </w:p>
                </w:txbxContent>
              </v:textbox>
              <w10:wrap type="tight" anchorx="margin"/>
              <w10:anchorlock/>
            </v:shape>
          </w:pict>
        </mc:Fallback>
      </mc:AlternateContent>
    </w:r>
  </w:p>
  <w:p w14:paraId="59AE143C" w14:textId="4AC9832B" w:rsidR="007F39CD" w:rsidRDefault="00552A15" w:rsidP="00640DB0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  <w:r w:rsidRPr="00552A15">
      <w:rPr>
        <w:noProof/>
        <w:sz w:val="18"/>
        <w:szCs w:val="18"/>
      </w:rPr>
      <w:drawing>
        <wp:anchor distT="0" distB="0" distL="114300" distR="114300" simplePos="0" relativeHeight="251660294" behindDoc="0" locked="0" layoutInCell="1" allowOverlap="1" wp14:anchorId="37F9D93E" wp14:editId="0032E3CA">
          <wp:simplePos x="0" y="0"/>
          <wp:positionH relativeFrom="column">
            <wp:posOffset>971550</wp:posOffset>
          </wp:positionH>
          <wp:positionV relativeFrom="paragraph">
            <wp:posOffset>4445</wp:posOffset>
          </wp:positionV>
          <wp:extent cx="564515" cy="116840"/>
          <wp:effectExtent l="0" t="0" r="6985" b="0"/>
          <wp:wrapSquare wrapText="bothSides"/>
          <wp:docPr id="682159399" name="Grafik 1" descr="Ein Bild, das Schrift, Logo, Grafiken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3128615" name="Grafik 1" descr="Ein Bild, das Schrift, Logo, Grafiken, weiß enthält.&#10;&#10;Automatisch generierte Beschreibung"/>
                  <pic:cNvPicPr/>
                </pic:nvPicPr>
                <pic:blipFill rotWithShape="1">
                  <a:blip r:embed="rId2"/>
                  <a:srcRect l="13147" t="18735" r="26165" b="32672"/>
                  <a:stretch/>
                </pic:blipFill>
                <pic:spPr bwMode="auto">
                  <a:xfrm>
                    <a:off x="0" y="0"/>
                    <a:ext cx="564515" cy="1168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809F13" w14:textId="19AADC13" w:rsidR="007F39CD" w:rsidRDefault="007F39CD" w:rsidP="00640DB0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</w:p>
  <w:p w14:paraId="77635345" w14:textId="77777777" w:rsidR="007F39CD" w:rsidRDefault="007F39CD" w:rsidP="00640DB0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</w:p>
  <w:p w14:paraId="387E8730" w14:textId="77777777" w:rsidR="007F39CD" w:rsidRDefault="007F39CD" w:rsidP="00640DB0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</w:p>
  <w:p w14:paraId="6914FF7F" w14:textId="77777777" w:rsidR="007F39CD" w:rsidRDefault="007F39CD" w:rsidP="00640DB0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</w:p>
  <w:p w14:paraId="659A9AC7" w14:textId="77777777" w:rsidR="007F39CD" w:rsidRDefault="007F39CD" w:rsidP="00640DB0">
    <w:pPr>
      <w:pStyle w:val="Kopfzeile"/>
      <w:ind w:right="360"/>
      <w:rPr>
        <w:rFonts w:ascii="Roboto Medium" w:hAnsi="Roboto Medium" w:cs="Times New Roman"/>
        <w:color w:val="004287"/>
        <w:sz w:val="15"/>
        <w:szCs w:val="15"/>
      </w:rPr>
    </w:pPr>
  </w:p>
  <w:p w14:paraId="7730B6DB" w14:textId="77777777" w:rsidR="007F39CD" w:rsidRPr="00D87CE1" w:rsidRDefault="007F39CD" w:rsidP="00C06BAF">
    <w:pPr>
      <w:pStyle w:val="Kopfzeile"/>
      <w:ind w:right="360"/>
      <w:rPr>
        <w:rFonts w:ascii="Roboto Medium" w:hAnsi="Roboto Medium"/>
        <w:noProof/>
        <w:color w:val="004287"/>
        <w:sz w:val="15"/>
        <w:szCs w:val="15"/>
        <w:lang w:eastAsia="de-DE"/>
      </w:rPr>
    </w:pPr>
    <w:r w:rsidRPr="00D45515">
      <w:rPr>
        <w:rFonts w:ascii="Roboto Medium" w:hAnsi="Roboto Medium" w:cs="Times New Roman"/>
        <w:color w:val="004287"/>
        <w:sz w:val="15"/>
        <w:szCs w:val="15"/>
      </w:rPr>
      <w:t xml:space="preserve">Seite </w:t>
    </w:r>
    <w:r w:rsidRPr="00D45515">
      <w:rPr>
        <w:rFonts w:ascii="Roboto Medium" w:hAnsi="Roboto Medium" w:cs="Times New Roman"/>
        <w:color w:val="004287"/>
        <w:sz w:val="15"/>
        <w:szCs w:val="15"/>
      </w:rPr>
      <w:fldChar w:fldCharType="begin"/>
    </w:r>
    <w:r w:rsidRPr="00D45515">
      <w:rPr>
        <w:rFonts w:ascii="Roboto Medium" w:hAnsi="Roboto Medium" w:cs="Times New Roman"/>
        <w:color w:val="004287"/>
        <w:sz w:val="15"/>
        <w:szCs w:val="15"/>
      </w:rPr>
      <w:instrText xml:space="preserve"> PAGE </w:instrText>
    </w:r>
    <w:r w:rsidRPr="00D45515">
      <w:rPr>
        <w:rFonts w:ascii="Roboto Medium" w:hAnsi="Roboto Medium" w:cs="Times New Roman"/>
        <w:color w:val="004287"/>
        <w:sz w:val="15"/>
        <w:szCs w:val="15"/>
      </w:rPr>
      <w:fldChar w:fldCharType="separate"/>
    </w:r>
    <w:r w:rsidR="002A4458">
      <w:rPr>
        <w:rFonts w:ascii="Roboto Medium" w:hAnsi="Roboto Medium" w:cs="Times New Roman"/>
        <w:noProof/>
        <w:color w:val="004287"/>
        <w:sz w:val="15"/>
        <w:szCs w:val="15"/>
      </w:rPr>
      <w:t>2</w:t>
    </w:r>
    <w:r w:rsidRPr="00D45515">
      <w:rPr>
        <w:rFonts w:ascii="Roboto Medium" w:hAnsi="Roboto Medium" w:cs="Times New Roman"/>
        <w:color w:val="004287"/>
        <w:sz w:val="15"/>
        <w:szCs w:val="15"/>
      </w:rPr>
      <w:fldChar w:fldCharType="end"/>
    </w:r>
    <w:r>
      <w:rPr>
        <w:rFonts w:ascii="Roboto Medium" w:hAnsi="Roboto Medium" w:cs="Times New Roman"/>
        <w:color w:val="004287"/>
        <w:sz w:val="15"/>
        <w:szCs w:val="15"/>
      </w:rPr>
      <w:t>/</w:t>
    </w:r>
    <w:r w:rsidRPr="00D45515">
      <w:rPr>
        <w:rFonts w:ascii="Roboto Medium" w:hAnsi="Roboto Medium" w:cs="Times New Roman"/>
        <w:color w:val="004287"/>
        <w:sz w:val="15"/>
        <w:szCs w:val="15"/>
      </w:rPr>
      <w:fldChar w:fldCharType="begin"/>
    </w:r>
    <w:r w:rsidRPr="00D45515">
      <w:rPr>
        <w:rFonts w:ascii="Roboto Medium" w:hAnsi="Roboto Medium" w:cs="Times New Roman"/>
        <w:color w:val="004287"/>
        <w:sz w:val="15"/>
        <w:szCs w:val="15"/>
      </w:rPr>
      <w:instrText xml:space="preserve"> NUMPAGES </w:instrText>
    </w:r>
    <w:r w:rsidRPr="00D45515">
      <w:rPr>
        <w:rFonts w:ascii="Roboto Medium" w:hAnsi="Roboto Medium" w:cs="Times New Roman"/>
        <w:color w:val="004287"/>
        <w:sz w:val="15"/>
        <w:szCs w:val="15"/>
      </w:rPr>
      <w:fldChar w:fldCharType="separate"/>
    </w:r>
    <w:r w:rsidR="003264B0">
      <w:rPr>
        <w:rFonts w:ascii="Roboto Medium" w:hAnsi="Roboto Medium" w:cs="Times New Roman"/>
        <w:noProof/>
        <w:color w:val="004287"/>
        <w:sz w:val="15"/>
        <w:szCs w:val="15"/>
      </w:rPr>
      <w:t>1</w:t>
    </w:r>
    <w:r w:rsidRPr="00D45515">
      <w:rPr>
        <w:rFonts w:ascii="Roboto Medium" w:hAnsi="Roboto Medium" w:cs="Times New Roman"/>
        <w:color w:val="004287"/>
        <w:sz w:val="15"/>
        <w:szCs w:val="15"/>
      </w:rPr>
      <w:fldChar w:fldCharType="end"/>
    </w:r>
    <w:r w:rsidRPr="00D45515">
      <w:rPr>
        <w:rFonts w:ascii="Roboto Medium" w:hAnsi="Roboto Medium"/>
        <w:noProof/>
        <w:color w:val="004287"/>
        <w:sz w:val="15"/>
        <w:szCs w:val="15"/>
        <w:lang w:eastAsia="de-DE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24F7E" w14:textId="4A300504" w:rsidR="007F39CD" w:rsidRDefault="007F39C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5" behindDoc="0" locked="0" layoutInCell="0" allowOverlap="0" wp14:anchorId="38C42F84" wp14:editId="1DD3E1F6">
          <wp:simplePos x="0" y="0"/>
          <wp:positionH relativeFrom="page">
            <wp:posOffset>900430</wp:posOffset>
          </wp:positionH>
          <wp:positionV relativeFrom="page">
            <wp:posOffset>448945</wp:posOffset>
          </wp:positionV>
          <wp:extent cx="2016000" cy="460800"/>
          <wp:effectExtent l="0" t="0" r="0" b="0"/>
          <wp:wrapSquare wrapText="bothSides"/>
          <wp:docPr id="1906677206" name="Bild 13" descr="Mac SSD:Users:adt:Desktop:150615-VCPP-Logo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 SSD:Users:adt:Desktop:150615-VCPP-Logo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46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9C8"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2" behindDoc="0" locked="0" layoutInCell="1" allowOverlap="1" wp14:anchorId="493A0F50" wp14:editId="536A47F4">
              <wp:simplePos x="0" y="0"/>
              <wp:positionH relativeFrom="page">
                <wp:posOffset>0</wp:posOffset>
              </wp:positionH>
              <wp:positionV relativeFrom="page">
                <wp:posOffset>3780155</wp:posOffset>
              </wp:positionV>
              <wp:extent cx="208800" cy="0"/>
              <wp:effectExtent l="0" t="0" r="20320" b="19050"/>
              <wp:wrapNone/>
              <wp:docPr id="14" name="Gerader Verbinde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88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D95558" id="Gerader Verbinder 1" o:spid="_x0000_s1026" style="position:absolute;z-index:25165824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0,297.65pt" to="16.45pt,29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" strokecolor="#004287 [3208]" strokeweight=".5pt">
              <v:stroke joinstyle="miter"/>
              <o:lock v:ext="edit" shapetype="f"/>
              <w10:wrap anchorx="page" anchory="page"/>
            </v:line>
          </w:pict>
        </mc:Fallback>
      </mc:AlternateContent>
    </w:r>
    <w:r w:rsidRPr="005F19C8">
      <w:rPr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8243" behindDoc="0" locked="0" layoutInCell="1" allowOverlap="1" wp14:anchorId="2F5737F4" wp14:editId="400A5D17">
              <wp:simplePos x="0" y="0"/>
              <wp:positionH relativeFrom="page">
                <wp:posOffset>0</wp:posOffset>
              </wp:positionH>
              <wp:positionV relativeFrom="page">
                <wp:posOffset>7560310</wp:posOffset>
              </wp:positionV>
              <wp:extent cx="208800" cy="0"/>
              <wp:effectExtent l="0" t="0" r="20320" b="19050"/>
              <wp:wrapNone/>
              <wp:docPr id="15" name="Gerader Verbinde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088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EA833E" id="Gerader Verbinder 3" o:spid="_x0000_s1026" style="position:absolute;z-index:251658243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0,595.3pt" to="16.45pt,59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" strokecolor="#004287 [3208]" strokeweight=".5pt">
              <v:stroke joinstyle="miter"/>
              <o:lock v:ext="edit" shapetype="f"/>
              <w10:wrap anchorx="page" anchory="page"/>
            </v:line>
          </w:pict>
        </mc:Fallback>
      </mc:AlternateContent>
    </w:r>
  </w:p>
  <w:p w14:paraId="5410452D" w14:textId="2F3D5467" w:rsidR="007A2E64" w:rsidRDefault="00552A15">
    <w:r w:rsidRPr="00552A15">
      <w:rPr>
        <w:noProof/>
        <w:sz w:val="18"/>
        <w:szCs w:val="18"/>
      </w:rPr>
      <w:drawing>
        <wp:anchor distT="0" distB="0" distL="114300" distR="114300" simplePos="0" relativeHeight="251659270" behindDoc="0" locked="0" layoutInCell="1" allowOverlap="1" wp14:anchorId="5DA5797E" wp14:editId="05379532">
          <wp:simplePos x="0" y="0"/>
          <wp:positionH relativeFrom="column">
            <wp:posOffset>935990</wp:posOffset>
          </wp:positionH>
          <wp:positionV relativeFrom="paragraph">
            <wp:posOffset>355600</wp:posOffset>
          </wp:positionV>
          <wp:extent cx="515620" cy="107315"/>
          <wp:effectExtent l="0" t="0" r="0" b="6985"/>
          <wp:wrapSquare wrapText="bothSides"/>
          <wp:docPr id="1127224167" name="Grafik 1" descr="Ein Bild, das Schrift, Logo, Grafiken, weiß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3128615" name="Grafik 1" descr="Ein Bild, das Schrift, Logo, Grafiken, weiß enthält.&#10;&#10;Automatisch generierte Beschreibung"/>
                  <pic:cNvPicPr/>
                </pic:nvPicPr>
                <pic:blipFill rotWithShape="1">
                  <a:blip r:embed="rId2"/>
                  <a:srcRect l="13147" t="18735" r="26165" b="32672"/>
                  <a:stretch/>
                </pic:blipFill>
                <pic:spPr bwMode="auto">
                  <a:xfrm>
                    <a:off x="0" y="0"/>
                    <a:ext cx="515620" cy="1073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05E1" w:rsidRPr="005F19C8"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8A1FFD6" wp14:editId="2CD0BE2D">
              <wp:simplePos x="0" y="0"/>
              <wp:positionH relativeFrom="page">
                <wp:align>right</wp:align>
              </wp:positionH>
              <wp:positionV relativeFrom="page">
                <wp:posOffset>2213811</wp:posOffset>
              </wp:positionV>
              <wp:extent cx="2044700" cy="282321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0" cy="250179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227CA5" w14:textId="10E30DED" w:rsidR="00976F77" w:rsidRPr="00C55F6A" w:rsidRDefault="006C1C29" w:rsidP="007234A1">
                          <w:pPr>
                            <w:spacing w:after="113" w:line="240" w:lineRule="exact"/>
                            <w:rPr>
                              <w:rFonts w:ascii="Roboto Medium" w:hAnsi="Roboto Medium"/>
                              <w:color w:val="004287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Roboto Medium" w:hAnsi="Roboto Medium"/>
                              <w:color w:val="004287"/>
                              <w:sz w:val="15"/>
                              <w:szCs w:val="15"/>
                            </w:rPr>
                            <w:t xml:space="preserve">VCP </w:t>
                          </w:r>
                          <w:r w:rsidR="00976F77">
                            <w:rPr>
                              <w:rFonts w:ascii="Roboto Medium" w:hAnsi="Roboto Medium"/>
                              <w:color w:val="004287"/>
                              <w:sz w:val="15"/>
                              <w:szCs w:val="15"/>
                            </w:rPr>
                            <w:t>Württemberg e.V.</w:t>
                          </w:r>
                          <w:r w:rsidR="00C55F6A">
                            <w:rPr>
                              <w:rFonts w:ascii="Roboto Medium" w:hAnsi="Roboto Medium"/>
                              <w:color w:val="004287"/>
                              <w:sz w:val="15"/>
                              <w:szCs w:val="15"/>
                            </w:rPr>
                            <w:br/>
                          </w:r>
                          <w:r w:rsidR="00976F77">
                            <w:rPr>
                              <w:rFonts w:ascii="Roboto Medium" w:hAnsi="Roboto Medium"/>
                              <w:color w:val="004287"/>
                              <w:sz w:val="15"/>
                              <w:szCs w:val="15"/>
                            </w:rPr>
                            <w:t>Landesversammlungsvorstand</w:t>
                          </w:r>
                        </w:p>
                        <w:p w14:paraId="03870D6B" w14:textId="08C0F321" w:rsidR="007F39CD" w:rsidRPr="000E270E" w:rsidRDefault="00976F77" w:rsidP="007234A1">
                          <w:pPr>
                            <w:spacing w:after="113" w:line="240" w:lineRule="exact"/>
                            <w:rPr>
                              <w:rFonts w:ascii="Roboto Light" w:hAnsi="Roboto Light"/>
                              <w:bCs/>
                              <w:color w:val="004287"/>
                              <w:sz w:val="15"/>
                              <w:szCs w:val="15"/>
                            </w:rPr>
                          </w:pPr>
                          <w:r w:rsidRPr="000E270E">
                            <w:rPr>
                              <w:rFonts w:ascii="Roboto Medium" w:hAnsi="Roboto Medium"/>
                              <w:bCs/>
                              <w:color w:val="004287"/>
                              <w:sz w:val="15"/>
                              <w:szCs w:val="15"/>
                            </w:rPr>
                            <w:t>Sippe Fennek</w:t>
                          </w:r>
                          <w:r w:rsidR="007F39CD" w:rsidRPr="000E270E">
                            <w:rPr>
                              <w:rFonts w:ascii="Roboto Medium" w:hAnsi="Roboto Medium"/>
                              <w:bCs/>
                              <w:color w:val="004287"/>
                              <w:sz w:val="15"/>
                              <w:szCs w:val="15"/>
                            </w:rPr>
                            <w:br/>
                          </w:r>
                        </w:p>
                        <w:p w14:paraId="6F1A62D6" w14:textId="6245D2EE" w:rsidR="007F39CD" w:rsidRDefault="00976F77" w:rsidP="007234A1">
                          <w:pPr>
                            <w:spacing w:after="113" w:line="240" w:lineRule="exact"/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</w:pPr>
                          <w:proofErr w:type="spellStart"/>
                          <w:r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  <w:t>Haeberlinerstraße</w:t>
                          </w:r>
                          <w:proofErr w:type="spellEnd"/>
                          <w:r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  <w:t xml:space="preserve"> 1-3 </w:t>
                          </w:r>
                        </w:p>
                        <w:p w14:paraId="16DDBB97" w14:textId="7DA355E6" w:rsidR="00976F77" w:rsidRDefault="00976F77" w:rsidP="007234A1">
                          <w:pPr>
                            <w:spacing w:after="113" w:line="240" w:lineRule="exact"/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  <w:t xml:space="preserve">70563 Stuttgart </w:t>
                          </w:r>
                        </w:p>
                        <w:p w14:paraId="2C47A547" w14:textId="77777777" w:rsidR="00976F77" w:rsidRDefault="00976F77" w:rsidP="007234A1">
                          <w:pPr>
                            <w:spacing w:after="113" w:line="240" w:lineRule="exact"/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</w:pPr>
                        </w:p>
                        <w:p w14:paraId="0003AB96" w14:textId="77777777" w:rsidR="006B0027" w:rsidRDefault="00976F77" w:rsidP="007234A1">
                          <w:pPr>
                            <w:spacing w:after="113" w:line="240" w:lineRule="exact"/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  <w:t xml:space="preserve">T. </w:t>
                          </w:r>
                          <w:r w:rsidR="004C4E6C"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  <w:t>0800 0000-000</w:t>
                          </w:r>
                        </w:p>
                        <w:p w14:paraId="5035B993" w14:textId="0A0BC14F" w:rsidR="004C4E6C" w:rsidRDefault="0007225D" w:rsidP="007234A1">
                          <w:pPr>
                            <w:spacing w:after="113" w:line="240" w:lineRule="exact"/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</w:pPr>
                          <w:r w:rsidRPr="0007225D"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  <w:t xml:space="preserve">F. </w:t>
                          </w:r>
                          <w:r w:rsidR="004C4E6C"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  <w:t>0800 0000-000</w:t>
                          </w:r>
                        </w:p>
                        <w:p w14:paraId="3AB77D2D" w14:textId="77777777" w:rsidR="00C55F6A" w:rsidRDefault="00C55F6A" w:rsidP="007234A1">
                          <w:pPr>
                            <w:spacing w:after="113" w:line="240" w:lineRule="exact"/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</w:pPr>
                        </w:p>
                        <w:p w14:paraId="06092E23" w14:textId="535E359D" w:rsidR="004C4E6C" w:rsidRPr="000E270E" w:rsidRDefault="007B0ABA" w:rsidP="007234A1">
                          <w:pPr>
                            <w:spacing w:after="113" w:line="240" w:lineRule="exact"/>
                            <w:rPr>
                              <w:rFonts w:ascii="Roboto Medium" w:hAnsi="Roboto Medium"/>
                              <w:color w:val="004287" w:themeColor="text2"/>
                              <w:sz w:val="15"/>
                              <w:szCs w:val="15"/>
                            </w:rPr>
                          </w:pPr>
                          <w:hyperlink r:id="rId3" w:history="1">
                            <w:r w:rsidRPr="00525EFD">
                              <w:rPr>
                                <w:rStyle w:val="Hyperlink"/>
                                <w:rFonts w:ascii="Roboto Medium" w:hAnsi="Roboto Medium"/>
                                <w:sz w:val="15"/>
                                <w:szCs w:val="15"/>
                              </w:rPr>
                              <w:t>sippe@wuerttemberg.vcp.de</w:t>
                            </w:r>
                          </w:hyperlink>
                        </w:p>
                        <w:p w14:paraId="68B69465" w14:textId="5DE4F535" w:rsidR="00F06EF3" w:rsidRDefault="00F06EF3" w:rsidP="007234A1">
                          <w:pPr>
                            <w:spacing w:after="113" w:line="240" w:lineRule="exact"/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  <w:t>www.wuer</w:t>
                          </w:r>
                          <w:r w:rsidR="003E0780"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  <w:t>ttemberg.vcp.de</w:t>
                          </w:r>
                        </w:p>
                        <w:p w14:paraId="624EA8F2" w14:textId="7529D69D" w:rsidR="007F39CD" w:rsidRPr="00886010" w:rsidRDefault="007F39CD" w:rsidP="007234A1">
                          <w:pPr>
                            <w:spacing w:after="113" w:line="240" w:lineRule="exact"/>
                            <w:rPr>
                              <w:rFonts w:ascii="Roboto Light" w:hAnsi="Roboto Light"/>
                              <w:color w:val="004287"/>
                              <w:sz w:val="15"/>
                              <w:szCs w:val="15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A1FFD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109.8pt;margin-top:174.3pt;width:161pt;height:222.3pt;z-index:251658240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" stroked="f">
              <v:textbox>
                <w:txbxContent>
                  <w:p w14:paraId="0D227CA5" w14:textId="10E30DED" w:rsidR="00976F77" w:rsidRPr="00C55F6A" w:rsidRDefault="006C1C29" w:rsidP="007234A1">
                    <w:pPr>
                      <w:spacing w:after="113" w:line="240" w:lineRule="exact"/>
                      <w:rPr>
                        <w:rFonts w:ascii="Roboto Medium" w:hAnsi="Roboto Medium"/>
                        <w:color w:val="004287"/>
                        <w:sz w:val="15"/>
                        <w:szCs w:val="15"/>
                      </w:rPr>
                    </w:pPr>
                    <w:r>
                      <w:rPr>
                        <w:rFonts w:ascii="Roboto Medium" w:hAnsi="Roboto Medium"/>
                        <w:color w:val="004287"/>
                        <w:sz w:val="15"/>
                        <w:szCs w:val="15"/>
                      </w:rPr>
                      <w:t xml:space="preserve">VCP </w:t>
                    </w:r>
                    <w:r w:rsidR="00976F77">
                      <w:rPr>
                        <w:rFonts w:ascii="Roboto Medium" w:hAnsi="Roboto Medium"/>
                        <w:color w:val="004287"/>
                        <w:sz w:val="15"/>
                        <w:szCs w:val="15"/>
                      </w:rPr>
                      <w:t>Württemberg e.V.</w:t>
                    </w:r>
                    <w:r w:rsidR="00C55F6A">
                      <w:rPr>
                        <w:rFonts w:ascii="Roboto Medium" w:hAnsi="Roboto Medium"/>
                        <w:color w:val="004287"/>
                        <w:sz w:val="15"/>
                        <w:szCs w:val="15"/>
                      </w:rPr>
                      <w:br/>
                    </w:r>
                    <w:r w:rsidR="00976F77">
                      <w:rPr>
                        <w:rFonts w:ascii="Roboto Medium" w:hAnsi="Roboto Medium"/>
                        <w:color w:val="004287"/>
                        <w:sz w:val="15"/>
                        <w:szCs w:val="15"/>
                      </w:rPr>
                      <w:t>Landesversammlungsvorstand</w:t>
                    </w:r>
                  </w:p>
                  <w:p w14:paraId="03870D6B" w14:textId="08C0F321" w:rsidR="007F39CD" w:rsidRPr="000E270E" w:rsidRDefault="00976F77" w:rsidP="007234A1">
                    <w:pPr>
                      <w:spacing w:after="113" w:line="240" w:lineRule="exact"/>
                      <w:rPr>
                        <w:rFonts w:ascii="Roboto Light" w:hAnsi="Roboto Light"/>
                        <w:bCs/>
                        <w:color w:val="004287"/>
                        <w:sz w:val="15"/>
                        <w:szCs w:val="15"/>
                      </w:rPr>
                    </w:pPr>
                    <w:r w:rsidRPr="000E270E">
                      <w:rPr>
                        <w:rFonts w:ascii="Roboto Medium" w:hAnsi="Roboto Medium"/>
                        <w:bCs/>
                        <w:color w:val="004287"/>
                        <w:sz w:val="15"/>
                        <w:szCs w:val="15"/>
                      </w:rPr>
                      <w:t>Sippe Fennek</w:t>
                    </w:r>
                    <w:r w:rsidR="007F39CD" w:rsidRPr="000E270E">
                      <w:rPr>
                        <w:rFonts w:ascii="Roboto Medium" w:hAnsi="Roboto Medium"/>
                        <w:bCs/>
                        <w:color w:val="004287"/>
                        <w:sz w:val="15"/>
                        <w:szCs w:val="15"/>
                      </w:rPr>
                      <w:br/>
                    </w:r>
                  </w:p>
                  <w:p w14:paraId="6F1A62D6" w14:textId="6245D2EE" w:rsidR="007F39CD" w:rsidRDefault="00976F77" w:rsidP="007234A1">
                    <w:pPr>
                      <w:spacing w:after="113" w:line="240" w:lineRule="exact"/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</w:pPr>
                    <w:proofErr w:type="spellStart"/>
                    <w:r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  <w:t>Haeberlinerstraße</w:t>
                    </w:r>
                    <w:proofErr w:type="spellEnd"/>
                    <w:r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  <w:t xml:space="preserve"> 1-3 </w:t>
                    </w:r>
                  </w:p>
                  <w:p w14:paraId="16DDBB97" w14:textId="7DA355E6" w:rsidR="00976F77" w:rsidRDefault="00976F77" w:rsidP="007234A1">
                    <w:pPr>
                      <w:spacing w:after="113" w:line="240" w:lineRule="exact"/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</w:pPr>
                    <w:r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  <w:t xml:space="preserve">70563 Stuttgart </w:t>
                    </w:r>
                  </w:p>
                  <w:p w14:paraId="2C47A547" w14:textId="77777777" w:rsidR="00976F77" w:rsidRDefault="00976F77" w:rsidP="007234A1">
                    <w:pPr>
                      <w:spacing w:after="113" w:line="240" w:lineRule="exact"/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</w:pPr>
                  </w:p>
                  <w:p w14:paraId="0003AB96" w14:textId="77777777" w:rsidR="006B0027" w:rsidRDefault="00976F77" w:rsidP="007234A1">
                    <w:pPr>
                      <w:spacing w:after="113" w:line="240" w:lineRule="exact"/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</w:pPr>
                    <w:r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  <w:t xml:space="preserve">T. </w:t>
                    </w:r>
                    <w:r w:rsidR="004C4E6C"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  <w:t>0800 0000-000</w:t>
                    </w:r>
                  </w:p>
                  <w:p w14:paraId="5035B993" w14:textId="0A0BC14F" w:rsidR="004C4E6C" w:rsidRDefault="0007225D" w:rsidP="007234A1">
                    <w:pPr>
                      <w:spacing w:after="113" w:line="240" w:lineRule="exact"/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</w:pPr>
                    <w:r w:rsidRPr="0007225D"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  <w:t xml:space="preserve">F. </w:t>
                    </w:r>
                    <w:r w:rsidR="004C4E6C"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  <w:t>0800 0000-000</w:t>
                    </w:r>
                  </w:p>
                  <w:p w14:paraId="3AB77D2D" w14:textId="77777777" w:rsidR="00C55F6A" w:rsidRDefault="00C55F6A" w:rsidP="007234A1">
                    <w:pPr>
                      <w:spacing w:after="113" w:line="240" w:lineRule="exact"/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</w:pPr>
                  </w:p>
                  <w:p w14:paraId="06092E23" w14:textId="535E359D" w:rsidR="004C4E6C" w:rsidRPr="000E270E" w:rsidRDefault="007B0ABA" w:rsidP="007234A1">
                    <w:pPr>
                      <w:spacing w:after="113" w:line="240" w:lineRule="exact"/>
                      <w:rPr>
                        <w:rFonts w:ascii="Roboto Medium" w:hAnsi="Roboto Medium"/>
                        <w:color w:val="004287" w:themeColor="text2"/>
                        <w:sz w:val="15"/>
                        <w:szCs w:val="15"/>
                      </w:rPr>
                    </w:pPr>
                    <w:hyperlink r:id="rId4" w:history="1">
                      <w:r w:rsidRPr="00525EFD">
                        <w:rPr>
                          <w:rStyle w:val="Hyperlink"/>
                          <w:rFonts w:ascii="Roboto Medium" w:hAnsi="Roboto Medium"/>
                          <w:sz w:val="15"/>
                          <w:szCs w:val="15"/>
                        </w:rPr>
                        <w:t>sippe@wuerttemberg.vcp.de</w:t>
                      </w:r>
                    </w:hyperlink>
                  </w:p>
                  <w:p w14:paraId="68B69465" w14:textId="5DE4F535" w:rsidR="00F06EF3" w:rsidRDefault="00F06EF3" w:rsidP="007234A1">
                    <w:pPr>
                      <w:spacing w:after="113" w:line="240" w:lineRule="exact"/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</w:pPr>
                    <w:r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  <w:t>www.wuer</w:t>
                    </w:r>
                    <w:r w:rsidR="003E0780"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  <w:t>ttemberg.vcp.de</w:t>
                    </w:r>
                  </w:p>
                  <w:p w14:paraId="624EA8F2" w14:textId="7529D69D" w:rsidR="007F39CD" w:rsidRPr="00886010" w:rsidRDefault="007F39CD" w:rsidP="007234A1">
                    <w:pPr>
                      <w:spacing w:after="113" w:line="240" w:lineRule="exact"/>
                      <w:rPr>
                        <w:rFonts w:ascii="Roboto Light" w:hAnsi="Roboto Light"/>
                        <w:color w:val="004287"/>
                        <w:sz w:val="15"/>
                        <w:szCs w:val="15"/>
                      </w:rPr>
                    </w:pP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6F6401" w:rsidRPr="005F19C8">
      <w:rPr>
        <w:noProof/>
        <w:lang w:eastAsia="de-DE"/>
      </w:rPr>
      <mc:AlternateContent>
        <mc:Choice Requires="wps">
          <w:drawing>
            <wp:anchor distT="45720" distB="45720" distL="114300" distR="114300" simplePos="0" relativeHeight="251658241" behindDoc="1" locked="0" layoutInCell="0" allowOverlap="0" wp14:anchorId="2CA7384B" wp14:editId="26276BCA">
              <wp:simplePos x="0" y="0"/>
              <wp:positionH relativeFrom="margin">
                <wp:posOffset>3940810</wp:posOffset>
              </wp:positionH>
              <wp:positionV relativeFrom="page">
                <wp:posOffset>1154430</wp:posOffset>
              </wp:positionV>
              <wp:extent cx="1784985" cy="219075"/>
              <wp:effectExtent l="1905" t="0" r="7620" b="7620"/>
              <wp:wrapTight wrapText="bothSides">
                <wp:wrapPolygon edited="0">
                  <wp:start x="21577" y="-188"/>
                  <wp:lineTo x="138" y="-188"/>
                  <wp:lineTo x="138" y="20473"/>
                  <wp:lineTo x="21577" y="20473"/>
                  <wp:lineTo x="21577" y="-188"/>
                </wp:wrapPolygon>
              </wp:wrapTight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6200000" flipV="1">
                        <a:off x="0" y="0"/>
                        <a:ext cx="1784985" cy="219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1B8C20" w14:textId="2C3FB534" w:rsidR="007F39CD" w:rsidRPr="00552A15" w:rsidRDefault="003001D9" w:rsidP="007234A1">
                          <w:pPr>
                            <w:spacing w:after="0" w:line="240" w:lineRule="auto"/>
                            <w:rPr>
                              <w:rFonts w:ascii="Roboto Light" w:hAnsi="Roboto Light"/>
                              <w:bCs/>
                              <w:color w:val="FF0000"/>
                              <w:sz w:val="15"/>
                              <w:szCs w:val="15"/>
                            </w:rPr>
                          </w:pPr>
                          <w:r w:rsidRPr="00552A15">
                            <w:rPr>
                              <w:rFonts w:ascii="Roboto Light" w:hAnsi="Roboto Light"/>
                              <w:bCs/>
                              <w:color w:val="FF0000"/>
                              <w:sz w:val="15"/>
                              <w:szCs w:val="15"/>
                            </w:rPr>
                            <w:t>Landesversammlungsvorstand</w:t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A7384B" id="_x0000_s1030" type="#_x0000_t202" style="position:absolute;margin-left:310.3pt;margin-top:90.9pt;width:140.55pt;height:17.25pt;rotation:90;flip:y;z-index:-251658239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" o:allowincell="f" o:allowoverlap="f" stroked="f">
              <v:textbox style="layout-flow:vertical">
                <w:txbxContent>
                  <w:p w14:paraId="631B8C20" w14:textId="2C3FB534" w:rsidR="007F39CD" w:rsidRPr="00552A15" w:rsidRDefault="003001D9" w:rsidP="007234A1">
                    <w:pPr>
                      <w:spacing w:after="0" w:line="240" w:lineRule="auto"/>
                      <w:rPr>
                        <w:rFonts w:ascii="Roboto Light" w:hAnsi="Roboto Light"/>
                        <w:bCs/>
                        <w:color w:val="FF0000"/>
                        <w:sz w:val="15"/>
                        <w:szCs w:val="15"/>
                      </w:rPr>
                    </w:pPr>
                    <w:r w:rsidRPr="00552A15">
                      <w:rPr>
                        <w:rFonts w:ascii="Roboto Light" w:hAnsi="Roboto Light"/>
                        <w:bCs/>
                        <w:color w:val="FF0000"/>
                        <w:sz w:val="15"/>
                        <w:szCs w:val="15"/>
                      </w:rPr>
                      <w:t>Landesversammlungsvorstand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E7ED8"/>
    <w:multiLevelType w:val="hybridMultilevel"/>
    <w:tmpl w:val="D54EC210"/>
    <w:lvl w:ilvl="0" w:tplc="9CEA2710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FC206B9"/>
    <w:multiLevelType w:val="hybridMultilevel"/>
    <w:tmpl w:val="99F00246"/>
    <w:lvl w:ilvl="0" w:tplc="D188FD5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56741"/>
    <w:multiLevelType w:val="hybridMultilevel"/>
    <w:tmpl w:val="C7D493FE"/>
    <w:lvl w:ilvl="0" w:tplc="F4EC852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56074"/>
    <w:multiLevelType w:val="hybridMultilevel"/>
    <w:tmpl w:val="77927F64"/>
    <w:lvl w:ilvl="0" w:tplc="8B14257C">
      <w:start w:val="1"/>
      <w:numFmt w:val="decimal"/>
      <w:lvlText w:val="%1."/>
      <w:lvlJc w:val="left"/>
      <w:pPr>
        <w:ind w:left="607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795" w:hanging="360"/>
      </w:pPr>
    </w:lvl>
    <w:lvl w:ilvl="2" w:tplc="0407001B" w:tentative="1">
      <w:start w:val="1"/>
      <w:numFmt w:val="lowerRoman"/>
      <w:lvlText w:val="%3."/>
      <w:lvlJc w:val="right"/>
      <w:pPr>
        <w:ind w:left="7515" w:hanging="180"/>
      </w:pPr>
    </w:lvl>
    <w:lvl w:ilvl="3" w:tplc="0407000F" w:tentative="1">
      <w:start w:val="1"/>
      <w:numFmt w:val="decimal"/>
      <w:lvlText w:val="%4."/>
      <w:lvlJc w:val="left"/>
      <w:pPr>
        <w:ind w:left="8235" w:hanging="360"/>
      </w:pPr>
    </w:lvl>
    <w:lvl w:ilvl="4" w:tplc="04070019" w:tentative="1">
      <w:start w:val="1"/>
      <w:numFmt w:val="lowerLetter"/>
      <w:lvlText w:val="%5."/>
      <w:lvlJc w:val="left"/>
      <w:pPr>
        <w:ind w:left="8955" w:hanging="360"/>
      </w:pPr>
    </w:lvl>
    <w:lvl w:ilvl="5" w:tplc="0407001B" w:tentative="1">
      <w:start w:val="1"/>
      <w:numFmt w:val="lowerRoman"/>
      <w:lvlText w:val="%6."/>
      <w:lvlJc w:val="right"/>
      <w:pPr>
        <w:ind w:left="9675" w:hanging="180"/>
      </w:pPr>
    </w:lvl>
    <w:lvl w:ilvl="6" w:tplc="0407000F" w:tentative="1">
      <w:start w:val="1"/>
      <w:numFmt w:val="decimal"/>
      <w:lvlText w:val="%7."/>
      <w:lvlJc w:val="left"/>
      <w:pPr>
        <w:ind w:left="10395" w:hanging="360"/>
      </w:pPr>
    </w:lvl>
    <w:lvl w:ilvl="7" w:tplc="04070019" w:tentative="1">
      <w:start w:val="1"/>
      <w:numFmt w:val="lowerLetter"/>
      <w:lvlText w:val="%8."/>
      <w:lvlJc w:val="left"/>
      <w:pPr>
        <w:ind w:left="11115" w:hanging="360"/>
      </w:pPr>
    </w:lvl>
    <w:lvl w:ilvl="8" w:tplc="0407001B" w:tentative="1">
      <w:start w:val="1"/>
      <w:numFmt w:val="lowerRoman"/>
      <w:lvlText w:val="%9."/>
      <w:lvlJc w:val="right"/>
      <w:pPr>
        <w:ind w:left="11835" w:hanging="180"/>
      </w:pPr>
    </w:lvl>
  </w:abstractNum>
  <w:abstractNum w:abstractNumId="4" w15:restartNumberingAfterBreak="0">
    <w:nsid w:val="34387EB8"/>
    <w:multiLevelType w:val="hybridMultilevel"/>
    <w:tmpl w:val="7C9E4BA4"/>
    <w:lvl w:ilvl="0" w:tplc="3A6A73A8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F46BF"/>
    <w:multiLevelType w:val="hybridMultilevel"/>
    <w:tmpl w:val="B2FABAB2"/>
    <w:lvl w:ilvl="0" w:tplc="1D86E214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E61F5F"/>
    <w:multiLevelType w:val="hybridMultilevel"/>
    <w:tmpl w:val="A31AB3D2"/>
    <w:lvl w:ilvl="0" w:tplc="54FE11D6">
      <w:start w:val="1"/>
      <w:numFmt w:val="decimal"/>
      <w:lvlText w:val="%1."/>
      <w:lvlJc w:val="left"/>
      <w:pPr>
        <w:ind w:left="571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435" w:hanging="360"/>
      </w:pPr>
    </w:lvl>
    <w:lvl w:ilvl="2" w:tplc="0407001B" w:tentative="1">
      <w:start w:val="1"/>
      <w:numFmt w:val="lowerRoman"/>
      <w:lvlText w:val="%3."/>
      <w:lvlJc w:val="right"/>
      <w:pPr>
        <w:ind w:left="7155" w:hanging="180"/>
      </w:pPr>
    </w:lvl>
    <w:lvl w:ilvl="3" w:tplc="0407000F" w:tentative="1">
      <w:start w:val="1"/>
      <w:numFmt w:val="decimal"/>
      <w:lvlText w:val="%4."/>
      <w:lvlJc w:val="left"/>
      <w:pPr>
        <w:ind w:left="7875" w:hanging="360"/>
      </w:pPr>
    </w:lvl>
    <w:lvl w:ilvl="4" w:tplc="04070019" w:tentative="1">
      <w:start w:val="1"/>
      <w:numFmt w:val="lowerLetter"/>
      <w:lvlText w:val="%5."/>
      <w:lvlJc w:val="left"/>
      <w:pPr>
        <w:ind w:left="8595" w:hanging="360"/>
      </w:pPr>
    </w:lvl>
    <w:lvl w:ilvl="5" w:tplc="0407001B" w:tentative="1">
      <w:start w:val="1"/>
      <w:numFmt w:val="lowerRoman"/>
      <w:lvlText w:val="%6."/>
      <w:lvlJc w:val="right"/>
      <w:pPr>
        <w:ind w:left="9315" w:hanging="180"/>
      </w:pPr>
    </w:lvl>
    <w:lvl w:ilvl="6" w:tplc="0407000F" w:tentative="1">
      <w:start w:val="1"/>
      <w:numFmt w:val="decimal"/>
      <w:lvlText w:val="%7."/>
      <w:lvlJc w:val="left"/>
      <w:pPr>
        <w:ind w:left="10035" w:hanging="360"/>
      </w:pPr>
    </w:lvl>
    <w:lvl w:ilvl="7" w:tplc="04070019" w:tentative="1">
      <w:start w:val="1"/>
      <w:numFmt w:val="lowerLetter"/>
      <w:lvlText w:val="%8."/>
      <w:lvlJc w:val="left"/>
      <w:pPr>
        <w:ind w:left="10755" w:hanging="360"/>
      </w:pPr>
    </w:lvl>
    <w:lvl w:ilvl="8" w:tplc="0407001B" w:tentative="1">
      <w:start w:val="1"/>
      <w:numFmt w:val="lowerRoman"/>
      <w:lvlText w:val="%9."/>
      <w:lvlJc w:val="right"/>
      <w:pPr>
        <w:ind w:left="11475" w:hanging="180"/>
      </w:pPr>
    </w:lvl>
  </w:abstractNum>
  <w:abstractNum w:abstractNumId="7" w15:restartNumberingAfterBreak="0">
    <w:nsid w:val="55C120B8"/>
    <w:multiLevelType w:val="hybridMultilevel"/>
    <w:tmpl w:val="EC809DA4"/>
    <w:lvl w:ilvl="0" w:tplc="BE042E4E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230C3C"/>
    <w:multiLevelType w:val="hybridMultilevel"/>
    <w:tmpl w:val="FA5E9B6A"/>
    <w:lvl w:ilvl="0" w:tplc="44944798">
      <w:start w:val="1"/>
      <w:numFmt w:val="decimalZero"/>
      <w:lvlText w:val="%1."/>
      <w:lvlJc w:val="left"/>
      <w:pPr>
        <w:ind w:left="607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795" w:hanging="360"/>
      </w:pPr>
    </w:lvl>
    <w:lvl w:ilvl="2" w:tplc="0407001B" w:tentative="1">
      <w:start w:val="1"/>
      <w:numFmt w:val="lowerRoman"/>
      <w:lvlText w:val="%3."/>
      <w:lvlJc w:val="right"/>
      <w:pPr>
        <w:ind w:left="7515" w:hanging="180"/>
      </w:pPr>
    </w:lvl>
    <w:lvl w:ilvl="3" w:tplc="0407000F" w:tentative="1">
      <w:start w:val="1"/>
      <w:numFmt w:val="decimal"/>
      <w:lvlText w:val="%4."/>
      <w:lvlJc w:val="left"/>
      <w:pPr>
        <w:ind w:left="8235" w:hanging="360"/>
      </w:pPr>
    </w:lvl>
    <w:lvl w:ilvl="4" w:tplc="04070019" w:tentative="1">
      <w:start w:val="1"/>
      <w:numFmt w:val="lowerLetter"/>
      <w:lvlText w:val="%5."/>
      <w:lvlJc w:val="left"/>
      <w:pPr>
        <w:ind w:left="8955" w:hanging="360"/>
      </w:pPr>
    </w:lvl>
    <w:lvl w:ilvl="5" w:tplc="0407001B" w:tentative="1">
      <w:start w:val="1"/>
      <w:numFmt w:val="lowerRoman"/>
      <w:lvlText w:val="%6."/>
      <w:lvlJc w:val="right"/>
      <w:pPr>
        <w:ind w:left="9675" w:hanging="180"/>
      </w:pPr>
    </w:lvl>
    <w:lvl w:ilvl="6" w:tplc="0407000F" w:tentative="1">
      <w:start w:val="1"/>
      <w:numFmt w:val="decimal"/>
      <w:lvlText w:val="%7."/>
      <w:lvlJc w:val="left"/>
      <w:pPr>
        <w:ind w:left="10395" w:hanging="360"/>
      </w:pPr>
    </w:lvl>
    <w:lvl w:ilvl="7" w:tplc="04070019" w:tentative="1">
      <w:start w:val="1"/>
      <w:numFmt w:val="lowerLetter"/>
      <w:lvlText w:val="%8."/>
      <w:lvlJc w:val="left"/>
      <w:pPr>
        <w:ind w:left="11115" w:hanging="360"/>
      </w:pPr>
    </w:lvl>
    <w:lvl w:ilvl="8" w:tplc="0407001B" w:tentative="1">
      <w:start w:val="1"/>
      <w:numFmt w:val="lowerRoman"/>
      <w:lvlText w:val="%9."/>
      <w:lvlJc w:val="right"/>
      <w:pPr>
        <w:ind w:left="11835" w:hanging="180"/>
      </w:pPr>
    </w:lvl>
  </w:abstractNum>
  <w:abstractNum w:abstractNumId="9" w15:restartNumberingAfterBreak="0">
    <w:nsid w:val="7E2363FC"/>
    <w:multiLevelType w:val="hybridMultilevel"/>
    <w:tmpl w:val="CEC84B38"/>
    <w:lvl w:ilvl="0" w:tplc="1C2E63DE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E5004"/>
    <w:multiLevelType w:val="hybridMultilevel"/>
    <w:tmpl w:val="20EED488"/>
    <w:lvl w:ilvl="0" w:tplc="5DD8C056">
      <w:start w:val="1"/>
      <w:numFmt w:val="decimalZero"/>
      <w:lvlText w:val="%1."/>
      <w:lvlJc w:val="left"/>
      <w:pPr>
        <w:ind w:left="59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6660" w:hanging="360"/>
      </w:pPr>
    </w:lvl>
    <w:lvl w:ilvl="2" w:tplc="0407001B" w:tentative="1">
      <w:start w:val="1"/>
      <w:numFmt w:val="lowerRoman"/>
      <w:lvlText w:val="%3."/>
      <w:lvlJc w:val="right"/>
      <w:pPr>
        <w:ind w:left="7380" w:hanging="180"/>
      </w:pPr>
    </w:lvl>
    <w:lvl w:ilvl="3" w:tplc="0407000F" w:tentative="1">
      <w:start w:val="1"/>
      <w:numFmt w:val="decimal"/>
      <w:lvlText w:val="%4."/>
      <w:lvlJc w:val="left"/>
      <w:pPr>
        <w:ind w:left="8100" w:hanging="360"/>
      </w:pPr>
    </w:lvl>
    <w:lvl w:ilvl="4" w:tplc="04070019" w:tentative="1">
      <w:start w:val="1"/>
      <w:numFmt w:val="lowerLetter"/>
      <w:lvlText w:val="%5."/>
      <w:lvlJc w:val="left"/>
      <w:pPr>
        <w:ind w:left="8820" w:hanging="360"/>
      </w:pPr>
    </w:lvl>
    <w:lvl w:ilvl="5" w:tplc="0407001B" w:tentative="1">
      <w:start w:val="1"/>
      <w:numFmt w:val="lowerRoman"/>
      <w:lvlText w:val="%6."/>
      <w:lvlJc w:val="right"/>
      <w:pPr>
        <w:ind w:left="9540" w:hanging="180"/>
      </w:pPr>
    </w:lvl>
    <w:lvl w:ilvl="6" w:tplc="0407000F" w:tentative="1">
      <w:start w:val="1"/>
      <w:numFmt w:val="decimal"/>
      <w:lvlText w:val="%7."/>
      <w:lvlJc w:val="left"/>
      <w:pPr>
        <w:ind w:left="10260" w:hanging="360"/>
      </w:pPr>
    </w:lvl>
    <w:lvl w:ilvl="7" w:tplc="04070019" w:tentative="1">
      <w:start w:val="1"/>
      <w:numFmt w:val="lowerLetter"/>
      <w:lvlText w:val="%8."/>
      <w:lvlJc w:val="left"/>
      <w:pPr>
        <w:ind w:left="10980" w:hanging="360"/>
      </w:pPr>
    </w:lvl>
    <w:lvl w:ilvl="8" w:tplc="0407001B" w:tentative="1">
      <w:start w:val="1"/>
      <w:numFmt w:val="lowerRoman"/>
      <w:lvlText w:val="%9."/>
      <w:lvlJc w:val="right"/>
      <w:pPr>
        <w:ind w:left="11700" w:hanging="180"/>
      </w:pPr>
    </w:lvl>
  </w:abstractNum>
  <w:abstractNum w:abstractNumId="11" w15:restartNumberingAfterBreak="0">
    <w:nsid w:val="7EE90A99"/>
    <w:multiLevelType w:val="hybridMultilevel"/>
    <w:tmpl w:val="EDA2F35E"/>
    <w:lvl w:ilvl="0" w:tplc="48A66FF0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901578">
    <w:abstractNumId w:val="9"/>
  </w:num>
  <w:num w:numId="2" w16cid:durableId="1775981112">
    <w:abstractNumId w:val="11"/>
  </w:num>
  <w:num w:numId="3" w16cid:durableId="2044287083">
    <w:abstractNumId w:val="5"/>
  </w:num>
  <w:num w:numId="4" w16cid:durableId="1107501220">
    <w:abstractNumId w:val="10"/>
  </w:num>
  <w:num w:numId="5" w16cid:durableId="1018199321">
    <w:abstractNumId w:val="6"/>
  </w:num>
  <w:num w:numId="6" w16cid:durableId="1746877161">
    <w:abstractNumId w:val="3"/>
  </w:num>
  <w:num w:numId="7" w16cid:durableId="743452739">
    <w:abstractNumId w:val="8"/>
  </w:num>
  <w:num w:numId="8" w16cid:durableId="1031540787">
    <w:abstractNumId w:val="7"/>
  </w:num>
  <w:num w:numId="9" w16cid:durableId="1855417039">
    <w:abstractNumId w:val="4"/>
  </w:num>
  <w:num w:numId="10" w16cid:durableId="1327435404">
    <w:abstractNumId w:val="1"/>
  </w:num>
  <w:num w:numId="11" w16cid:durableId="1341813829">
    <w:abstractNumId w:val="0"/>
  </w:num>
  <w:num w:numId="12" w16cid:durableId="1335573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proofState w:spelling="clean" w:grammar="clean"/>
  <w:attachedTemplate r:id="rId1"/>
  <w:defaultTabStop w:val="708"/>
  <w:hyphenationZone w:val="425"/>
  <w:drawingGridHorizontalSpacing w:val="108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74A"/>
    <w:rsid w:val="00006112"/>
    <w:rsid w:val="00022ED2"/>
    <w:rsid w:val="0002618A"/>
    <w:rsid w:val="00026B5A"/>
    <w:rsid w:val="00035F2B"/>
    <w:rsid w:val="00037B39"/>
    <w:rsid w:val="000406B7"/>
    <w:rsid w:val="00041A2B"/>
    <w:rsid w:val="00053DA4"/>
    <w:rsid w:val="000563B5"/>
    <w:rsid w:val="000624E0"/>
    <w:rsid w:val="00063BE8"/>
    <w:rsid w:val="00064166"/>
    <w:rsid w:val="000659EF"/>
    <w:rsid w:val="0007225D"/>
    <w:rsid w:val="00080A91"/>
    <w:rsid w:val="000823FC"/>
    <w:rsid w:val="00092B1E"/>
    <w:rsid w:val="000A3F80"/>
    <w:rsid w:val="000A7683"/>
    <w:rsid w:val="000C33D2"/>
    <w:rsid w:val="000C7105"/>
    <w:rsid w:val="000D4CC5"/>
    <w:rsid w:val="000D6FA3"/>
    <w:rsid w:val="000D751C"/>
    <w:rsid w:val="000E270E"/>
    <w:rsid w:val="000F42E7"/>
    <w:rsid w:val="0010397B"/>
    <w:rsid w:val="00130CF0"/>
    <w:rsid w:val="00136EF2"/>
    <w:rsid w:val="0014731E"/>
    <w:rsid w:val="00164152"/>
    <w:rsid w:val="00165790"/>
    <w:rsid w:val="00170A80"/>
    <w:rsid w:val="00172FA3"/>
    <w:rsid w:val="001733CB"/>
    <w:rsid w:val="00193C99"/>
    <w:rsid w:val="001A71AE"/>
    <w:rsid w:val="001B4A8B"/>
    <w:rsid w:val="001B59BD"/>
    <w:rsid w:val="001C30D1"/>
    <w:rsid w:val="001E141C"/>
    <w:rsid w:val="001E7F69"/>
    <w:rsid w:val="001F323A"/>
    <w:rsid w:val="002013D7"/>
    <w:rsid w:val="00203D19"/>
    <w:rsid w:val="00210516"/>
    <w:rsid w:val="00212F54"/>
    <w:rsid w:val="002205E1"/>
    <w:rsid w:val="00232CB3"/>
    <w:rsid w:val="00232FF6"/>
    <w:rsid w:val="00235029"/>
    <w:rsid w:val="00240863"/>
    <w:rsid w:val="00250CBF"/>
    <w:rsid w:val="0027233F"/>
    <w:rsid w:val="00280B44"/>
    <w:rsid w:val="002935FF"/>
    <w:rsid w:val="00294607"/>
    <w:rsid w:val="00296A4C"/>
    <w:rsid w:val="002A2E26"/>
    <w:rsid w:val="002A4458"/>
    <w:rsid w:val="002D169D"/>
    <w:rsid w:val="002E1DC4"/>
    <w:rsid w:val="003001D9"/>
    <w:rsid w:val="00303047"/>
    <w:rsid w:val="00304FFD"/>
    <w:rsid w:val="0030544F"/>
    <w:rsid w:val="00322BCD"/>
    <w:rsid w:val="003264B0"/>
    <w:rsid w:val="003304CD"/>
    <w:rsid w:val="00331406"/>
    <w:rsid w:val="00335295"/>
    <w:rsid w:val="00341DD0"/>
    <w:rsid w:val="00345267"/>
    <w:rsid w:val="00347318"/>
    <w:rsid w:val="003505E3"/>
    <w:rsid w:val="00357F61"/>
    <w:rsid w:val="00361962"/>
    <w:rsid w:val="003654E8"/>
    <w:rsid w:val="0037745A"/>
    <w:rsid w:val="00380117"/>
    <w:rsid w:val="00386C11"/>
    <w:rsid w:val="003A00F9"/>
    <w:rsid w:val="003A43C9"/>
    <w:rsid w:val="003B7412"/>
    <w:rsid w:val="003C7FF3"/>
    <w:rsid w:val="003E0780"/>
    <w:rsid w:val="003E09D9"/>
    <w:rsid w:val="003F4AB3"/>
    <w:rsid w:val="00402CAE"/>
    <w:rsid w:val="0040633A"/>
    <w:rsid w:val="004252BF"/>
    <w:rsid w:val="00427B6F"/>
    <w:rsid w:val="00454ACB"/>
    <w:rsid w:val="00460751"/>
    <w:rsid w:val="004716E7"/>
    <w:rsid w:val="00473DDC"/>
    <w:rsid w:val="004755DE"/>
    <w:rsid w:val="00487872"/>
    <w:rsid w:val="00491BC5"/>
    <w:rsid w:val="00492BA4"/>
    <w:rsid w:val="004A67DD"/>
    <w:rsid w:val="004C1D2F"/>
    <w:rsid w:val="004C4E6C"/>
    <w:rsid w:val="004D2A0A"/>
    <w:rsid w:val="004D2FE2"/>
    <w:rsid w:val="004D55C2"/>
    <w:rsid w:val="004E79BD"/>
    <w:rsid w:val="004F2970"/>
    <w:rsid w:val="004F4A3A"/>
    <w:rsid w:val="00501BD1"/>
    <w:rsid w:val="00504742"/>
    <w:rsid w:val="00512931"/>
    <w:rsid w:val="00515113"/>
    <w:rsid w:val="00516F6B"/>
    <w:rsid w:val="00522F19"/>
    <w:rsid w:val="005305C4"/>
    <w:rsid w:val="00532006"/>
    <w:rsid w:val="005466F3"/>
    <w:rsid w:val="005479E3"/>
    <w:rsid w:val="00552A15"/>
    <w:rsid w:val="0055610D"/>
    <w:rsid w:val="00571AB4"/>
    <w:rsid w:val="00576A5E"/>
    <w:rsid w:val="00581779"/>
    <w:rsid w:val="005846DD"/>
    <w:rsid w:val="005C46FA"/>
    <w:rsid w:val="005C6D85"/>
    <w:rsid w:val="005D189E"/>
    <w:rsid w:val="005D28AE"/>
    <w:rsid w:val="005D3893"/>
    <w:rsid w:val="005F1D70"/>
    <w:rsid w:val="005F26AE"/>
    <w:rsid w:val="00603707"/>
    <w:rsid w:val="00603C8A"/>
    <w:rsid w:val="0060419D"/>
    <w:rsid w:val="00604F9F"/>
    <w:rsid w:val="00635990"/>
    <w:rsid w:val="00640DB0"/>
    <w:rsid w:val="006607AE"/>
    <w:rsid w:val="0068035B"/>
    <w:rsid w:val="00687764"/>
    <w:rsid w:val="00694579"/>
    <w:rsid w:val="006971AC"/>
    <w:rsid w:val="006A4D9F"/>
    <w:rsid w:val="006B0027"/>
    <w:rsid w:val="006B5EBC"/>
    <w:rsid w:val="006B678C"/>
    <w:rsid w:val="006B7C3E"/>
    <w:rsid w:val="006C1C29"/>
    <w:rsid w:val="006C3332"/>
    <w:rsid w:val="006C4017"/>
    <w:rsid w:val="006E4759"/>
    <w:rsid w:val="006F2F0D"/>
    <w:rsid w:val="006F3F62"/>
    <w:rsid w:val="006F475C"/>
    <w:rsid w:val="006F6401"/>
    <w:rsid w:val="006F7A79"/>
    <w:rsid w:val="0070255C"/>
    <w:rsid w:val="00707FE0"/>
    <w:rsid w:val="00712B74"/>
    <w:rsid w:val="0071337D"/>
    <w:rsid w:val="00717EC3"/>
    <w:rsid w:val="007234A1"/>
    <w:rsid w:val="00723F45"/>
    <w:rsid w:val="00741C52"/>
    <w:rsid w:val="00744646"/>
    <w:rsid w:val="00745449"/>
    <w:rsid w:val="0075132D"/>
    <w:rsid w:val="00754207"/>
    <w:rsid w:val="007779B5"/>
    <w:rsid w:val="00777D83"/>
    <w:rsid w:val="00797615"/>
    <w:rsid w:val="007A2E64"/>
    <w:rsid w:val="007A2F53"/>
    <w:rsid w:val="007A325F"/>
    <w:rsid w:val="007B0ABA"/>
    <w:rsid w:val="007C09EB"/>
    <w:rsid w:val="007E6938"/>
    <w:rsid w:val="007F39CD"/>
    <w:rsid w:val="007F49D9"/>
    <w:rsid w:val="00827861"/>
    <w:rsid w:val="0086241D"/>
    <w:rsid w:val="00864FFE"/>
    <w:rsid w:val="00871ECB"/>
    <w:rsid w:val="0087244B"/>
    <w:rsid w:val="00881954"/>
    <w:rsid w:val="00883059"/>
    <w:rsid w:val="00886010"/>
    <w:rsid w:val="00887FC4"/>
    <w:rsid w:val="0089343F"/>
    <w:rsid w:val="0089406A"/>
    <w:rsid w:val="008A512D"/>
    <w:rsid w:val="008B39EC"/>
    <w:rsid w:val="008B7557"/>
    <w:rsid w:val="008C091D"/>
    <w:rsid w:val="008D0693"/>
    <w:rsid w:val="008D2AB6"/>
    <w:rsid w:val="008F180C"/>
    <w:rsid w:val="008F55C1"/>
    <w:rsid w:val="00907044"/>
    <w:rsid w:val="009103D6"/>
    <w:rsid w:val="009173EC"/>
    <w:rsid w:val="0093205F"/>
    <w:rsid w:val="0093604B"/>
    <w:rsid w:val="00943E9D"/>
    <w:rsid w:val="00955999"/>
    <w:rsid w:val="009627D2"/>
    <w:rsid w:val="00972DF7"/>
    <w:rsid w:val="00976F77"/>
    <w:rsid w:val="009A0EC2"/>
    <w:rsid w:val="009B72CC"/>
    <w:rsid w:val="009C0F29"/>
    <w:rsid w:val="009C4EF1"/>
    <w:rsid w:val="009D5C9C"/>
    <w:rsid w:val="00A05ED0"/>
    <w:rsid w:val="00A10631"/>
    <w:rsid w:val="00A11292"/>
    <w:rsid w:val="00A17426"/>
    <w:rsid w:val="00A17B08"/>
    <w:rsid w:val="00A2608F"/>
    <w:rsid w:val="00A4290C"/>
    <w:rsid w:val="00A43A26"/>
    <w:rsid w:val="00A479A0"/>
    <w:rsid w:val="00A47D59"/>
    <w:rsid w:val="00A531E5"/>
    <w:rsid w:val="00A536B7"/>
    <w:rsid w:val="00A6209B"/>
    <w:rsid w:val="00A62D18"/>
    <w:rsid w:val="00A73CDC"/>
    <w:rsid w:val="00A76DC0"/>
    <w:rsid w:val="00A933C7"/>
    <w:rsid w:val="00AA47CC"/>
    <w:rsid w:val="00AB0024"/>
    <w:rsid w:val="00AB2A0C"/>
    <w:rsid w:val="00AB38BC"/>
    <w:rsid w:val="00AC524D"/>
    <w:rsid w:val="00AD4E54"/>
    <w:rsid w:val="00AF1BC4"/>
    <w:rsid w:val="00AF4909"/>
    <w:rsid w:val="00B15CD7"/>
    <w:rsid w:val="00B50DE7"/>
    <w:rsid w:val="00B53102"/>
    <w:rsid w:val="00B65174"/>
    <w:rsid w:val="00B83BEE"/>
    <w:rsid w:val="00B86668"/>
    <w:rsid w:val="00B93A6F"/>
    <w:rsid w:val="00BA3C1A"/>
    <w:rsid w:val="00BA476E"/>
    <w:rsid w:val="00BF593D"/>
    <w:rsid w:val="00C03BF6"/>
    <w:rsid w:val="00C06BAF"/>
    <w:rsid w:val="00C1274A"/>
    <w:rsid w:val="00C17775"/>
    <w:rsid w:val="00C31B22"/>
    <w:rsid w:val="00C33859"/>
    <w:rsid w:val="00C35138"/>
    <w:rsid w:val="00C51B00"/>
    <w:rsid w:val="00C53192"/>
    <w:rsid w:val="00C53BF6"/>
    <w:rsid w:val="00C55F6A"/>
    <w:rsid w:val="00C60EDD"/>
    <w:rsid w:val="00C77A3D"/>
    <w:rsid w:val="00C77BC8"/>
    <w:rsid w:val="00C81362"/>
    <w:rsid w:val="00C9172F"/>
    <w:rsid w:val="00C93A55"/>
    <w:rsid w:val="00C974F2"/>
    <w:rsid w:val="00CB05D4"/>
    <w:rsid w:val="00CB0D7D"/>
    <w:rsid w:val="00CB3A03"/>
    <w:rsid w:val="00CC2D2E"/>
    <w:rsid w:val="00CD7578"/>
    <w:rsid w:val="00CE38EB"/>
    <w:rsid w:val="00D236AF"/>
    <w:rsid w:val="00D252B1"/>
    <w:rsid w:val="00D35088"/>
    <w:rsid w:val="00D45515"/>
    <w:rsid w:val="00D477D5"/>
    <w:rsid w:val="00D61384"/>
    <w:rsid w:val="00D6280C"/>
    <w:rsid w:val="00D70D4C"/>
    <w:rsid w:val="00D87CE1"/>
    <w:rsid w:val="00D91484"/>
    <w:rsid w:val="00DA6C4D"/>
    <w:rsid w:val="00DC489B"/>
    <w:rsid w:val="00DC5C4B"/>
    <w:rsid w:val="00DD3766"/>
    <w:rsid w:val="00DE3AF1"/>
    <w:rsid w:val="00DE4229"/>
    <w:rsid w:val="00DE7B08"/>
    <w:rsid w:val="00DF05C5"/>
    <w:rsid w:val="00DF6D71"/>
    <w:rsid w:val="00E056FD"/>
    <w:rsid w:val="00E13B89"/>
    <w:rsid w:val="00E318CB"/>
    <w:rsid w:val="00E330D0"/>
    <w:rsid w:val="00E367CD"/>
    <w:rsid w:val="00E37466"/>
    <w:rsid w:val="00E37900"/>
    <w:rsid w:val="00E50B14"/>
    <w:rsid w:val="00E52287"/>
    <w:rsid w:val="00E56970"/>
    <w:rsid w:val="00E60948"/>
    <w:rsid w:val="00E63160"/>
    <w:rsid w:val="00E71592"/>
    <w:rsid w:val="00E91057"/>
    <w:rsid w:val="00EA6C61"/>
    <w:rsid w:val="00ED5FB3"/>
    <w:rsid w:val="00ED7128"/>
    <w:rsid w:val="00ED7BCA"/>
    <w:rsid w:val="00EE61C3"/>
    <w:rsid w:val="00EE7481"/>
    <w:rsid w:val="00EF1013"/>
    <w:rsid w:val="00EF1C27"/>
    <w:rsid w:val="00EF1F9F"/>
    <w:rsid w:val="00EF5AF3"/>
    <w:rsid w:val="00EF691F"/>
    <w:rsid w:val="00F06EF3"/>
    <w:rsid w:val="00F07DC1"/>
    <w:rsid w:val="00F13A4A"/>
    <w:rsid w:val="00F1494D"/>
    <w:rsid w:val="00F32A5B"/>
    <w:rsid w:val="00F332BA"/>
    <w:rsid w:val="00F332C2"/>
    <w:rsid w:val="00F41101"/>
    <w:rsid w:val="00F53FA1"/>
    <w:rsid w:val="00F654BE"/>
    <w:rsid w:val="00F748EB"/>
    <w:rsid w:val="00F939BC"/>
    <w:rsid w:val="00FA520C"/>
    <w:rsid w:val="00FB289B"/>
    <w:rsid w:val="00FB3025"/>
    <w:rsid w:val="00FB36C9"/>
    <w:rsid w:val="00FD535C"/>
    <w:rsid w:val="00FD7030"/>
    <w:rsid w:val="00FE33B5"/>
    <w:rsid w:val="00FF05CC"/>
    <w:rsid w:val="00FF192E"/>
    <w:rsid w:val="00FF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71B15002"/>
  <w15:docId w15:val="{CEB81103-7D7D-449C-A839-CC42967B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624E0"/>
  </w:style>
  <w:style w:type="paragraph" w:styleId="berschrift1">
    <w:name w:val="heading 1"/>
    <w:basedOn w:val="Standard"/>
    <w:next w:val="Standard"/>
    <w:link w:val="berschrift1Zchn"/>
    <w:uiPriority w:val="9"/>
    <w:qFormat/>
    <w:rsid w:val="006B7C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4287" w:themeColor="text2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B7C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4287" w:themeColor="text2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1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11292"/>
  </w:style>
  <w:style w:type="paragraph" w:styleId="Fuzeile">
    <w:name w:val="footer"/>
    <w:basedOn w:val="Standard"/>
    <w:link w:val="FuzeileZchn"/>
    <w:uiPriority w:val="99"/>
    <w:unhideWhenUsed/>
    <w:rsid w:val="00A112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11292"/>
  </w:style>
  <w:style w:type="character" w:styleId="Platzhaltertext">
    <w:name w:val="Placeholder Text"/>
    <w:basedOn w:val="Absatz-Standardschriftart"/>
    <w:uiPriority w:val="99"/>
    <w:semiHidden/>
    <w:rsid w:val="00A11292"/>
    <w:rPr>
      <w:color w:val="808080"/>
    </w:rPr>
  </w:style>
  <w:style w:type="paragraph" w:styleId="Listenabsatz">
    <w:name w:val="List Paragraph"/>
    <w:basedOn w:val="Standard"/>
    <w:uiPriority w:val="34"/>
    <w:qFormat/>
    <w:rsid w:val="009103D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05ED0"/>
    <w:rPr>
      <w:color w:val="00B9F2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D2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D2FE2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E13B89"/>
    <w:rPr>
      <w:color w:val="F0535C" w:themeColor="followedHyperlink"/>
      <w:u w:val="single"/>
    </w:rPr>
  </w:style>
  <w:style w:type="character" w:styleId="Seitenzahl">
    <w:name w:val="page number"/>
    <w:basedOn w:val="Absatz-Standardschriftart"/>
    <w:uiPriority w:val="99"/>
    <w:semiHidden/>
    <w:unhideWhenUsed/>
    <w:rsid w:val="0093205F"/>
  </w:style>
  <w:style w:type="character" w:customStyle="1" w:styleId="berschrift1Zchn">
    <w:name w:val="Überschrift 1 Zchn"/>
    <w:basedOn w:val="Absatz-Standardschriftart"/>
    <w:link w:val="berschrift1"/>
    <w:uiPriority w:val="9"/>
    <w:rsid w:val="006B7C3E"/>
    <w:rPr>
      <w:rFonts w:asciiTheme="majorHAnsi" w:eastAsiaTheme="majorEastAsia" w:hAnsiTheme="majorHAnsi" w:cstheme="majorBidi"/>
      <w:b/>
      <w:bCs/>
      <w:color w:val="004287" w:themeColor="text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B7C3E"/>
    <w:rPr>
      <w:rFonts w:asciiTheme="majorHAnsi" w:eastAsiaTheme="majorEastAsia" w:hAnsiTheme="majorHAnsi" w:cstheme="majorBidi"/>
      <w:b/>
      <w:bCs/>
      <w:color w:val="004287" w:themeColor="text2"/>
      <w:sz w:val="26"/>
      <w:szCs w:val="26"/>
    </w:rPr>
  </w:style>
  <w:style w:type="paragraph" w:styleId="NurText">
    <w:name w:val="Plain Text"/>
    <w:basedOn w:val="Standard"/>
    <w:link w:val="NurTextZchn"/>
    <w:uiPriority w:val="99"/>
    <w:unhideWhenUsed/>
    <w:rsid w:val="004D2A0A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rsid w:val="004D2A0A"/>
    <w:rPr>
      <w:rFonts w:ascii="Calibri" w:eastAsia="Calibri" w:hAnsi="Calibri" w:cs="Times New Roman"/>
      <w:szCs w:val="21"/>
    </w:rPr>
  </w:style>
  <w:style w:type="paragraph" w:styleId="StandardWeb">
    <w:name w:val="Normal (Web)"/>
    <w:basedOn w:val="Standard"/>
    <w:uiPriority w:val="99"/>
    <w:unhideWhenUsed/>
    <w:rsid w:val="004D2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bsenderadresse">
    <w:name w:val="Absenderadresse"/>
    <w:uiPriority w:val="2"/>
    <w:rsid w:val="005F26AE"/>
    <w:pPr>
      <w:spacing w:after="0" w:line="240" w:lineRule="auto"/>
    </w:pPr>
    <w:rPr>
      <w:color w:val="F0535C" w:themeColor="accent1"/>
      <w:sz w:val="18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06E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ink/ink3.xm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ink/ink2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customXml" Target="ink/ink1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sippe@wuerttemberg.vcp.de" TargetMode="External"/><Relationship Id="rId2" Type="http://schemas.openxmlformats.org/officeDocument/2006/relationships/image" Target="media/image5.png"/><Relationship Id="rId1" Type="http://schemas.openxmlformats.org/officeDocument/2006/relationships/image" Target="media/image4.emf"/><Relationship Id="rId4" Type="http://schemas.openxmlformats.org/officeDocument/2006/relationships/hyperlink" Target="mailto:sippe@wuerttemberg.vcp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OneDrive\Pfadis\Briefvorlage_Pfadi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B56EDEFB36E4043BECD2F9B89F3BE8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06DB2A-E418-4E5D-86CD-F7D0CA4108F4}"/>
      </w:docPartPr>
      <w:docPartBody>
        <w:p w:rsidR="00E07627" w:rsidRDefault="00E07627">
          <w:pPr>
            <w:pStyle w:val="8B56EDEFB36E4043BECD2F9B89F3BE88"/>
          </w:pPr>
          <w:r>
            <w:t>[Wählen Sie das Datum aus]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Light">
    <w:charset w:val="00"/>
    <w:family w:val="auto"/>
    <w:pitch w:val="variable"/>
    <w:sig w:usb0="E0000AFF" w:usb1="5000217F" w:usb2="00000021" w:usb3="00000000" w:csb0="0000019F" w:csb1="00000000"/>
  </w:font>
  <w:font w:name="Roboto Black">
    <w:altName w:val="Arial"/>
    <w:charset w:val="00"/>
    <w:family w:val="auto"/>
    <w:pitch w:val="variable"/>
    <w:sig w:usb0="E0000AFF" w:usb1="5000217F" w:usb2="00000021" w:usb3="00000000" w:csb0="0000019F" w:csb1="00000000"/>
  </w:font>
  <w:font w:name="Roboto Medium">
    <w:charset w:val="00"/>
    <w:family w:val="auto"/>
    <w:pitch w:val="variable"/>
    <w:sig w:usb0="E0000AFF" w:usb1="5000217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08D"/>
    <w:rsid w:val="0006208D"/>
    <w:rsid w:val="002B7846"/>
    <w:rsid w:val="009D33FF"/>
    <w:rsid w:val="00E07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DE" w:eastAsia="en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8B56EDEFB36E4043BECD2F9B89F3BE88">
    <w:name w:val="8B56EDEFB36E4043BECD2F9B89F3BE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4-03-16T15:15:50.512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47 1154 16575 0 0,'19'-27'253'0'0,"6"-14"828"0"0,28-64 2102 0 0,-44 85-2996 0 0,11-24 10 0 0,-2-2-1 0 0,-2 0 1 0 0,-2-1-1 0 0,-2-1 0 0 0,-2 0 1 0 0,6-87-1 0 0,-14 98 0 0 0,-2 0 0 0 0,-1 0 0 0 0,-2-1 0 0 0,-1 1 0 0 0,-2 0 0 0 0,-2 1 0 0 0,-1 0 0 0 0,-2 0 0 0 0,-23-51 0 0 0,27 72 49 0 0,-1 1 0 0 0,-1 0 1 0 0,-19-26-1 0 0,25 36-165 0 0,-1 0 1 0 0,1 1-1 0 0,-1-1 0 0 0,1 1 1 0 0,-1 0-1 0 0,0 0 1 0 0,0 0-1 0 0,0 1 0 0 0,0-1 1 0 0,-1 1-1 0 0,1 0 1 0 0,-1 0-1 0 0,1 0 0 0 0,-1 1 1 0 0,0 0-1 0 0,0 0 0 0 0,-7-1 1 0 0,10 2-44 0 0,0 0 0 0 0,0 0-1 0 0,0 0 1 0 0,1 1 0 0 0,-1-1 0 0 0,0 0 0 0 0,1 1 0 0 0,-1 0-1 0 0,0-1 1 0 0,1 1 0 0 0,-1 0 0 0 0,1 0 0 0 0,-1 0 0 0 0,1 0-1 0 0,-1 0 1 0 0,1 0 0 0 0,-1 0 0 0 0,1 0 0 0 0,0 1 0 0 0,0-1-1 0 0,0 0 1 0 0,0 1 0 0 0,-1 1 0 0 0,0 1 21 0 0,0 1-1 0 0,0-1 1 0 0,0 1-1 0 0,1 0 1 0 0,0-1-1 0 0,0 1 1 0 0,0 0-1 0 0,0 7 1 0 0,0 6 103 0 0,2 0 1 0 0,0 1-1 0 0,5 26 1 0 0,-1-24-67 0 0,0 0 1 0 0,0 0 0 0 0,2-1 0 0 0,1 0-1 0 0,0 0 1 0 0,2 0 0 0 0,0-1 0 0 0,1-1-1 0 0,1 0 1 0 0,1 0 0 0 0,15 16-1 0 0,-17-23-57 0 0,0-1 0 0 0,0 0-1 0 0,1-1 1 0 0,0 0-1 0 0,1 0 1 0 0,0-2 0 0 0,0 1-1 0 0,1-2 1 0 0,0 0-1 0 0,0 0 1 0 0,0-2 0 0 0,1 1-1 0 0,-1-2 1 0 0,1 0 0 0 0,0-1-1 0 0,23 1 1 0 0,-13-3-6 0 0,-1-1 0 0 0,1-2-1 0 0,-1 0 1 0 0,0-1 0 0 0,0-2 0 0 0,-1 0 0 0 0,1-1 0 0 0,-1-2 0 0 0,26-13 0 0 0,-35 15-28 0 0,-1-1 0 0 0,1 0 0 0 0,-1-1 0 0 0,-1 0 0 0 0,1-1 1 0 0,-2-1-1 0 0,1 0 0 0 0,-2 0 0 0 0,1-1 0 0 0,-2 0 0 0 0,0-1 0 0 0,0 0 1 0 0,-1-1-1 0 0,0 0 0 0 0,6-18 0 0 0,-14 32-4 0 0,0 0 0 0 0,0 0 0 0 0,0 0 0 0 0,0 0 0 0 0,0 0 0 0 0,0 0 0 0 0,0 0 0 0 0,-1 0 0 0 0,1 0 0 0 0,0 0 0 0 0,0 0 0 0 0,0 0 0 0 0,0 0 0 0 0,0 0 0 0 0,0 0 0 0 0,0 0 0 0 0,0 0 0 0 0,0 0 0 0 0,-1 0 0 0 0,1 0 0 0 0,0 0 0 0 0,0 0 0 0 0,0 0 0 0 0,0 0 0 0 0,0 0 0 0 0,0 0 0 0 0,0 0 0 0 0,0 0 0 0 0,0 0 0 0 0,-1 0 0 0 0,1-1 0 0 0,0 1 0 0 0,0 0 0 0 0,0 0 0 0 0,0 0 0 0 0,0 0 0 0 0,0 0 0 0 0,0 0 0 0 0,0 0 0 0 0,0 0 0 0 0,0 0 0 0 0,0 0 0 0 0,0 0 0 0 0,0-1 0 0 0,0 1 1 0 0,0 0-1 0 0,0 0 0 0 0,0 0 0 0 0,0 0 0 0 0,0 0 0 0 0,0 0 0 0 0,0 0 0 0 0,-14 12 9 0 0,-13 19 20 0 0,1 11 15 0 0,3 1-1 0 0,1 2 1 0 0,2 0 0 0 0,2 1 0 0 0,2 1 0 0 0,3 0 0 0 0,1 1 0 0 0,2 0 0 0 0,3 1-1 0 0,-2 68 1 0 0,9-107-20 0 0,1 0 0 0 0,0 0 0 0 0,1 0-1 0 0,0 0 1 0 0,0-1 0 0 0,1 1 0 0 0,0 0-1 0 0,1-1 1 0 0,0 0 0 0 0,10 17-1 0 0,-12-24-16 0 0,0 1 0 0 0,-1 0-1 0 0,1-1 1 0 0,0 0-1 0 0,1 1 1 0 0,-1-1 0 0 0,0 0-1 0 0,1 0 1 0 0,-1 0-1 0 0,1 0 1 0 0,0-1 0 0 0,-1 1-1 0 0,1-1 1 0 0,0 0 0 0 0,0 0-1 0 0,0 0 1 0 0,0 0-1 0 0,0 0 1 0 0,0 0 0 0 0,0-1-1 0 0,1 1 1 0 0,-1-1-1 0 0,0 0 1 0 0,0 0 0 0 0,0 0-1 0 0,0-1 1 0 0,0 1-1 0 0,0-1 1 0 0,1 0 0 0 0,-1 0-1 0 0,0 0 1 0 0,-1 0-1 0 0,1 0 1 0 0,0 0 0 0 0,0-1-1 0 0,0 0 1 0 0,-1 1-1 0 0,5-5 1 0 0,8-5 2 0 0,-1-1 0 0 0,0 0-1 0 0,-1-1 1 0 0,0-1 0 0 0,-1 0-1 0 0,0-1 1 0 0,11-20 0 0 0,-9 11-16 0 0,0 0 1 0 0,-2-1-1 0 0,-1 0 1 0 0,10-34-1 0 0,-19 44-86 0 0,-10 31 55 0 0,-12 37 28 0 0,18-40 12 0 0,1 0 0 0 0,0 0-1 0 0,0 0 1 0 0,2 0 0 0 0,-1 0 0 0 0,2 0-1 0 0,-1 0 1 0 0,2 0 0 0 0,0-1 0 0 0,0 1-1 0 0,8 17 1 0 0,-9-26 2 0 0,0 0-1 0 0,0 1 1 0 0,1-1 0 0 0,-1 0-1 0 0,1 0 1 0 0,0-1-1 0 0,0 1 1 0 0,0 0 0 0 0,0-1-1 0 0,1 0 1 0 0,0 0 0 0 0,-1 0-1 0 0,1 0 1 0 0,0-1-1 0 0,0 1 1 0 0,1-1 0 0 0,-1 0-1 0 0,0 0 1 0 0,1-1-1 0 0,-1 1 1 0 0,1-1 0 0 0,0 0-1 0 0,-1 0 1 0 0,1 0 0 0 0,0-1-1 0 0,-1 0 1 0 0,1 0-1 0 0,0 0 1 0 0,0 0 0 0 0,-1-1-1 0 0,1 0 1 0 0,0 0-1 0 0,8-3 1 0 0,-5 1-2 0 0,1 0 0 0 0,-1-1 0 0 0,-1 0 0 0 0,1 0 0 0 0,0 0 0 0 0,-1-1 0 0 0,0 0 0 0 0,0-1 0 0 0,-1 0 1 0 0,0 0-1 0 0,1 0 0 0 0,9-14 0 0 0,1-5-14 0 0,-2-1 1 0 0,18-39-1 0 0,-19 37-23 0 0,-16 50-62 0 0,1 0-1 0 0,2 37 0 0 0,0-52 97 0 0,0 1 0 0 0,0 0-1 0 0,0-1 1 0 0,1 0 0 0 0,0 1 0 0 0,0-1-1 0 0,1 0 1 0 0,0 0 0 0 0,0 0 0 0 0,1-1-1 0 0,0 1 1 0 0,0-1 0 0 0,10 12 0 0 0,-11-15 1 0 0,0-1 0 0 0,0 1 0 0 0,0-1 0 0 0,0 0 0 0 0,0 0 0 0 0,1 0 0 0 0,-1 0 0 0 0,1 0 0 0 0,0-1 0 0 0,-1 1 1 0 0,1-1-1 0 0,0 0 0 0 0,0 0 0 0 0,0-1 0 0 0,0 1 0 0 0,0-1 0 0 0,-1 0 0 0 0,1 0 0 0 0,0 0 0 0 0,0 0 1 0 0,0-1-1 0 0,0 0 0 0 0,0 0 0 0 0,0 0 0 0 0,-1 0 0 0 0,1 0 0 0 0,0-1 0 0 0,4-2 0 0 0,3-2 2 0 0,0-1 0 0 0,0 0 0 0 0,-1-1 0 0 0,0 0 0 0 0,-1-1 0 0 0,0 0 0 0 0,0 0 0 0 0,-1-1 1 0 0,0 0-1 0 0,-1-1 0 0 0,9-15 0 0 0,-11 18-3 0 0,0 0 0 0 0,-1 0 0 0 0,-1-1 0 0 0,1 1 0 0 0,-1-1 0 0 0,-1 0 0 0 0,0 0 0 0 0,0 0 0 0 0,0 0 0 0 0,-1 0 0 0 0,-1 0 0 0 0,0 0 0 0 0,0-1 0 0 0,0 1 0 0 0,-1 0 0 0 0,-4-14 0 0 0,5 21 0 0 0,0 1 0 0 0,-1-1 0 0 0,1 1 0 0 0,0-1 0 0 0,-1 0-1 0 0,1 1 1 0 0,-1 0 0 0 0,0-1 0 0 0,0 1 0 0 0,1-1 0 0 0,-1 1 0 0 0,0 0-1 0 0,0-1 1 0 0,0 1 0 0 0,0 0 0 0 0,-1 0 0 0 0,1 0 0 0 0,0 0 0 0 0,0 0-1 0 0,-1 0 1 0 0,1 0 0 0 0,0 0 0 0 0,-1 1 0 0 0,1-1 0 0 0,-1 0 0 0 0,1 1-1 0 0,-1-1 1 0 0,0 1 0 0 0,1 0 0 0 0,-1-1 0 0 0,1 1 0 0 0,-1 0-1 0 0,0 0 1 0 0,1 0 0 0 0,-1 0 0 0 0,1 0 0 0 0,-1 1 0 0 0,0-1 0 0 0,1 0-1 0 0,-1 1 1 0 0,1-1 0 0 0,-1 1 0 0 0,1-1 0 0 0,-1 1 0 0 0,1 0 0 0 0,0 0-1 0 0,-1 0 1 0 0,1 0 0 0 0,0 0 0 0 0,-1 0 0 0 0,0 2 0 0 0,-1-1 0 0 0,1 0-1 0 0,-1 0 1 0 0,1 1 0 0 0,0-1 0 0 0,0 1 0 0 0,0 0 0 0 0,1-1 0 0 0,-1 1 0 0 0,1 0 0 0 0,-1 0 0 0 0,1 0-1 0 0,0 0 1 0 0,0 0 0 0 0,0 1 0 0 0,0-1 0 0 0,1 0 0 0 0,-1 0 0 0 0,1 0 0 0 0,0 1 0 0 0,0-1 0 0 0,0 0-1 0 0,1 1 1 0 0,-1-1 0 0 0,1 0 0 0 0,-1 0 0 0 0,3 6 0 0 0,0-5 3 0 0,0 0 0 0 0,0 1 0 0 0,0-1 0 0 0,0-1 0 0 0,1 1 1 0 0,-1 0-1 0 0,1-1 0 0 0,0 0 0 0 0,0 0 0 0 0,0 0 0 0 0,1 0 0 0 0,8 4 0 0 0,66 23 41 0 0,-24-11-25 0 0,-23-5-8 0 0,-14-8-2 0 0,0 2 0 0 0,-1 0 0 0 0,0 1 0 0 0,0 1-1 0 0,-1 1 1 0 0,26 21 0 0 0,-40-31-7 0 0,-1 1-1 0 0,0-1 1 0 0,1 1-1 0 0,-1-1 1 0 0,0 1-1 0 0,0 0 1 0 0,0-1-1 0 0,0 1 1 0 0,0 0-1 0 0,0 0 1 0 0,0 0-1 0 0,-1-1 1 0 0,1 1-1 0 0,-1 0 1 0 0,1 0-1 0 0,-1 0 1 0 0,0 0 0 0 0,0 0-1 0 0,0 0 1 0 0,0 0-1 0 0,0 0 1 0 0,0 0-1 0 0,-1 0 1 0 0,1 0-1 0 0,-2 4 1 0 0,1-4-1 0 0,-1 1 0 0 0,1 0 0 0 0,-1-1 0 0 0,0 0 0 0 0,0 1 1 0 0,0-1-1 0 0,0 0 0 0 0,0 0 0 0 0,0 0 0 0 0,-1 0 0 0 0,1 0 0 0 0,-1-1 1 0 0,1 1-1 0 0,-1-1 0 0 0,-4 2 0 0 0,5-1 0 0 0,-1-1 0 0 0,1 0 0 0 0,-1 0 0 0 0,1 0 0 0 0,0-1 0 0 0,-1 1 0 0 0,0 0 0 0 0,1-1 0 0 0,-1 0 0 0 0,1 1 0 0 0,-1-1 0 0 0,0 0 0 0 0,1-1 0 0 0,-1 1 0 0 0,1 0 0 0 0,-1-1 0 0 0,0 1 0 0 0,1-1 0 0 0,-1 0 0 0 0,1 0 0 0 0,0 0 0 0 0,-1 0 0 0 0,1 0-1 0 0,0-1 1 0 0,-1 1 0 0 0,1 0 0 0 0,0-1 0 0 0,0 0 0 0 0,0 0 0 0 0,1 1 0 0 0,-1-1 0 0 0,0 0 0 0 0,1-1 0 0 0,-1 1 0 0 0,1 0 0 0 0,-1 0 0 0 0,1-1 0 0 0,0 1 0 0 0,0 0 0 0 0,0-1 0 0 0,0-3 0 0 0,0-6 0 0 0,0 1 0 0 0,1-1 0 0 0,0 1 0 0 0,1 0 0 0 0,0-1 0 0 0,1 1 0 0 0,1 0 0 0 0,0 0 0 0 0,0 0 0 0 0,1 0 0 0 0,0 0 0 0 0,1 1-1 0 0,6-12 1 0 0,14-19 3 0 0,51-68 0 0 0,-57 84 1 0 0,7-11 2 0 0,178-220 59 0 0,-200 251-59 0 0,1 0-1 0 0,0 0 1 0 0,0 1-1 0 0,0 0 1 0 0,1 0-1 0 0,0 0 1 0 0,-1 1 0 0 0,9-4-1 0 0,-13 6-3 0 0,0 1 1 0 0,0 0-1 0 0,0-1 0 0 0,0 1 0 0 0,0 0 1 0 0,0 0-1 0 0,0 0 0 0 0,1 0 0 0 0,-1 0 1 0 0,0 0-1 0 0,0 0 0 0 0,0 0 0 0 0,0 0 1 0 0,0 0-1 0 0,0 0 0 0 0,0 1 1 0 0,0-1-1 0 0,0 0 0 0 0,0 1 0 0 0,0-1 1 0 0,2 2-1 0 0,-2-1 1 0 0,0 1 0 0 0,0-1 0 0 0,0 1 0 0 0,0-1 0 0 0,0 1 0 0 0,0 0 0 0 0,-1-1 0 0 0,1 1 0 0 0,0 0 0 0 0,-1 0 0 0 0,1-1 0 0 0,-1 1-1 0 0,0 0 1 0 0,0 0 0 0 0,0 0 0 0 0,0 0 0 0 0,0 3 0 0 0,-3 57 104 0 0,-21 113-1 0 0,0 4 63 0 0,22-151-156 0 0,1-1 0 0 0,1 1 0 0 0,2-1 0 0 0,7 41 0 0 0,-8-62-13 0 0,1 1 0 0 0,-1-1 0 0 0,1 1 0 0 0,1-1 0 0 0,-1 1 0 0 0,1-1 0 0 0,0 0 0 0 0,0 0 0 0 0,5 5 0 0 0,-4-7 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4-03-16T15:15:59.466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29 199 9536 0 0,'-1'0'8257'0'0,"-2"4"-4084"0"0,-17 36-2897 0 0,18-35-1096 0 0,1 1 0 0 0,1-1 0 0 0,-1 1 0 0 0,1 0 0 0 0,0 0-1 0 0,0-1 1 0 0,0 1 0 0 0,1 0 0 0 0,0-1 0 0 0,0 1 0 0 0,1-1 0 0 0,-1 1 0 0 0,1-1 0 0 0,0 1 0 0 0,1-1 0 0 0,-1 0 0 0 0,6 8-1 0 0,-7-11-99 0 0,1 0-1 0 0,0-1 0 0 0,0 1 1 0 0,-1 0-1 0 0,1 0 0 0 0,0-1 1 0 0,0 1-1 0 0,1-1 0 0 0,-1 0 0 0 0,0 1 1 0 0,0-1-1 0 0,1 0 0 0 0,-1-1 1 0 0,0 1-1 0 0,1 0 0 0 0,4 0 1 0 0,-4-1-16 0 0,1 0 1 0 0,0 0 0 0 0,-1 0-1 0 0,1-1 1 0 0,-1 0 0 0 0,0 0 0 0 0,1 0-1 0 0,-1 0 1 0 0,0 0 0 0 0,1 0 0 0 0,-1-1-1 0 0,0 0 1 0 0,0 0 0 0 0,0 0 0 0 0,3-2-1 0 0,9-10 337 0 0,0 0 0 0 0,-1-1-1 0 0,18-25 1 0 0,-18 22-187 0 0,1 0 0 0 0,1 0 0 0 0,28-23 0 0 0,-40 37-194 0 0,1 1 0 0 0,-1 0 0 0 0,1 0 0 0 0,0 0 0 0 0,0 1 0 0 0,0-1 0 0 0,1 1 0 0 0,-1 0 0 0 0,0 1 0 0 0,1-1 0 0 0,0 1 0 0 0,-1 0 0 0 0,1 1 0 0 0,-1-1 0 0 0,1 1 0 0 0,0 0 0 0 0,-1 1 0 0 0,1-1 0 0 0,8 3 0 0 0,-7-1-23 0 0,1 1-1 0 0,-1 0 1 0 0,0 1-1 0 0,0-1 1 0 0,0 1 0 0 0,0 1-1 0 0,-1-1 1 0 0,0 1-1 0 0,0 0 1 0 0,0 1 0 0 0,0 0-1 0 0,-1-1 1 0 0,0 2-1 0 0,0-1 1 0 0,-1 0 0 0 0,8 15-1 0 0,7 7-173 0 0,-34-85-104 0 0,9 45 277 0 0,0 1 0 0 0,-1-1 0 0 0,0 1 0 0 0,-1 0 0 0 0,0 1 0 0 0,0 0-1 0 0,-2 0 1 0 0,1 1 0 0 0,-1 0 0 0 0,0 1 0 0 0,-1 0 0 0 0,0 1 0 0 0,-15-9 0 0 0,20 13 15 0 0,1 1 0 0 0,-1-1 1 0 0,0 1-1 0 0,0 0 0 0 0,0 0 1 0 0,-1 0-1 0 0,1 1 0 0 0,0 0 0 0 0,-1 0 1 0 0,1 1-1 0 0,0 0 0 0 0,-1 0 1 0 0,1 0-1 0 0,-1 1 0 0 0,1 0 0 0 0,0 0 1 0 0,0 1-1 0 0,0-1 0 0 0,-1 2 1 0 0,2-1-1 0 0,-1 0 0 0 0,0 1 0 0 0,0 0 1 0 0,1 1-1 0 0,0-1 0 0 0,-1 1 1 0 0,1 0-1 0 0,1 0 0 0 0,-7 7 0 0 0,7-7 14 0 0,1 0 0 0 0,-1 1 0 0 0,1 0 0 0 0,0-1 0 0 0,0 1-1 0 0,1 0 1 0 0,-1 1 0 0 0,1-1 0 0 0,0 0 0 0 0,0 1-1 0 0,1-1 1 0 0,0 1 0 0 0,0-1 0 0 0,0 1 0 0 0,1 0 0 0 0,0 9-1 0 0,0-7 9 0 0,2 1 0 0 0,-1-1-1 0 0,1 0 1 0 0,0 0-1 0 0,1 1 1 0 0,0-1 0 0 0,0-1-1 0 0,0 1 1 0 0,1 0-1 0 0,8 11 1 0 0,-7-12-15 0 0,-1-1 0 0 0,1 1 1 0 0,0-1-1 0 0,1 0 0 0 0,-1 0 0 0 0,1-1 0 0 0,0 0 1 0 0,1 0-1 0 0,-1 0 0 0 0,1-1 0 0 0,0 0 1 0 0,0 0-1 0 0,1-1 0 0 0,-1 0 0 0 0,1 0 0 0 0,-1 0 1 0 0,1-1-1 0 0,0 0 0 0 0,0-1 0 0 0,0 0 0 0 0,0 0 1 0 0,0-1-1 0 0,0 0 0 0 0,14-2 0 0 0,-15 0-16 0 0,0-1 0 0 0,-1 0 0 0 0,1 0 0 0 0,-1-1 0 0 0,0 1 0 0 0,0-1 0 0 0,-1-1 0 0 0,1 1 0 0 0,-1-1 0 0 0,0 0 0 0 0,0 0 0 0 0,-1-1 0 0 0,1 1 0 0 0,-1-1 0 0 0,0 0 0 0 0,-1 0 0 0 0,6-14 0 0 0,-4 11-12 0 0,-1-1 0 0 0,0 1-1 0 0,-1-1 1 0 0,-1 0 0 0 0,1 0-1 0 0,-1 0 1 0 0,-1 0 0 0 0,0-1-1 0 0,0 1 1 0 0,-1 0 0 0 0,-3-20-1 0 0,-3 13-175 0 0,2 30 91 0 0,2 29 67 0 0,5-28 29 0 0,0-1 0 0 0,1 0 0 0 0,0 0 0 0 0,0 0 0 0 0,2 0 0 0 0,0 0 0 0 0,0-1 0 0 0,1 0 0 0 0,0 0 0 0 0,14 15 0 0 0,-17-23 2 0 0,-1 0-1 0 0,1 0 0 0 0,0 0 0 0 0,0-1 1 0 0,1 1-1 0 0,-1-1 0 0 0,1 0 0 0 0,-1-1 1 0 0,1 1-1 0 0,0-1 0 0 0,0 0 0 0 0,10 3 1 0 0,-11-4-1 0 0,0-1 1 0 0,0 0 0 0 0,-1 0-1 0 0,1 0 1 0 0,0-1 0 0 0,0 1-1 0 0,0-1 1 0 0,0 0 0 0 0,-1 0 0 0 0,1 0-1 0 0,0 0 1 0 0,-1-1 0 0 0,1 1-1 0 0,-1-1 1 0 0,1 0 0 0 0,-1 0 0 0 0,0 0-1 0 0,0-1 1 0 0,0 1 0 0 0,3-4-1 0 0,1-2 1 0 0,0 0-1 0 0,-1-1 0 0 0,0 0 0 0 0,0 0 1 0 0,-1 0-1 0 0,0-1 0 0 0,-1 1 0 0 0,0-1 1 0 0,0-1-1 0 0,-1 1 0 0 0,-1 0 0 0 0,1-1 0 0 0,-2 1 1 0 0,2-13-1 0 0,-2 6-1 0 0,0-1-1 0 0,-1 0 1 0 0,-1 1-1 0 0,0-1 1 0 0,-1 1 0 0 0,-1 0-1 0 0,-10-33 1 0 0,12 48-1 0 0,0-1 0 0 0,0 0 0 0 0,0 1 0 0 0,0-1 0 0 0,-1 1 0 0 0,1 0 0 0 0,-1-1 0 0 0,1 1 0 0 0,-1 0 0 0 0,0 0 0 0 0,-3-3 0 0 0,5 5 0 0 0,-1 0 0 0 0,1 0 0 0 0,0-1 0 0 0,0 1 0 0 0,0 0 0 0 0,-1 0 0 0 0,1 0 0 0 0,0 0 0 0 0,0 0 0 0 0,0 0 0 0 0,-1 0 0 0 0,1 0 0 0 0,0 0 0 0 0,0 0 0 0 0,0 0 0 0 0,-1 0 0 0 0,1 0 0 0 0,0 0 0 0 0,0 0 0 0 0,-1 0 0 0 0,1 0 0 0 0,0 1 0 0 0,0-1 0 0 0,0 0 0 0 0,-1 0 0 0 0,1 0 0 0 0,0 0 0 0 0,0 0 0 0 0,0 0 0 0 0,0 1 0 0 0,0-1 0 0 0,-1 0 0 0 0,1 0 0 0 0,0 0 0 0 0,0 0 0 0 0,0 1 0 0 0,0-1 0 0 0,0 0 0 0 0,0 0 0 0 0,-1 0 0 0 0,1 1 0 0 0,0-1 0 0 0,-1 23 0 0 0,4 13 0 0 0,2-1 0 0 0,19 69 0 0 0,-19-87-3 0 0,1 0-1 0 0,0 0 1 0 0,1-1-1 0 0,1 0 1 0 0,1-1 0 0 0,0 0-1 0 0,1 0 1 0 0,12 13-1 0 0,-21-26 2 0 0,0 0 0 0 0,1-1 0 0 0,-1 1 0 0 0,1-1 0 0 0,-1 1 0 0 0,1-1 0 0 0,-1 0 0 0 0,1 0 0 0 0,0 1 0 0 0,0-1 0 0 0,0 0 0 0 0,0-1-1 0 0,0 1 1 0 0,0 0 0 0 0,0-1 0 0 0,0 1 0 0 0,0-1 0 0 0,0 1 0 0 0,0-1 0 0 0,0 0 0 0 0,0 0 0 0 0,0 0 0 0 0,4 0 0 0 0,-4-1-4 0 0,1-1 0 0 0,0 1 0 0 0,0 0 0 0 0,-1-1 0 0 0,1 0 0 0 0,-1 1 0 0 0,1-1-1 0 0,-1 0 1 0 0,0 0 0 0 0,1-1 0 0 0,-1 1 0 0 0,-1 0 0 0 0,1-1 0 0 0,2-3 0 0 0,6-11-59 0 0,-1-1 1 0 0,-1 0-1 0 0,11-37 0 0 0,-16 47 34 0 0,-1 2 7 0 0,4-11-77 0 0,0-1-1 0 0,0-1 1 0 0,-2 1-1 0 0,0 0 0 0 0,-1-1 1 0 0,-1 0-1 0 0,-1 0 1 0 0,-1-21-1 0 0,0 40 95 0 0,-1 0 0 0 0,1 0-1 0 0,0 0 1 0 0,0 0-1 0 0,0 0 1 0 0,0 0 0 0 0,0 0-1 0 0,0 0 1 0 0,0 1-1 0 0,-1-1 1 0 0,1 0 0 0 0,0 0-1 0 0,0 0 1 0 0,0 0-1 0 0,0-1 1 0 0,0 1 0 0 0,0 0-1 0 0,0 0 1 0 0,-1 0 0 0 0,1 0-1 0 0,0 0 1 0 0,0 0-1 0 0,0 0 1 0 0,0 0 0 0 0,0 0-1 0 0,0 0 1 0 0,0 0-1 0 0,0 0 1 0 0,-1 0 0 0 0,1 0-1 0 0,0 0 1 0 0,0 0-1 0 0,0-1 1 0 0,0 1 0 0 0,0 0-1 0 0,0 0 1 0 0,0 0-1 0 0,0 0 1 0 0,0 0 0 0 0,0 0-1 0 0,0 0 1 0 0,0-1-1 0 0,0 1 1 0 0,0 0 0 0 0,-5 22-95 0 0,0 30 71 0 0,6-30 24 0 0,1 0 0 0 0,1 0 1 0 0,1-1-1 0 0,13 40 0 0 0,-14-53 7 0 0,0-1 1 0 0,0 0-1 0 0,1-1 1 0 0,0 1-1 0 0,0 0 1 0 0,1-1-1 0 0,8 10 1 0 0,-10-13 0 0 0,0 0 0 0 0,0-1 0 0 0,1 1 0 0 0,-1-1 0 0 0,0 0 0 0 0,1 0 0 0 0,-1 0 0 0 0,1-1-1 0 0,0 1 1 0 0,0-1 0 0 0,-1 0 0 0 0,1 0 0 0 0,0 0 0 0 0,0 0 0 0 0,8 0 0 0 0,-6-2 1 0 0,0 0-1 0 0,0 0 1 0 0,-1 0 0 0 0,1-1-1 0 0,0 0 1 0 0,-1 0-1 0 0,1 0 1 0 0,-1-1-1 0 0,0 0 1 0 0,1 0-1 0 0,-1 0 1 0 0,-1-1-1 0 0,1 0 1 0 0,0 1-1 0 0,-1-2 1 0 0,0 1-1 0 0,0 0 1 0 0,0-1-1 0 0,-1 0 1 0 0,1 0 0 0 0,4-9-1 0 0,-1 2-12 0 0,-1-1 0 0 0,0 0 1 0 0,0 0-1 0 0,-1 0 0 0 0,-1 0 0 0 0,0-1 0 0 0,-1 0 0 0 0,1-16 0 0 0,-6-2-161 0 0,-2 31 12 0 0,-1 19 86 0 0,3-3 63 0 0,1-1 0 0 0,0 1 0 0 0,2 0 0 0 0,-1-1 1 0 0,2 1-1 0 0,0-1 0 0 0,0 1 0 0 0,1-1 0 0 0,1 0 0 0 0,1 0 1 0 0,10 24-1 0 0,-13-33 11 0 0,1 0 0 0 0,-1 0 0 0 0,1-1 0 0 0,0 1 0 0 0,0 0 0 0 0,1-1 0 0 0,-1 0 0 0 0,1 0 0 0 0,0 0 0 0 0,0 0 0 0 0,1-1 0 0 0,-1 1 0 0 0,1-1 0 0 0,-1 0-1 0 0,1 0 1 0 0,0-1 0 0 0,0 0 0 0 0,0 0 0 0 0,1 0 0 0 0,-1 0 0 0 0,0-1 0 0 0,1 0 0 0 0,-1 0 0 0 0,1 0 0 0 0,-1-1 0 0 0,1 1 0 0 0,-1-1 0 0 0,1-1 0 0 0,-1 1 0 0 0,1-1 0 0 0,-1 0 0 0 0,1 0 0 0 0,7-3 0 0 0,2-2-1 0 0,0-1-1 0 0,0 0 0 0 0,0-1 1 0 0,-1 0-1 0 0,0-1 1 0 0,0-1-1 0 0,-1 0 1 0 0,-1-1-1 0 0,0-1 1 0 0,0 0-1 0 0,-1 0 1 0 0,-1-1-1 0 0,0 0 1 0 0,0-1-1 0 0,-2 0 1 0 0,0 0-1 0 0,0-1 0 0 0,-1 0 1 0 0,8-28-1 0 0,-14 41-1 0 0,-1-1-1 0 0,1 1 0 0 0,-1-1 0 0 0,1 1 1 0 0,-1-1-1 0 0,0 0 0 0 0,0 1 0 0 0,0-1 0 0 0,0 1 1 0 0,0-1-1 0 0,-1 1 0 0 0,1-1 0 0 0,-1 1 1 0 0,1-1-1 0 0,-1 1 0 0 0,0-1 0 0 0,0 1 0 0 0,0 0 1 0 0,-1-1-1 0 0,1 1 0 0 0,-1 0 0 0 0,1 0 1 0 0,-1 0-1 0 0,1 0 0 0 0,-1 0 0 0 0,0 1 0 0 0,0-1 1 0 0,0 0-1 0 0,0 1 0 0 0,0-1 0 0 0,0 1 0 0 0,-1 0 1 0 0,1 0-1 0 0,0 0 0 0 0,-4-1 0 0 0,3 1-2 0 0,0 0 0 0 0,-1 1 0 0 0,1 0-1 0 0,-1-1 1 0 0,1 1 0 0 0,0 1 0 0 0,-1-1-1 0 0,1 0 1 0 0,0 1 0 0 0,-1 0-1 0 0,1-1 1 0 0,0 1 0 0 0,0 1 0 0 0,0-1-1 0 0,0 0 1 0 0,0 1 0 0 0,0 0 0 0 0,0-1-1 0 0,0 1 1 0 0,0 0 0 0 0,1 1-1 0 0,-1-1 1 0 0,1 0 0 0 0,0 1 0 0 0,-1-1-1 0 0,-2 6 1 0 0,1-3 4 0 0,1 1 0 0 0,0 0-1 0 0,0-1 1 0 0,0 1 0 0 0,1 0 0 0 0,-1 0 0 0 0,2 0 0 0 0,-1 1-1 0 0,1-1 1 0 0,0 0 0 0 0,0 1 0 0 0,0-1 0 0 0,1 1-1 0 0,0-1 1 0 0,0 0 0 0 0,1 1 0 0 0,0-1 0 0 0,0 1-1 0 0,1-1 1 0 0,-1 0 0 0 0,1 0 0 0 0,1 0 0 0 0,-1 0-1 0 0,1 0 1 0 0,0 0 0 0 0,6 8 0 0 0,-3-5 9 0 0,1-1 0 0 0,0 0 0 0 0,1-1 0 0 0,0 1 0 0 0,0-1 0 0 0,0-1 1 0 0,1 0-1 0 0,0 0 0 0 0,0-1 0 0 0,0 0 0 0 0,1 0 0 0 0,0-1 0 0 0,0 0 0 0 0,0-1 1 0 0,15 3-1 0 0,-2-2 51 0 0,-1-2 1 0 0,1 0 0 0 0,0-2-1 0 0,0 0 1 0 0,0-2-1 0 0,-1 0 1 0 0,1-2 0 0 0,-1-1-1 0 0,1 0 1 0 0,-1-1-1 0 0,-1-2 1 0 0,1 0-1 0 0,-2-1 1 0 0,1-2 0 0 0,-1 0-1 0 0,-1 0 1 0 0,0-2-1 0 0,26-23 1 0 0,-26 19 29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4-03-16T15:15:53.975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0 633 13864 0 0,'1'0'85'0'0,"-1"-1"0"0"0,1 0 0 0 0,-1 1 1 0 0,1-1-1 0 0,0 1 0 0 0,-1-1 0 0 0,1 1 0 0 0,0-1 1 0 0,-1 1-1 0 0,1-1 0 0 0,0 1 0 0 0,0 0 1 0 0,-1-1-1 0 0,1 1 0 0 0,0 0 0 0 0,0 0 1 0 0,0-1-1 0 0,-1 1 0 0 0,1 0 0 0 0,0 0 0 0 0,0 0 1 0 0,0 0-1 0 0,0 0 0 0 0,-1 0 0 0 0,1 0 1 0 0,0 0-1 0 0,0 1 0 0 0,0-1 0 0 0,-1 0 1 0 0,1 0-1 0 0,0 1 0 0 0,0-1 0 0 0,0 1 0 0 0,0 0 1 0 0,40 14 4333 0 0,-32-11-3772 0 0,38 14 680 0 0,1-2 0 0 0,87 16 0 0 0,-119-29-1109 0 0,0-1 0 0 0,0-1-1 0 0,0 0 1 0 0,0-1 0 0 0,0 0-1 0 0,0-2 1 0 0,0 0 0 0 0,0-1 0 0 0,0 0-1 0 0,-1-1 1 0 0,1-1 0 0 0,24-11-1 0 0,-35 13-159 0 0,0 0 0 0 0,0-1 0 0 0,-1 1 0 0 0,1-1 0 0 0,-1 0 0 0 0,0 0 0 0 0,0 0 0 0 0,-1 0 0 0 0,1-1 0 0 0,-1 0 0 0 0,0 1 1 0 0,0-1-1 0 0,-1 0 0 0 0,1-1 0 0 0,-1 1 0 0 0,0 0 0 0 0,-1-1 0 0 0,1 1 0 0 0,-1-1 0 0 0,0 1 0 0 0,0-12 0 0 0,-1 14-39 0 0,0-1 0 0 0,0 1 1 0 0,-1-1-1 0 0,1 1 0 0 0,-1-1 1 0 0,0 1-1 0 0,0 0 0 0 0,0-1 1 0 0,-1 1-1 0 0,1 0 1 0 0,-1 0-1 0 0,0 0 0 0 0,1 0 1 0 0,-1 0-1 0 0,-1 0 0 0 0,1 0 1 0 0,0 1-1 0 0,-1-1 1 0 0,1 1-1 0 0,-1 0 0 0 0,0 0 1 0 0,0-1-1 0 0,0 2 0 0 0,0-1 1 0 0,0 0-1 0 0,0 1 0 0 0,0-1 1 0 0,0 1-1 0 0,-1 0 1 0 0,1 0-1 0 0,-1 0 0 0 0,1 1 1 0 0,-1-1-1 0 0,1 1 0 0 0,-7 0 1 0 0,2 0-9 0 0,1 0 1 0 0,0 1-1 0 0,0 0 1 0 0,0 0-1 0 0,0 1 1 0 0,0 0-1 0 0,1 0 1 0 0,-1 0-1 0 0,0 1 1 0 0,1 0-1 0 0,0 0 1 0 0,0 1 0 0 0,0 0-1 0 0,0 0 1 0 0,0 0-1 0 0,1 1 1 0 0,0 0-1 0 0,0 0 1 0 0,0 0-1 0 0,0 1 1 0 0,1-1-1 0 0,0 1 1 0 0,0 0-1 0 0,1 0 1 0 0,-1 1-1 0 0,1-1 1 0 0,-3 12-1 0 0,4-13-6 0 0,0 0 0 0 0,1 0 1 0 0,-1 0-1 0 0,1 1 0 0 0,1-1 0 0 0,-1 0 0 0 0,1 1 0 0 0,0-1 0 0 0,0 0 0 0 0,0 1 0 0 0,1-1 0 0 0,0 0 0 0 0,0 1 0 0 0,0-1 1 0 0,0 0-1 0 0,1 0 0 0 0,0 0 0 0 0,0 0 0 0 0,1 0 0 0 0,-1 0 0 0 0,1-1 0 0 0,0 1 0 0 0,0-1 0 0 0,1 0 0 0 0,-1 0 0 0 0,1 0 1 0 0,0 0-1 0 0,0-1 0 0 0,0 1 0 0 0,0-1 0 0 0,1 0 0 0 0,-1 0 0 0 0,1-1 0 0 0,0 1 0 0 0,0-1 0 0 0,7 2 0 0 0,3 1 13 0 0,0-1-1 0 0,0-1 0 0 0,0-1 1 0 0,0 0-1 0 0,0-1 0 0 0,0 0 0 0 0,0-1 1 0 0,1-1-1 0 0,19-3 0 0 0,-2-3-8 0 0,0-1-1 0 0,0-1 1 0 0,33-15-1 0 0,-64 22-9 0 0,1 1 0 0 0,-1 0-1 0 0,1 0 1 0 0,0 0 0 0 0,-1 0 0 0 0,1 1-1 0 0,0-1 1 0 0,0 1 0 0 0,-1-1 0 0 0,1 1 0 0 0,0 0-1 0 0,0 0 1 0 0,0 0 0 0 0,-1 1 0 0 0,1-1-1 0 0,0 1 1 0 0,0-1 0 0 0,-1 1 0 0 0,1 0 0 0 0,3 2-1 0 0,-3-1-6 0 0,-1 1 0 0 0,0-1 0 0 0,0 1 0 0 0,0-1 0 0 0,0 1 0 0 0,0 0 0 0 0,-1 0 0 0 0,1 0 0 0 0,-1 0 0 0 0,0 0 0 0 0,0 0 0 0 0,0 0 0 0 0,0 0 0 0 0,-1 1 0 0 0,1-1-1 0 0,-1 0 1 0 0,1 4 0 0 0,-1-6 5 0 0,7 42-103 0 0,-7-41 99 0 0,1 0 0 0 0,-1 0 1 0 0,0 0-1 0 0,1 0 0 0 0,0 0 0 0 0,-1 0 1 0 0,1 0-1 0 0,0-1 0 0 0,0 1 1 0 0,0 0-1 0 0,0 0 0 0 0,0-1 0 0 0,1 1 1 0 0,-1-1-1 0 0,0 1 0 0 0,1-1 0 0 0,-1 0 1 0 0,4 3-1 0 0,-4-5 5 0 0,0 1-1 0 0,0 0 1 0 0,0-1 0 0 0,0 1-1 0 0,0-1 1 0 0,0 1 0 0 0,0-1-1 0 0,0 1 1 0 0,0-1 0 0 0,0 0 0 0 0,0 1-1 0 0,-1-1 1 0 0,1 0 0 0 0,0 0-1 0 0,0 0 1 0 0,-1 0 0 0 0,1 0-1 0 0,0 0 1 0 0,-1 0 0 0 0,1 0-1 0 0,-1 0 1 0 0,0 0 0 0 0,1 0-1 0 0,-1 0 1 0 0,0 0 0 0 0,1 0-1 0 0,-1-2 1 0 0,10-34-25 0 0,-10 35 24 0 0,4-23 1 0 0,-2 0 0 0 0,-1-1 0 0 0,-1 0 0 0 0,-1 1 0 0 0,-1-1 0 0 0,-1 1 0 0 0,-1 0 0 0 0,-2 0-1 0 0,0 0 1 0 0,-2 1 0 0 0,-19-44 0 0 0,-1 27 0 0 0,27 39 5 0 0,-1 1 1 0 0,1-1-1 0 0,0 1 1 0 0,0 0-1 0 0,-1-1 0 0 0,1 1 1 0 0,-1 0-1 0 0,1 0 1 0 0,-1 0-1 0 0,1 0 1 0 0,-1 0-1 0 0,0 0 0 0 0,0 0 1 0 0,1 1-1 0 0,-1-1 1 0 0,0 1-1 0 0,0-1 1 0 0,0 1-1 0 0,0 0 0 0 0,1-1 1 0 0,-1 1-1 0 0,0 0 1 0 0,-3 1-1 0 0,4-1 3 0 0,1 1-1 0 0,0-1 0 0 0,-1 1 1 0 0,1 0-1 0 0,0 0 1 0 0,0-1-1 0 0,-1 1 1 0 0,1 0-1 0 0,0-1 1 0 0,0 1-1 0 0,0 0 1 0 0,0 0-1 0 0,0-1 1 0 0,0 1-1 0 0,0 0 1 0 0,0-1-1 0 0,0 1 0 0 0,0 0 1 0 0,1 0-1 0 0,-1-1 1 0 0,0 1-1 0 0,0 0 1 0 0,1-1-1 0 0,-1 1 1 0 0,0 0-1 0 0,1-1 1 0 0,-1 1-1 0 0,1-1 1 0 0,-1 1-1 0 0,1-1 0 0 0,-1 1 1 0 0,2 0-1 0 0,15 23 104 0 0,-9-19-55 0 0,1 1-1 0 0,-1-1 1 0 0,1 0-1 0 0,0-1 1 0 0,0 0-1 0 0,1 0 1 0 0,-1-1-1 0 0,1 0 1 0 0,0-1-1 0 0,0 0 1 0 0,0-1-1 0 0,0 0 0 0 0,0 0 1 0 0,0-1-1 0 0,10-1 1 0 0,24-2 266 0 0,86-16-1 0 0,-126 18-311 0 0,126-31-8 0 0,-110 26 0 0 0</inkml:trace>
  <inkml:trace contextRef="#ctx0" brushRef="#br0" timeOffset="1604.16">1487 934 14968 0 0,'6'0'514'0'0,"8"-7"1690"0"0,24-23 4311 0 0,-34 26-6111 0 0,25-21-29 0 0,-2-1 0 0 0,-1-1 0 0 0,-1-1 0 0 0,-2-2 1 0 0,-1 0-1 0 0,-1-2 0 0 0,-1 0 0 0 0,-2-1 0 0 0,17-45 1 0 0,-25 53-236 0 0,-1 0 0 0 0,-1-1 0 0 0,-2-1 0 0 0,0 1 0 0 0,-2-1 1 0 0,-1 0-1 0 0,-1 0 0 0 0,-1 0 0 0 0,-1-1 0 0 0,-2 1 1 0 0,-1 0-1 0 0,-1 0 0 0 0,-11-40 0 0 0,12 58-53 0 0,-1-1-1 0 0,1 0 1 0 0,-2 1 0 0 0,0 0-1 0 0,0 0 1 0 0,0 1 0 0 0,-1-1 0 0 0,0 1-1 0 0,-1 0 1 0 0,0 1 0 0 0,0 0-1 0 0,-12-10 1 0 0,16 15-54 0 0,-1 0 0 0 0,1 0 0 0 0,-1 0 0 0 0,0 0 0 0 0,0 0 0 0 0,0 1 0 0 0,0 0 0 0 0,0 0 0 0 0,0 0 0 0 0,0 0 0 0 0,0 0 0 0 0,0 1 1 0 0,-1 0-1 0 0,1 0 0 0 0,0 0 0 0 0,0 0 0 0 0,0 1 0 0 0,0 0 0 0 0,-1 0 0 0 0,1 0 0 0 0,0 0 0 0 0,0 0 0 0 0,1 1 0 0 0,-1 0 0 0 0,0 0 0 0 0,0 0 0 0 0,1 0 0 0 0,-1 0 0 0 0,1 1 0 0 0,0 0 0 0 0,0 0 0 0 0,-5 5 0 0 0,3-3-18 0 0,0 0 0 0 0,1 0 0 0 0,0 1 0 0 0,0 0 0 0 0,0 0 0 0 0,0 0 0 0 0,1 0 0 0 0,0 0 0 0 0,0 1 0 0 0,1-1 0 0 0,0 1 0 0 0,0 0 0 0 0,-1 10 0 0 0,2-5-11 0 0,0 0 0 0 0,1 1 0 0 0,0-1 0 0 0,1 0 0 0 0,1 0 0 0 0,0 0 0 0 0,4 14 1 0 0,4 4-9 0 0,0-1 1 0 0,2-1 0 0 0,2 0 0 0 0,0-1-1 0 0,24 33 1 0 0,-1-12 2 0 0,2-2 1 0 0,3-2-1 0 0,1-1 0 0 0,70 52 0 0 0,-26-21-31 0 0,-84-72 13 0 0,0 1 0 0 0,0-1 0 0 0,0 1-1 0 0,0-1 1 0 0,0 0 0 0 0,0 0 0 0 0,1 0 0 0 0,-1 0 0 0 0,1-1 0 0 0,-1 1-1 0 0,1-1 1 0 0,0 0 0 0 0,5 1 0 0 0,-8-2 11 0 0,0 0 0 0 0,0 0 0 0 0,0 0 0 0 0,0-1-1 0 0,0 1 1 0 0,0 0 0 0 0,0-1 0 0 0,0 1 0 0 0,0 0 0 0 0,0-1 0 0 0,0 0 0 0 0,0 1 0 0 0,-1-1-1 0 0,1 1 1 0 0,0-1 0 0 0,0 0 0 0 0,0 1 0 0 0,-1-1 0 0 0,2-1 0 0 0,0-1 0 0 0,-1 0 1 0 0,1 0-1 0 0,-1 0 1 0 0,0 0-1 0 0,0 0 1 0 0,0 0 0 0 0,0 0-1 0 0,1-6 1 0 0,4-43-8 0 0,0-80 0 0 0,-6 79 115 0 0,14-98 0 0 0,-12 136-67 0 0,2 0 0 0 0,0-1 0 0 0,1 1 0 0 0,0 1 0 0 0,1-1 0 0 0,1 1 0 0 0,0 0 0 0 0,1 0 0 0 0,0 1 0 0 0,18-20 0 0 0,-20 27-33 0 0,1 0 0 0 0,-1 0 0 0 0,2 1 0 0 0,-1 0 0 0 0,0 1 0 0 0,1-1 0 0 0,0 1 0 0 0,0 1 0 0 0,0 0 0 0 0,1 0 0 0 0,-1 0 0 0 0,1 1 0 0 0,-1 1 0 0 0,1-1 0 0 0,12 0 0 0 0,12 1 0 0 0,1 1 0 0 0,54 8 0 0 0,-57-4 0 0 0</inkml:trace>
</inkml:ink>
</file>

<file path=word/theme/theme1.xml><?xml version="1.0" encoding="utf-8"?>
<a:theme xmlns:a="http://schemas.openxmlformats.org/drawingml/2006/main" name="Standarddesign">
  <a:themeElements>
    <a:clrScheme name="VCPP Designfarben">
      <a:dk1>
        <a:sysClr val="windowText" lastClr="000000"/>
      </a:dk1>
      <a:lt1>
        <a:sysClr val="window" lastClr="FFFFFF"/>
      </a:lt1>
      <a:dk2>
        <a:srgbClr val="004287"/>
      </a:dk2>
      <a:lt2>
        <a:srgbClr val="FFFFFF"/>
      </a:lt2>
      <a:accent1>
        <a:srgbClr val="F0535C"/>
      </a:accent1>
      <a:accent2>
        <a:srgbClr val="FFCE2A"/>
      </a:accent2>
      <a:accent3>
        <a:srgbClr val="00B9F2"/>
      </a:accent3>
      <a:accent4>
        <a:srgbClr val="C1C9C1"/>
      </a:accent4>
      <a:accent5>
        <a:srgbClr val="004287"/>
      </a:accent5>
      <a:accent6>
        <a:srgbClr val="5B3C0D"/>
      </a:accent6>
      <a:hlink>
        <a:srgbClr val="00B9F2"/>
      </a:hlink>
      <a:folHlink>
        <a:srgbClr val="F0535C"/>
      </a:folHlink>
    </a:clrScheme>
    <a:fontScheme name="VCPP Schrift">
      <a:majorFont>
        <a:latin typeface="Roboto"/>
        <a:ea typeface=""/>
        <a:cs typeface=""/>
      </a:majorFont>
      <a:minorFont>
        <a:latin typeface="Robot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wrap="square">
        <a:spAutoFit/>
      </a:bodyPr>
      <a:lstStyle>
        <a:defPPr>
          <a:lnSpc>
            <a:spcPct val="150000"/>
          </a:lnSpc>
          <a:defRPr dirty="0" smtClean="0">
            <a:solidFill>
              <a:schemeClr val="accent1"/>
            </a:solidFill>
          </a:defRPr>
        </a:defPPr>
      </a:lstStyle>
    </a:spDef>
    <a:txDef>
      <a:spPr/>
      <a:bodyPr vert="horz" lIns="91440" tIns="45720" rIns="91440" bIns="45720" rtlCol="0" anchor="ctr">
        <a:normAutofit/>
      </a:bodyPr>
      <a:lstStyle>
        <a:defPPr>
          <a:defRPr sz="3000" i="1" dirty="0" smtClean="0">
            <a:solidFill>
              <a:schemeClr val="tx2"/>
            </a:solidFill>
            <a:latin typeface="Roboto Condensed" panose="02000000000000000000" pitchFamily="2" charset="0"/>
            <a:ea typeface="Roboto Condensed" panose="02000000000000000000" pitchFamily="2" charset="0"/>
            <a:cs typeface="Roboto Condensed" panose="02000000000000000000" pitchFamily="2" charset="0"/>
          </a:defRPr>
        </a:defPPr>
      </a:lstStyle>
    </a:txDef>
  </a:objectDefaults>
  <a:extraClrSchemeLst/>
  <a:extLst>
    <a:ext uri="{05A4C25C-085E-4340-85A3-A5531E510DB2}">
      <thm15:themeFamily xmlns:thm15="http://schemas.microsoft.com/office/thememl/2012/main" name="Präsentation1" id="{207CB200-ACE5-4DED-8394-D642FBCA63F3}" vid="{72D6453F-1795-4977-AB6D-E59D77AC7A6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2024-03-08T00:00:00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129E59-29AB-484C-A662-D8E72A05E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Briefvorlage_Pfadis.dotx</Template>
  <TotalTime>0</TotalTime>
  <Pages>2</Pages>
  <Words>146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Pixl _lucien</cp:lastModifiedBy>
  <cp:revision>6</cp:revision>
  <cp:lastPrinted>2024-03-08T14:08:00Z</cp:lastPrinted>
  <dcterms:created xsi:type="dcterms:W3CDTF">2024-03-16T15:13:00Z</dcterms:created>
  <dcterms:modified xsi:type="dcterms:W3CDTF">2024-03-16T15:16:00Z</dcterms:modified>
</cp:coreProperties>
</file>