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D6209" w14:textId="77777777" w:rsidR="004577AC" w:rsidRPr="004577AC" w:rsidRDefault="004577AC" w:rsidP="004577AC">
      <w:pPr>
        <w:pStyle w:val="VCP-Head"/>
        <w:rPr>
          <w:rFonts w:asciiTheme="majorHAnsi" w:hAnsiTheme="majorHAnsi"/>
        </w:rPr>
      </w:pPr>
      <w:r w:rsidRPr="004577AC">
        <w:rPr>
          <w:rFonts w:asciiTheme="majorHAnsi" w:hAnsiTheme="majorHAnsi"/>
        </w:rPr>
        <w:t>Elternnachmittag</w:t>
      </w:r>
    </w:p>
    <w:p w14:paraId="4786B7D4" w14:textId="77777777" w:rsidR="004577AC" w:rsidRPr="004577AC" w:rsidRDefault="004577AC" w:rsidP="004577AC">
      <w:pPr>
        <w:jc w:val="center"/>
        <w:rPr>
          <w:rFonts w:asciiTheme="majorHAnsi" w:hAnsiTheme="majorHAnsi"/>
          <w:b/>
          <w:sz w:val="16"/>
        </w:rPr>
      </w:pPr>
    </w:p>
    <w:p w14:paraId="16472193" w14:textId="77777777" w:rsidR="004577AC" w:rsidRPr="004577AC" w:rsidRDefault="004577AC" w:rsidP="004577AC">
      <w:pPr>
        <w:jc w:val="center"/>
        <w:rPr>
          <w:rFonts w:asciiTheme="majorHAnsi" w:hAnsiTheme="majorHAnsi"/>
          <w:b/>
        </w:rPr>
      </w:pPr>
      <w:r w:rsidRPr="004577AC">
        <w:rPr>
          <w:rFonts w:asciiTheme="majorHAnsi" w:hAnsiTheme="majorHAnsi"/>
          <w:b/>
        </w:rPr>
        <w:t>- So. 11.03.2018 -</w:t>
      </w:r>
    </w:p>
    <w:p w14:paraId="41DFCAE9" w14:textId="77777777" w:rsidR="004577AC" w:rsidRPr="004577AC" w:rsidRDefault="004577AC" w:rsidP="004577AC">
      <w:pPr>
        <w:spacing w:line="276" w:lineRule="auto"/>
        <w:rPr>
          <w:rFonts w:asciiTheme="majorHAnsi" w:hAnsiTheme="majorHAnsi"/>
        </w:rPr>
      </w:pPr>
      <w:bookmarkStart w:id="0" w:name="_GoBack"/>
      <w:bookmarkEnd w:id="0"/>
    </w:p>
    <w:p w14:paraId="41782390" w14:textId="77777777" w:rsidR="004577AC" w:rsidRPr="004577AC" w:rsidRDefault="004577AC" w:rsidP="004577AC">
      <w:pPr>
        <w:rPr>
          <w:rFonts w:asciiTheme="majorHAnsi" w:hAnsiTheme="majorHAnsi"/>
        </w:rPr>
      </w:pPr>
      <w:r w:rsidRPr="004577AC">
        <w:rPr>
          <w:rFonts w:asciiTheme="majorHAnsi" w:hAnsiTheme="majorHAnsi"/>
        </w:rPr>
        <w:t xml:space="preserve">Liebe Eltern, liebe </w:t>
      </w:r>
      <w:proofErr w:type="spellStart"/>
      <w:r w:rsidRPr="004577AC">
        <w:rPr>
          <w:rFonts w:asciiTheme="majorHAnsi" w:hAnsiTheme="majorHAnsi"/>
        </w:rPr>
        <w:t>Pfadis</w:t>
      </w:r>
      <w:proofErr w:type="spellEnd"/>
      <w:r w:rsidRPr="004577AC">
        <w:rPr>
          <w:rFonts w:asciiTheme="majorHAnsi" w:hAnsiTheme="majorHAnsi"/>
        </w:rPr>
        <w:t>!</w:t>
      </w:r>
    </w:p>
    <w:p w14:paraId="38F919C3" w14:textId="77777777" w:rsidR="004577AC" w:rsidRPr="004577AC" w:rsidRDefault="004577AC" w:rsidP="004577AC">
      <w:pPr>
        <w:rPr>
          <w:rFonts w:asciiTheme="majorHAnsi" w:hAnsiTheme="majorHAnsi"/>
          <w:sz w:val="14"/>
        </w:rPr>
      </w:pPr>
    </w:p>
    <w:p w14:paraId="475E2E7F" w14:textId="77777777" w:rsidR="004577AC" w:rsidRPr="004577AC" w:rsidRDefault="004577AC" w:rsidP="004577AC">
      <w:pPr>
        <w:jc w:val="both"/>
        <w:rPr>
          <w:rFonts w:asciiTheme="majorHAnsi" w:hAnsiTheme="majorHAnsi"/>
        </w:rPr>
      </w:pPr>
      <w:r w:rsidRPr="004577AC">
        <w:rPr>
          <w:rFonts w:asciiTheme="majorHAnsi" w:hAnsiTheme="majorHAnsi"/>
        </w:rPr>
        <w:t xml:space="preserve">Wie jedes Jahr findet in diesem Frühjahr der Elternnachmittag statt. </w:t>
      </w:r>
    </w:p>
    <w:p w14:paraId="032AA41E" w14:textId="77777777" w:rsidR="004577AC" w:rsidRPr="004577AC" w:rsidRDefault="004577AC" w:rsidP="004577AC">
      <w:pPr>
        <w:jc w:val="both"/>
        <w:rPr>
          <w:rFonts w:asciiTheme="majorHAnsi" w:hAnsiTheme="majorHAnsi"/>
        </w:rPr>
      </w:pPr>
      <w:r w:rsidRPr="004577AC">
        <w:rPr>
          <w:rFonts w:asciiTheme="majorHAnsi" w:hAnsiTheme="majorHAnsi"/>
        </w:rPr>
        <w:t>Hierzu werden die Sippen kreativ und bereiten lustige, spannende und unterhaltsame Sketche, Tänze oder Quizshows vor. Dies ist die perfekte Möglichkeit alle Sippen kennenzulernen.</w:t>
      </w:r>
    </w:p>
    <w:p w14:paraId="15E6CE8B" w14:textId="77777777" w:rsidR="004577AC" w:rsidRPr="004577AC" w:rsidRDefault="004577AC" w:rsidP="004577AC">
      <w:pPr>
        <w:jc w:val="both"/>
        <w:rPr>
          <w:rFonts w:asciiTheme="majorHAnsi" w:hAnsiTheme="majorHAnsi"/>
          <w:sz w:val="14"/>
        </w:rPr>
      </w:pPr>
    </w:p>
    <w:p w14:paraId="528E7474" w14:textId="77777777" w:rsidR="004577AC" w:rsidRPr="004577AC" w:rsidRDefault="004577AC" w:rsidP="004577AC">
      <w:pPr>
        <w:jc w:val="both"/>
        <w:rPr>
          <w:rFonts w:asciiTheme="majorHAnsi" w:hAnsiTheme="majorHAnsi"/>
        </w:rPr>
      </w:pPr>
      <w:r w:rsidRPr="004577AC">
        <w:rPr>
          <w:rFonts w:asciiTheme="majorHAnsi" w:hAnsiTheme="majorHAnsi"/>
        </w:rPr>
        <w:t>Um den Daheimgebliebenen einen Einblick in unser Lagerleben und unsere Aktionen zu geben wird es auch wieder einen kleinen Jahresrückblick für das Jahr 2017 geben.</w:t>
      </w:r>
    </w:p>
    <w:p w14:paraId="3E165B56" w14:textId="77777777" w:rsidR="004577AC" w:rsidRPr="004577AC" w:rsidRDefault="004577AC" w:rsidP="004577AC">
      <w:pPr>
        <w:jc w:val="both"/>
        <w:rPr>
          <w:rFonts w:asciiTheme="majorHAnsi" w:hAnsiTheme="majorHAnsi"/>
        </w:rPr>
      </w:pPr>
      <w:r w:rsidRPr="004577AC">
        <w:rPr>
          <w:rFonts w:asciiTheme="majorHAnsi" w:hAnsiTheme="majorHAnsi"/>
        </w:rPr>
        <w:t>Außerdem gibt es viele Informationen zum kommenden Jahr und mit Sicherheit die Chance, sich die ersten Plätze auf diesjährigen Lagern zu sichern.</w:t>
      </w:r>
    </w:p>
    <w:p w14:paraId="7ABAB9DF" w14:textId="77777777" w:rsidR="004577AC" w:rsidRPr="004577AC" w:rsidRDefault="004577AC" w:rsidP="004577AC">
      <w:pPr>
        <w:jc w:val="both"/>
        <w:rPr>
          <w:rFonts w:asciiTheme="majorHAnsi" w:hAnsiTheme="majorHAnsi"/>
          <w:sz w:val="14"/>
        </w:rPr>
      </w:pPr>
    </w:p>
    <w:p w14:paraId="687992BA" w14:textId="77777777" w:rsidR="004577AC" w:rsidRPr="004577AC" w:rsidRDefault="004577AC" w:rsidP="004577AC">
      <w:pPr>
        <w:jc w:val="both"/>
        <w:rPr>
          <w:rFonts w:asciiTheme="majorHAnsi" w:hAnsiTheme="majorHAnsi"/>
        </w:rPr>
      </w:pPr>
      <w:r w:rsidRPr="004577AC">
        <w:rPr>
          <w:rFonts w:asciiTheme="majorHAnsi" w:hAnsiTheme="majorHAnsi"/>
        </w:rPr>
        <w:t xml:space="preserve">Wir laden Sie herzlich ein bei Kaffee und Kuchen, nette Gespräche zu führen, sich mit anderen </w:t>
      </w:r>
      <w:proofErr w:type="spellStart"/>
      <w:r w:rsidRPr="004577AC">
        <w:rPr>
          <w:rFonts w:asciiTheme="majorHAnsi" w:hAnsiTheme="majorHAnsi"/>
        </w:rPr>
        <w:t>Pfadis</w:t>
      </w:r>
      <w:proofErr w:type="spellEnd"/>
      <w:r w:rsidRPr="004577AC">
        <w:rPr>
          <w:rFonts w:asciiTheme="majorHAnsi" w:hAnsiTheme="majorHAnsi"/>
        </w:rPr>
        <w:t xml:space="preserve"> auszutauschen und die angenehme Atmosphäre zu genießen.</w:t>
      </w:r>
    </w:p>
    <w:p w14:paraId="1AFEC702" w14:textId="77777777" w:rsidR="004577AC" w:rsidRPr="004577AC" w:rsidRDefault="004577AC" w:rsidP="004577AC">
      <w:pPr>
        <w:jc w:val="both"/>
        <w:rPr>
          <w:rFonts w:asciiTheme="majorHAnsi" w:hAnsiTheme="majorHAnsi"/>
          <w:sz w:val="14"/>
        </w:rPr>
      </w:pPr>
    </w:p>
    <w:p w14:paraId="3B255E9C" w14:textId="77777777" w:rsidR="004577AC" w:rsidRPr="004577AC" w:rsidRDefault="004577AC" w:rsidP="004577AC">
      <w:pPr>
        <w:jc w:val="both"/>
        <w:rPr>
          <w:rFonts w:asciiTheme="majorHAnsi" w:hAnsiTheme="majorHAnsi"/>
        </w:rPr>
      </w:pPr>
      <w:r w:rsidRPr="004577AC">
        <w:rPr>
          <w:rFonts w:asciiTheme="majorHAnsi" w:hAnsiTheme="majorHAnsi"/>
        </w:rPr>
        <w:t xml:space="preserve">Falls Ihr Kind noch einen </w:t>
      </w:r>
      <w:proofErr w:type="spellStart"/>
      <w:r w:rsidRPr="004577AC">
        <w:rPr>
          <w:rFonts w:asciiTheme="majorHAnsi" w:hAnsiTheme="majorHAnsi"/>
        </w:rPr>
        <w:t>Pfadipulli</w:t>
      </w:r>
      <w:proofErr w:type="spellEnd"/>
      <w:r w:rsidRPr="004577AC">
        <w:rPr>
          <w:rFonts w:asciiTheme="majorHAnsi" w:hAnsiTheme="majorHAnsi"/>
        </w:rPr>
        <w:t xml:space="preserve"> oder eine Kluft benötigt, haben Sie an diesem Nachmittag die Möglichkeit Bestellungen bei F&amp;F, unserem Ausrüster, aufzugeben. Außerdem wird es Pullis und T-Shirts unserer Stammeskollektion zu kaufen geben. </w:t>
      </w:r>
    </w:p>
    <w:p w14:paraId="23AB5A12" w14:textId="77777777" w:rsidR="004577AC" w:rsidRPr="004577AC" w:rsidRDefault="004577AC" w:rsidP="004577AC">
      <w:pPr>
        <w:jc w:val="both"/>
        <w:rPr>
          <w:rFonts w:asciiTheme="majorHAnsi" w:hAnsiTheme="majorHAnsi"/>
        </w:rPr>
      </w:pPr>
    </w:p>
    <w:p w14:paraId="7FAB1E61" w14:textId="77777777" w:rsidR="004577AC" w:rsidRPr="004577AC" w:rsidRDefault="004577AC" w:rsidP="004577AC">
      <w:pPr>
        <w:jc w:val="both"/>
        <w:rPr>
          <w:rFonts w:asciiTheme="majorHAnsi" w:hAnsiTheme="majorHAnsi"/>
          <w:sz w:val="14"/>
        </w:rPr>
      </w:pPr>
    </w:p>
    <w:p w14:paraId="62B97821" w14:textId="77777777" w:rsidR="004577AC" w:rsidRPr="004577AC" w:rsidRDefault="004577AC" w:rsidP="004577AC">
      <w:pPr>
        <w:jc w:val="both"/>
        <w:rPr>
          <w:rFonts w:asciiTheme="majorHAnsi" w:hAnsiTheme="majorHAnsi"/>
        </w:rPr>
      </w:pPr>
      <w:r w:rsidRPr="004577AC">
        <w:rPr>
          <w:rFonts w:asciiTheme="majorHAnsi" w:hAnsiTheme="majorHAnsi"/>
        </w:rPr>
        <w:t xml:space="preserve">Wir freuen uns auf Sie! </w:t>
      </w:r>
    </w:p>
    <w:p w14:paraId="004284CD" w14:textId="77777777" w:rsidR="004577AC" w:rsidRPr="004577AC" w:rsidRDefault="004577AC" w:rsidP="004577AC">
      <w:pPr>
        <w:jc w:val="both"/>
        <w:rPr>
          <w:rFonts w:asciiTheme="majorHAnsi" w:hAnsiTheme="majorHAnsi"/>
          <w:sz w:val="12"/>
        </w:rPr>
      </w:pPr>
    </w:p>
    <w:p w14:paraId="12ED54CA" w14:textId="77777777" w:rsidR="004577AC" w:rsidRPr="004577AC" w:rsidRDefault="004577AC" w:rsidP="004577AC">
      <w:pPr>
        <w:jc w:val="both"/>
        <w:rPr>
          <w:rFonts w:asciiTheme="majorHAnsi" w:hAnsiTheme="majorHAnsi"/>
        </w:rPr>
      </w:pPr>
      <w:r w:rsidRPr="004577AC">
        <w:rPr>
          <w:rFonts w:asciiTheme="majorHAnsi" w:hAnsiTheme="majorHAnsi"/>
        </w:rPr>
        <w:t>Liebe Grüße, Euer AK</w:t>
      </w:r>
    </w:p>
    <w:p w14:paraId="35DA7239" w14:textId="77777777" w:rsidR="004577AC" w:rsidRPr="004577AC" w:rsidRDefault="004577AC" w:rsidP="004577AC">
      <w:pPr>
        <w:jc w:val="both"/>
        <w:rPr>
          <w:rFonts w:asciiTheme="majorHAnsi" w:hAnsiTheme="majorHAnsi"/>
        </w:rPr>
      </w:pPr>
      <w:r w:rsidRPr="004577AC">
        <w:rPr>
          <w:rFonts w:asciiTheme="majorHAnsi" w:hAnsiTheme="majorHAnsi"/>
        </w:rPr>
        <w:t>Dominik, Marcel, Sebastian</w:t>
      </w:r>
    </w:p>
    <w:p w14:paraId="185CB654" w14:textId="77777777" w:rsidR="000848BF" w:rsidRPr="004577AC" w:rsidRDefault="004577AC" w:rsidP="004577AC">
      <w:pPr>
        <w:rPr>
          <w:rFonts w:asciiTheme="majorHAnsi" w:hAnsiTheme="majorHAnsi"/>
        </w:rPr>
      </w:pPr>
    </w:p>
    <w:sectPr w:rsidR="000848BF" w:rsidRPr="004577AC" w:rsidSect="00204D37">
      <w:headerReference w:type="default" r:id="rId11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70816" w14:textId="77777777" w:rsidR="004577AC" w:rsidRDefault="004577AC" w:rsidP="00204D37">
      <w:r>
        <w:separator/>
      </w:r>
    </w:p>
  </w:endnote>
  <w:endnote w:type="continuationSeparator" w:id="0">
    <w:p w14:paraId="02E3848A" w14:textId="77777777" w:rsidR="004577AC" w:rsidRDefault="004577AC" w:rsidP="0020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BC807" w14:textId="77777777" w:rsidR="004577AC" w:rsidRDefault="004577AC" w:rsidP="00204D37">
      <w:r>
        <w:separator/>
      </w:r>
    </w:p>
  </w:footnote>
  <w:footnote w:type="continuationSeparator" w:id="0">
    <w:p w14:paraId="4AD6C762" w14:textId="77777777" w:rsidR="004577AC" w:rsidRDefault="004577AC" w:rsidP="00204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D20E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EEBC712" wp14:editId="7640E1F1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26431D"/>
    <w:multiLevelType w:val="hybridMultilevel"/>
    <w:tmpl w:val="832E0C66"/>
    <w:lvl w:ilvl="0" w:tplc="789ED20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7AC"/>
    <w:rsid w:val="00031246"/>
    <w:rsid w:val="00204D37"/>
    <w:rsid w:val="004577AC"/>
    <w:rsid w:val="00844C5D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97B1"/>
  <w15:chartTrackingRefBased/>
  <w15:docId w15:val="{F42230DB-A77A-4D34-BF41-AA87D0A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577AC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spacing w:after="160" w:line="259" w:lineRule="auto"/>
      <w:jc w:val="center"/>
    </w:pPr>
    <w:rPr>
      <w:rFonts w:asciiTheme="minorHAnsi" w:eastAsiaTheme="minorHAnsi" w:hAnsiTheme="minorHAnsi" w:cstheme="minorBidi"/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  <w:style w:type="paragraph" w:styleId="Listenabsatz">
    <w:name w:val="List Paragraph"/>
    <w:basedOn w:val="Standard"/>
    <w:uiPriority w:val="34"/>
    <w:qFormat/>
    <w:rsid w:val="004577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036B06-0F7D-47D0-B67B-45F5010D32F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405544e-a167-45e6-84ee-6c0db734b0d2"/>
    <ds:schemaRef ds:uri="b8dd630b-f7be-489c-91af-742c322d58f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F9C0E5-07A8-48B3-B27A-E83BD6B7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151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2024-03-14T11:32:00Z</dcterms:created>
  <dcterms:modified xsi:type="dcterms:W3CDTF">2024-03-14T11:34:00Z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