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79F77" w14:textId="77777777" w:rsidR="00D6398D" w:rsidRPr="00D61B37" w:rsidRDefault="00D6398D" w:rsidP="00D6398D">
      <w:pPr>
        <w:pStyle w:val="VCP-Head"/>
      </w:pPr>
      <w:r w:rsidRPr="00D61B37">
        <w:t>Stammesversammlung</w:t>
      </w:r>
    </w:p>
    <w:p w14:paraId="714D5A64" w14:textId="77777777" w:rsidR="00D6398D" w:rsidRPr="00D61B37" w:rsidRDefault="00D6398D" w:rsidP="00D6398D">
      <w:pPr>
        <w:jc w:val="center"/>
        <w:rPr>
          <w:rFonts w:ascii="Verdana" w:hAnsi="Verdana"/>
          <w:b/>
        </w:rPr>
      </w:pPr>
    </w:p>
    <w:p w14:paraId="3F919714" w14:textId="77777777" w:rsidR="00D6398D" w:rsidRPr="00D61B37" w:rsidRDefault="00D6398D" w:rsidP="00D6398D">
      <w:pPr>
        <w:jc w:val="center"/>
        <w:rPr>
          <w:rFonts w:ascii="Verdana" w:hAnsi="Verdana"/>
          <w:b/>
        </w:rPr>
      </w:pPr>
      <w:r w:rsidRPr="00D61B37">
        <w:rPr>
          <w:rFonts w:ascii="Verdana" w:hAnsi="Verdana"/>
          <w:b/>
        </w:rPr>
        <w:t>-</w:t>
      </w:r>
      <w:r>
        <w:rPr>
          <w:rFonts w:ascii="Verdana" w:hAnsi="Verdana"/>
          <w:b/>
        </w:rPr>
        <w:t xml:space="preserve"> </w:t>
      </w:r>
      <w:r w:rsidRPr="00D61B37">
        <w:rPr>
          <w:rFonts w:ascii="Verdana" w:hAnsi="Verdana"/>
          <w:b/>
        </w:rPr>
        <w:t>Fr. 23.02.2018</w:t>
      </w:r>
      <w:r>
        <w:rPr>
          <w:rFonts w:ascii="Verdana" w:hAnsi="Verdana"/>
          <w:b/>
        </w:rPr>
        <w:t xml:space="preserve"> -</w:t>
      </w:r>
    </w:p>
    <w:p w14:paraId="4F5DB1B5" w14:textId="77777777" w:rsidR="00D6398D" w:rsidRPr="00D61B37" w:rsidRDefault="00D6398D" w:rsidP="00D6398D">
      <w:pPr>
        <w:jc w:val="both"/>
        <w:rPr>
          <w:rFonts w:ascii="Verdana" w:hAnsi="Verdana"/>
        </w:rPr>
      </w:pPr>
      <w:bookmarkStart w:id="0" w:name="_GoBack"/>
      <w:bookmarkEnd w:id="0"/>
    </w:p>
    <w:tbl>
      <w:tblPr>
        <w:tblStyle w:val="Tabellenraster"/>
        <w:tblpPr w:leftFromText="141" w:rightFromText="141" w:vertAnchor="text" w:horzAnchor="margin" w:tblpY="25"/>
        <w:tblW w:w="9081" w:type="dxa"/>
        <w:tblLook w:val="04A0" w:firstRow="1" w:lastRow="0" w:firstColumn="1" w:lastColumn="0" w:noHBand="0" w:noVBand="1"/>
      </w:tblPr>
      <w:tblGrid>
        <w:gridCol w:w="9081"/>
      </w:tblGrid>
      <w:tr w:rsidR="00D6398D" w14:paraId="32A4AAB7" w14:textId="77777777" w:rsidTr="00D6398D">
        <w:trPr>
          <w:trHeight w:val="2236"/>
        </w:trPr>
        <w:tc>
          <w:tcPr>
            <w:tcW w:w="9081" w:type="dxa"/>
          </w:tcPr>
          <w:p w14:paraId="5877459E" w14:textId="77777777" w:rsidR="00D6398D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  <w:u w:val="single"/>
              </w:rPr>
            </w:pPr>
            <w:r w:rsidRPr="00D61B37">
              <w:rPr>
                <w:rFonts w:ascii="Verdana" w:hAnsi="Verdana"/>
                <w:u w:val="single"/>
              </w:rPr>
              <w:t>Stammessatzung</w:t>
            </w:r>
          </w:p>
          <w:p w14:paraId="72B6A892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  <w:u w:val="single"/>
              </w:rPr>
            </w:pPr>
          </w:p>
          <w:p w14:paraId="646DD1A3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</w:rPr>
            </w:pPr>
            <w:r w:rsidRPr="00D61B37">
              <w:rPr>
                <w:rFonts w:ascii="Verdana" w:hAnsi="Verdana"/>
              </w:rPr>
              <w:t xml:space="preserve">Des Verbandes Christlicher Pfadfinderinnen und Pfadfinder, </w:t>
            </w:r>
          </w:p>
          <w:p w14:paraId="641049EE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</w:rPr>
            </w:pPr>
            <w:r w:rsidRPr="00D61B37">
              <w:rPr>
                <w:rFonts w:ascii="Verdana" w:hAnsi="Verdana"/>
              </w:rPr>
              <w:t>Stamm Seattle in Ehningen</w:t>
            </w:r>
          </w:p>
          <w:p w14:paraId="5FF128FE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</w:rPr>
            </w:pPr>
            <w:r w:rsidRPr="00D61B37">
              <w:rPr>
                <w:rFonts w:ascii="Verdana" w:hAnsi="Verdana"/>
              </w:rPr>
              <w:t>-beschlossen am 30. November 1971</w:t>
            </w:r>
            <w:r>
              <w:rPr>
                <w:rFonts w:ascii="Verdana" w:hAnsi="Verdana"/>
              </w:rPr>
              <w:t>-</w:t>
            </w:r>
          </w:p>
          <w:p w14:paraId="41BE89F1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  <w:b/>
              </w:rPr>
            </w:pPr>
            <w:r w:rsidRPr="00D61B37">
              <w:rPr>
                <w:rFonts w:ascii="Verdana" w:hAnsi="Verdana"/>
                <w:b/>
              </w:rPr>
              <w:t>…</w:t>
            </w:r>
          </w:p>
          <w:p w14:paraId="45BEAB15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</w:rPr>
            </w:pPr>
            <w:r w:rsidRPr="00D61B37">
              <w:rPr>
                <w:rFonts w:ascii="Verdana" w:hAnsi="Verdana"/>
              </w:rPr>
              <w:t>II. Stammesversam</w:t>
            </w:r>
            <w:r>
              <w:rPr>
                <w:rFonts w:ascii="Verdana" w:hAnsi="Verdana"/>
              </w:rPr>
              <w:t>m</w:t>
            </w:r>
            <w:r w:rsidRPr="00D61B37">
              <w:rPr>
                <w:rFonts w:ascii="Verdana" w:hAnsi="Verdana"/>
              </w:rPr>
              <w:t>lung</w:t>
            </w:r>
          </w:p>
          <w:p w14:paraId="3EB617E0" w14:textId="77777777" w:rsidR="00D6398D" w:rsidRPr="00D61B37" w:rsidRDefault="00D6398D" w:rsidP="00284182">
            <w:pPr>
              <w:tabs>
                <w:tab w:val="left" w:pos="3795"/>
              </w:tabs>
              <w:jc w:val="center"/>
              <w:rPr>
                <w:rFonts w:ascii="Verdana" w:hAnsi="Verdana"/>
              </w:rPr>
            </w:pPr>
            <w:r w:rsidRPr="00D61B37">
              <w:rPr>
                <w:rFonts w:ascii="Verdana" w:hAnsi="Verdana"/>
              </w:rPr>
              <w:t>1. Die Stammesversammlung tagt einmal jährlich.</w:t>
            </w:r>
          </w:p>
          <w:p w14:paraId="6ABEBEA5" w14:textId="77777777" w:rsidR="00D6398D" w:rsidRPr="00117E13" w:rsidRDefault="00D6398D" w:rsidP="00284182">
            <w:pPr>
              <w:tabs>
                <w:tab w:val="left" w:pos="3795"/>
              </w:tabs>
              <w:jc w:val="center"/>
              <w:rPr>
                <w:b/>
                <w:sz w:val="28"/>
                <w:szCs w:val="28"/>
              </w:rPr>
            </w:pPr>
            <w:r w:rsidRPr="00D61B37">
              <w:rPr>
                <w:rFonts w:ascii="Verdana" w:hAnsi="Verdana"/>
                <w:b/>
              </w:rPr>
              <w:t>…</w:t>
            </w:r>
          </w:p>
        </w:tc>
      </w:tr>
    </w:tbl>
    <w:p w14:paraId="72360219" w14:textId="77777777" w:rsidR="00D6398D" w:rsidRDefault="00D6398D" w:rsidP="00D6398D">
      <w:pPr>
        <w:jc w:val="both"/>
        <w:rPr>
          <w:rFonts w:ascii="Verdana" w:hAnsi="Verdana"/>
        </w:rPr>
      </w:pPr>
    </w:p>
    <w:p w14:paraId="1CFB6E33" w14:textId="77777777" w:rsidR="00D6398D" w:rsidRPr="00D61B37" w:rsidRDefault="00D6398D" w:rsidP="00D6398D">
      <w:pPr>
        <w:jc w:val="both"/>
        <w:rPr>
          <w:rFonts w:ascii="Verdana" w:hAnsi="Verdana"/>
        </w:rPr>
      </w:pPr>
      <w:r w:rsidRPr="00D61B37">
        <w:rPr>
          <w:rFonts w:ascii="Verdana" w:hAnsi="Verdana"/>
        </w:rPr>
        <w:t>Auch dieses Jahr findet wieder eine der wichtigsten Aktionen für den Stamm statt, die Stammesversammlung 2018. Sicher einer der informativsten und interessantesten Termine des Jahres.</w:t>
      </w:r>
    </w:p>
    <w:p w14:paraId="74BF4A67" w14:textId="77777777" w:rsidR="00D6398D" w:rsidRPr="00D61B37" w:rsidRDefault="00D6398D" w:rsidP="00D6398D">
      <w:pPr>
        <w:jc w:val="both"/>
        <w:rPr>
          <w:rFonts w:ascii="Verdana" w:hAnsi="Verdana"/>
        </w:rPr>
      </w:pPr>
      <w:r>
        <w:rPr>
          <w:rFonts w:ascii="Verdana" w:hAnsi="Verdana"/>
        </w:rPr>
        <w:t>Im Vordergrund stehen</w:t>
      </w:r>
      <w:r w:rsidRPr="00D61B37">
        <w:rPr>
          <w:rFonts w:ascii="Verdana" w:hAnsi="Verdana"/>
        </w:rPr>
        <w:t xml:space="preserve"> wie immer</w:t>
      </w:r>
      <w:r>
        <w:rPr>
          <w:rFonts w:ascii="Verdana" w:hAnsi="Verdana"/>
        </w:rPr>
        <w:t xml:space="preserve"> die Wahlen (Stammesleitung, Gau- und </w:t>
      </w:r>
      <w:proofErr w:type="spellStart"/>
      <w:r>
        <w:rPr>
          <w:rFonts w:ascii="Verdana" w:hAnsi="Verdana"/>
        </w:rPr>
        <w:t>Landesdeligierte</w:t>
      </w:r>
      <w:proofErr w:type="spellEnd"/>
      <w:r>
        <w:rPr>
          <w:rFonts w:ascii="Verdana" w:hAnsi="Verdana"/>
        </w:rPr>
        <w:t>) sowie</w:t>
      </w:r>
      <w:r w:rsidRPr="00D61B37">
        <w:rPr>
          <w:rFonts w:ascii="Verdana" w:hAnsi="Verdana"/>
        </w:rPr>
        <w:t xml:space="preserve"> der Jahresrückblick. Jedes VCP-Mitglied des Stammes Seattle ist wahlberechtigt, also kommet zu Hauf und bestimmt mit.</w:t>
      </w:r>
    </w:p>
    <w:p w14:paraId="6996543E" w14:textId="77777777" w:rsidR="00D6398D" w:rsidRPr="00D61B37" w:rsidRDefault="00D6398D" w:rsidP="00D6398D">
      <w:pPr>
        <w:jc w:val="both"/>
        <w:rPr>
          <w:rFonts w:ascii="Verdana" w:hAnsi="Verdana"/>
        </w:rPr>
      </w:pPr>
      <w:r w:rsidRPr="00D61B37">
        <w:rPr>
          <w:rFonts w:ascii="Verdana" w:hAnsi="Verdana"/>
        </w:rPr>
        <w:t>Auch Spiel, Spaß und Gesang</w:t>
      </w:r>
      <w:r>
        <w:rPr>
          <w:rFonts w:ascii="Verdana" w:hAnsi="Verdana"/>
        </w:rPr>
        <w:t xml:space="preserve"> kommen nicht zu kurz. Also seid</w:t>
      </w:r>
      <w:r w:rsidRPr="00D61B37">
        <w:rPr>
          <w:rFonts w:ascii="Verdana" w:hAnsi="Verdana"/>
        </w:rPr>
        <w:t xml:space="preserve"> dabei, denn eure Stimme zählt und es wird </w:t>
      </w:r>
      <w:proofErr w:type="gramStart"/>
      <w:r w:rsidRPr="00D61B37">
        <w:rPr>
          <w:rFonts w:ascii="Verdana" w:hAnsi="Verdana"/>
        </w:rPr>
        <w:t>einen lustiger Abend</w:t>
      </w:r>
      <w:proofErr w:type="gramEnd"/>
      <w:r w:rsidRPr="00D61B37">
        <w:rPr>
          <w:rFonts w:ascii="Verdana" w:hAnsi="Verdana"/>
        </w:rPr>
        <w:t xml:space="preserve"> mit allen Sippen und Teamern!</w:t>
      </w:r>
    </w:p>
    <w:p w14:paraId="472AAE0F" w14:textId="77777777" w:rsidR="00D6398D" w:rsidRPr="00D61B37" w:rsidRDefault="00D6398D" w:rsidP="00D6398D">
      <w:pPr>
        <w:jc w:val="both"/>
        <w:rPr>
          <w:rFonts w:ascii="Verdana" w:hAnsi="Verdana"/>
        </w:rPr>
      </w:pPr>
      <w:r w:rsidRPr="00D61B37">
        <w:rPr>
          <w:rFonts w:ascii="Verdana" w:hAnsi="Verdana"/>
        </w:rPr>
        <w:t xml:space="preserve">Beginn ist um 18.00 Uhr im </w:t>
      </w:r>
      <w:proofErr w:type="spellStart"/>
      <w:r w:rsidRPr="00D61B37">
        <w:rPr>
          <w:rFonts w:ascii="Verdana" w:hAnsi="Verdana"/>
        </w:rPr>
        <w:t>Pfadihaus</w:t>
      </w:r>
      <w:proofErr w:type="spellEnd"/>
      <w:r w:rsidRPr="00D61B37">
        <w:rPr>
          <w:rFonts w:ascii="Verdana" w:hAnsi="Verdana"/>
        </w:rPr>
        <w:t>.</w:t>
      </w:r>
    </w:p>
    <w:p w14:paraId="4B643FA1" w14:textId="77777777" w:rsidR="00D6398D" w:rsidRDefault="00D6398D" w:rsidP="00D6398D">
      <w:pPr>
        <w:jc w:val="both"/>
        <w:rPr>
          <w:rFonts w:ascii="Verdana" w:hAnsi="Verdana"/>
        </w:rPr>
      </w:pPr>
      <w:r>
        <w:rPr>
          <w:rFonts w:ascii="Verdana" w:hAnsi="Verdana"/>
        </w:rPr>
        <w:t>Wir freuen uns auf E</w:t>
      </w:r>
      <w:r w:rsidRPr="00D61B37">
        <w:rPr>
          <w:rFonts w:ascii="Verdana" w:hAnsi="Verdana"/>
        </w:rPr>
        <w:t xml:space="preserve">uch! </w:t>
      </w:r>
    </w:p>
    <w:p w14:paraId="5FE9D695" w14:textId="77777777" w:rsidR="00D6398D" w:rsidRPr="00D61B37" w:rsidRDefault="00D6398D" w:rsidP="00D6398D">
      <w:pPr>
        <w:jc w:val="both"/>
        <w:rPr>
          <w:rFonts w:ascii="Verdana" w:hAnsi="Verdana"/>
        </w:rPr>
      </w:pPr>
    </w:p>
    <w:p w14:paraId="28D9FCD4" w14:textId="77777777" w:rsidR="00D6398D" w:rsidRPr="00186157" w:rsidRDefault="00D6398D" w:rsidP="00D6398D">
      <w:pPr>
        <w:jc w:val="both"/>
        <w:rPr>
          <w:rFonts w:ascii="Verdana" w:hAnsi="Verdana"/>
        </w:rPr>
      </w:pPr>
      <w:r w:rsidRPr="00D61B37">
        <w:rPr>
          <w:rFonts w:ascii="Verdana" w:hAnsi="Verdana"/>
        </w:rPr>
        <w:t>Auf der Stammesversammlung werden einige Teamer in die Erwachsenenstufe aufgenommen.</w:t>
      </w:r>
    </w:p>
    <w:p w14:paraId="4DC51DAB" w14:textId="77777777" w:rsidR="000848BF" w:rsidRPr="00D6398D" w:rsidRDefault="00D6398D" w:rsidP="00D6398D"/>
    <w:sectPr w:rsidR="000848BF" w:rsidRPr="00D6398D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F0F31" w14:textId="77777777" w:rsidR="00D6398D" w:rsidRDefault="00D6398D" w:rsidP="00204D37">
      <w:pPr>
        <w:spacing w:after="0" w:line="240" w:lineRule="auto"/>
      </w:pPr>
      <w:r>
        <w:separator/>
      </w:r>
    </w:p>
  </w:endnote>
  <w:endnote w:type="continuationSeparator" w:id="0">
    <w:p w14:paraId="29E9587E" w14:textId="77777777" w:rsidR="00D6398D" w:rsidRDefault="00D6398D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6BDE9" w14:textId="77777777" w:rsidR="00D6398D" w:rsidRDefault="00D6398D" w:rsidP="00204D37">
      <w:pPr>
        <w:spacing w:after="0" w:line="240" w:lineRule="auto"/>
      </w:pPr>
      <w:r>
        <w:separator/>
      </w:r>
    </w:p>
  </w:footnote>
  <w:footnote w:type="continuationSeparator" w:id="0">
    <w:p w14:paraId="1EE1B406" w14:textId="77777777" w:rsidR="00D6398D" w:rsidRDefault="00D6398D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55FA6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6989A7F" wp14:editId="276BB58F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8D"/>
    <w:rsid w:val="00031246"/>
    <w:rsid w:val="00204D37"/>
    <w:rsid w:val="00844C5D"/>
    <w:rsid w:val="00CA3484"/>
    <w:rsid w:val="00D6398D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9E8F"/>
  <w15:chartTrackingRefBased/>
  <w15:docId w15:val="{1CCAA4B7-3B6E-46D2-9040-2CE1C279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table" w:styleId="Tabellenraster">
    <w:name w:val="Table Grid"/>
    <w:basedOn w:val="NormaleTabelle"/>
    <w:uiPriority w:val="39"/>
    <w:rsid w:val="00D63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6B06-0F7D-47D0-B67B-45F5010D32F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291C39-8D10-4B99-9711-E4C4F3A3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2024-03-14T12:33:00Z</dcterms:created>
  <dcterms:modified xsi:type="dcterms:W3CDTF">2024-03-14T12:35:00Z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