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9A94" w14:textId="77777777" w:rsidR="00A85169" w:rsidRPr="00A85169" w:rsidRDefault="00A85169" w:rsidP="00A85169">
      <w:pPr>
        <w:pStyle w:val="VCP-Head"/>
      </w:pPr>
      <w:r w:rsidRPr="00A85169">
        <w:t>ANMELDUNG ZUR STAMMESHÜTTE</w:t>
      </w:r>
    </w:p>
    <w:p w14:paraId="4113CC46" w14:textId="77777777" w:rsidR="00A85169" w:rsidRPr="00A85169" w:rsidRDefault="00A85169" w:rsidP="00A85169"/>
    <w:p w14:paraId="2F906F3A" w14:textId="77777777" w:rsidR="00A85169" w:rsidRPr="00A85169" w:rsidRDefault="00A85169" w:rsidP="00A85169">
      <w:r w:rsidRPr="00A85169">
        <w:t>Komm mit uns in die Welt des frühen 20. Jahrhunderts, als Mafia- Clans die Großstädte der Vereinigten Staaten verunsichern. Gemeinsam werden wir mittels spannender Spiele, mit viel Spaß und Spannung herausfinden, ob du das Zeug zum nächsten Mafia-Boss hast.</w:t>
      </w:r>
    </w:p>
    <w:p w14:paraId="5307CDB9" w14:textId="77777777" w:rsidR="00A85169" w:rsidRPr="00A85169" w:rsidRDefault="00A85169" w:rsidP="00A85169">
      <w:r w:rsidRPr="00A85169">
        <w:t xml:space="preserve">Wenn du für diese Herausforderung bereit bist, dann halte dir den Zeitraum vom </w:t>
      </w:r>
      <w:r w:rsidRPr="00A85169">
        <w:rPr>
          <w:b/>
          <w:bCs/>
        </w:rPr>
        <w:t>10.04.09 bis zum 13.04.09</w:t>
      </w:r>
      <w:r w:rsidRPr="00A85169">
        <w:t xml:space="preserve"> frei, um mit dabei zu sein, wenn der nächste Mafia-Boss gekrönt wird. Hierzu musst du deine Anmeldung bis zum </w:t>
      </w:r>
      <w:r w:rsidRPr="00A85169">
        <w:rPr>
          <w:b/>
          <w:bCs/>
        </w:rPr>
        <w:t>20.03.09 bei XX (Adresse)</w:t>
      </w:r>
      <w:r w:rsidRPr="00A85169">
        <w:t xml:space="preserve"> abgeben und </w:t>
      </w:r>
      <w:r w:rsidRPr="00A85169">
        <w:rPr>
          <w:b/>
          <w:bCs/>
        </w:rPr>
        <w:t>die 65 € Teilnehmerbeitrag</w:t>
      </w:r>
      <w:r w:rsidRPr="00A85169">
        <w:t xml:space="preserve"> auf das unten genannte Konto überweisen.</w:t>
      </w:r>
    </w:p>
    <w:p w14:paraId="6D6C2140" w14:textId="77777777" w:rsidR="00A85169" w:rsidRPr="00A85169" w:rsidRDefault="00A85169" w:rsidP="00A85169">
      <w:r w:rsidRPr="00A85169">
        <w:t>In diesem Jahr geht’s in das Selbstversorgerhaus der AWO Ortenau „</w:t>
      </w:r>
      <w:proofErr w:type="spellStart"/>
      <w:r w:rsidRPr="00A85169">
        <w:t>Moosenmättle</w:t>
      </w:r>
      <w:proofErr w:type="spellEnd"/>
      <w:r w:rsidRPr="00A85169">
        <w:t xml:space="preserve">“ nach </w:t>
      </w:r>
      <w:proofErr w:type="spellStart"/>
      <w:r w:rsidRPr="00A85169">
        <w:t>Fohrenbühl</w:t>
      </w:r>
      <w:proofErr w:type="spellEnd"/>
      <w:r w:rsidRPr="00A85169">
        <w:t xml:space="preserve"> im Schwarzwald.</w:t>
      </w:r>
      <w:r w:rsidRPr="00A85169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95153" wp14:editId="1F1196D9">
                <wp:simplePos x="0" y="0"/>
                <wp:positionH relativeFrom="column">
                  <wp:posOffset>2676525</wp:posOffset>
                </wp:positionH>
                <wp:positionV relativeFrom="paragraph">
                  <wp:posOffset>311785</wp:posOffset>
                </wp:positionV>
                <wp:extent cx="1714500" cy="1143000"/>
                <wp:effectExtent l="3175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01781" w14:textId="77777777" w:rsidR="00A85169" w:rsidRDefault="00A85169" w:rsidP="00A85169">
                            <w:pPr>
                              <w:pBdr>
                                <w:top w:val="single" w:sz="24" w:space="0" w:color="FFFFFF"/>
                                <w:left w:val="single" w:sz="24" w:space="0" w:color="FFFFFF"/>
                                <w:bottom w:val="single" w:sz="24" w:space="0" w:color="FFFFFF"/>
                                <w:right w:val="single" w:sz="24" w:space="0" w:color="FFFFFF"/>
                              </w:pBdr>
                              <w:shd w:val="clear" w:color="auto" w:fill="FFFFFF"/>
                              <w:ind w:left="-45" w:right="-45"/>
                            </w:pPr>
                            <w:r>
                              <w:rPr>
                                <w:color w:val="000000"/>
                                <w:szCs w:val="20"/>
                              </w:rPr>
                              <w:t>KONTOVERBINDUNG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951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10.75pt;margin-top:24.55pt;width:13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" stroked="f">
                <v:textbox>
                  <w:txbxContent>
                    <w:p w14:paraId="28601781" w14:textId="77777777" w:rsidR="00A85169" w:rsidRDefault="00A85169" w:rsidP="00A85169">
                      <w:pPr>
                        <w:pBdr>
                          <w:top w:val="single" w:sz="24" w:space="0" w:color="FFFFFF"/>
                          <w:left w:val="single" w:sz="24" w:space="0" w:color="FFFFFF"/>
                          <w:bottom w:val="single" w:sz="24" w:space="0" w:color="FFFFFF"/>
                          <w:right w:val="single" w:sz="24" w:space="0" w:color="FFFFFF"/>
                        </w:pBdr>
                        <w:shd w:val="clear" w:color="auto" w:fill="FFFFFF"/>
                        <w:ind w:left="-45" w:right="-45"/>
                      </w:pPr>
                      <w:r>
                        <w:rPr>
                          <w:color w:val="000000"/>
                          <w:szCs w:val="20"/>
                        </w:rPr>
                        <w:t>KONTOVERBINDUNG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802"/>
      </w:tblGrid>
      <w:tr w:rsidR="00A85169" w:rsidRPr="00A85169" w14:paraId="05F66118" w14:textId="77777777" w:rsidTr="00C9242E">
        <w:tc>
          <w:tcPr>
            <w:tcW w:w="2770" w:type="dxa"/>
          </w:tcPr>
          <w:p w14:paraId="6844756E" w14:textId="77777777" w:rsidR="00A85169" w:rsidRPr="00A85169" w:rsidRDefault="00A85169" w:rsidP="00A85169">
            <w:r w:rsidRPr="00A85169">
              <w:t>Kostenaufstellung:</w:t>
            </w:r>
          </w:p>
        </w:tc>
        <w:tc>
          <w:tcPr>
            <w:tcW w:w="540" w:type="dxa"/>
          </w:tcPr>
          <w:p w14:paraId="2559ED6E" w14:textId="77777777" w:rsidR="00A85169" w:rsidRPr="00A85169" w:rsidRDefault="00A85169" w:rsidP="00A85169"/>
        </w:tc>
      </w:tr>
      <w:tr w:rsidR="00A85169" w:rsidRPr="00A85169" w14:paraId="0DF73880" w14:textId="77777777" w:rsidTr="00C9242E">
        <w:tc>
          <w:tcPr>
            <w:tcW w:w="2770" w:type="dxa"/>
          </w:tcPr>
          <w:p w14:paraId="57F777CF" w14:textId="77777777" w:rsidR="00A85169" w:rsidRPr="00A85169" w:rsidRDefault="00A85169" w:rsidP="00A85169">
            <w:r w:rsidRPr="00A85169">
              <w:t>Unterkunft</w:t>
            </w:r>
          </w:p>
        </w:tc>
        <w:tc>
          <w:tcPr>
            <w:tcW w:w="540" w:type="dxa"/>
          </w:tcPr>
          <w:p w14:paraId="4BBC32D7" w14:textId="77777777" w:rsidR="00A85169" w:rsidRPr="00A85169" w:rsidRDefault="00A85169" w:rsidP="00A85169">
            <w:r w:rsidRPr="00A85169">
              <w:t>51€</w:t>
            </w:r>
          </w:p>
        </w:tc>
      </w:tr>
      <w:tr w:rsidR="00A85169" w:rsidRPr="00A85169" w14:paraId="6B960DFF" w14:textId="77777777" w:rsidTr="00C9242E">
        <w:tc>
          <w:tcPr>
            <w:tcW w:w="2770" w:type="dxa"/>
          </w:tcPr>
          <w:p w14:paraId="603F4A89" w14:textId="77777777" w:rsidR="00A85169" w:rsidRPr="00A85169" w:rsidRDefault="00A85169" w:rsidP="00A85169">
            <w:r w:rsidRPr="00A85169">
              <w:t>Verpflegung</w:t>
            </w:r>
          </w:p>
        </w:tc>
        <w:tc>
          <w:tcPr>
            <w:tcW w:w="540" w:type="dxa"/>
          </w:tcPr>
          <w:p w14:paraId="771B40E8" w14:textId="77777777" w:rsidR="00A85169" w:rsidRPr="00A85169" w:rsidRDefault="00A85169" w:rsidP="00A85169">
            <w:r w:rsidRPr="00A85169">
              <w:t>18€</w:t>
            </w:r>
          </w:p>
        </w:tc>
      </w:tr>
      <w:tr w:rsidR="00A85169" w:rsidRPr="00A85169" w14:paraId="48AEDBB8" w14:textId="77777777" w:rsidTr="00C9242E">
        <w:tc>
          <w:tcPr>
            <w:tcW w:w="2770" w:type="dxa"/>
          </w:tcPr>
          <w:p w14:paraId="76A3EA4B" w14:textId="77777777" w:rsidR="00A85169" w:rsidRPr="00A85169" w:rsidRDefault="00A85169" w:rsidP="00A85169">
            <w:r w:rsidRPr="00A85169">
              <w:t>Fahrt</w:t>
            </w:r>
          </w:p>
        </w:tc>
        <w:tc>
          <w:tcPr>
            <w:tcW w:w="540" w:type="dxa"/>
          </w:tcPr>
          <w:p w14:paraId="0960266D" w14:textId="77777777" w:rsidR="00A85169" w:rsidRPr="00A85169" w:rsidRDefault="00A85169" w:rsidP="00A85169">
            <w:r w:rsidRPr="00A85169">
              <w:t>13,50€</w:t>
            </w:r>
          </w:p>
        </w:tc>
      </w:tr>
      <w:tr w:rsidR="00A85169" w:rsidRPr="00A85169" w14:paraId="4EC2B39E" w14:textId="77777777" w:rsidTr="00C9242E">
        <w:tc>
          <w:tcPr>
            <w:tcW w:w="2770" w:type="dxa"/>
          </w:tcPr>
          <w:p w14:paraId="772FFD8E" w14:textId="77777777" w:rsidR="00A85169" w:rsidRPr="00A85169" w:rsidRDefault="00A85169" w:rsidP="00A85169">
            <w:r w:rsidRPr="00A85169">
              <w:t>Sonstiges</w:t>
            </w:r>
          </w:p>
        </w:tc>
        <w:tc>
          <w:tcPr>
            <w:tcW w:w="540" w:type="dxa"/>
          </w:tcPr>
          <w:p w14:paraId="071F1704" w14:textId="77777777" w:rsidR="00A85169" w:rsidRPr="00A85169" w:rsidRDefault="00A85169" w:rsidP="00A85169">
            <w:r w:rsidRPr="00A85169">
              <w:t>5,50€</w:t>
            </w:r>
          </w:p>
        </w:tc>
      </w:tr>
      <w:tr w:rsidR="00A85169" w:rsidRPr="00A85169" w14:paraId="06D752E2" w14:textId="77777777" w:rsidTr="00C9242E">
        <w:tc>
          <w:tcPr>
            <w:tcW w:w="2770" w:type="dxa"/>
          </w:tcPr>
          <w:p w14:paraId="1E7192F6" w14:textId="77777777" w:rsidR="00A85169" w:rsidRPr="00A85169" w:rsidRDefault="00A85169" w:rsidP="00A85169">
            <w:r w:rsidRPr="00A85169">
              <w:t>Zuschuss vom Stamm</w:t>
            </w:r>
          </w:p>
        </w:tc>
        <w:tc>
          <w:tcPr>
            <w:tcW w:w="540" w:type="dxa"/>
          </w:tcPr>
          <w:p w14:paraId="061FA3B0" w14:textId="77777777" w:rsidR="00A85169" w:rsidRPr="00A85169" w:rsidRDefault="00A85169" w:rsidP="00A85169">
            <w:r w:rsidRPr="00A85169">
              <w:t>23€</w:t>
            </w:r>
          </w:p>
        </w:tc>
      </w:tr>
      <w:tr w:rsidR="00A85169" w:rsidRPr="00A85169" w14:paraId="6C91E695" w14:textId="77777777" w:rsidTr="00C9242E">
        <w:tc>
          <w:tcPr>
            <w:tcW w:w="2770" w:type="dxa"/>
          </w:tcPr>
          <w:p w14:paraId="0D936792" w14:textId="77777777" w:rsidR="00A85169" w:rsidRPr="00A85169" w:rsidRDefault="00A85169" w:rsidP="00A85169"/>
        </w:tc>
        <w:tc>
          <w:tcPr>
            <w:tcW w:w="540" w:type="dxa"/>
          </w:tcPr>
          <w:p w14:paraId="6AF8F9BE" w14:textId="77777777" w:rsidR="00A85169" w:rsidRPr="00A85169" w:rsidRDefault="00A85169" w:rsidP="00A85169"/>
        </w:tc>
      </w:tr>
      <w:tr w:rsidR="00A85169" w:rsidRPr="00A85169" w14:paraId="26D387D0" w14:textId="77777777" w:rsidTr="00C9242E">
        <w:tc>
          <w:tcPr>
            <w:tcW w:w="2770" w:type="dxa"/>
          </w:tcPr>
          <w:p w14:paraId="3447C602" w14:textId="77777777" w:rsidR="00A85169" w:rsidRPr="00A85169" w:rsidRDefault="00A85169" w:rsidP="00A85169">
            <w:pPr>
              <w:rPr>
                <w:b/>
              </w:rPr>
            </w:pPr>
            <w:r w:rsidRPr="00A85169">
              <w:rPr>
                <w:b/>
              </w:rPr>
              <w:t>Endpreis</w:t>
            </w:r>
          </w:p>
        </w:tc>
        <w:tc>
          <w:tcPr>
            <w:tcW w:w="540" w:type="dxa"/>
          </w:tcPr>
          <w:p w14:paraId="40841983" w14:textId="77777777" w:rsidR="00A85169" w:rsidRPr="00A85169" w:rsidRDefault="00A85169" w:rsidP="00A85169">
            <w:pPr>
              <w:rPr>
                <w:b/>
              </w:rPr>
            </w:pPr>
            <w:r w:rsidRPr="00A85169">
              <w:rPr>
                <w:b/>
              </w:rPr>
              <w:t>65€</w:t>
            </w:r>
          </w:p>
        </w:tc>
      </w:tr>
    </w:tbl>
    <w:p w14:paraId="1C0E0C82" w14:textId="77777777" w:rsidR="00A85169" w:rsidRPr="00A85169" w:rsidRDefault="00A85169" w:rsidP="00A85169"/>
    <w:p w14:paraId="620297D0" w14:textId="77777777" w:rsidR="00A85169" w:rsidRPr="00A85169" w:rsidRDefault="00A85169" w:rsidP="00A85169">
      <w:r w:rsidRPr="00A85169">
        <w:t>Nicht-Mitglieder zahlen 80€.</w:t>
      </w:r>
    </w:p>
    <w:p w14:paraId="1886F66F" w14:textId="77777777" w:rsidR="00A85169" w:rsidRPr="00A85169" w:rsidRDefault="00A85169" w:rsidP="00A85169">
      <w:r w:rsidRPr="00A85169">
        <w:t>Bitte überweist das Geld spätestens bis zum 20.03.09.</w:t>
      </w:r>
    </w:p>
    <w:p w14:paraId="0CA8BB12" w14:textId="77777777" w:rsidR="00A85169" w:rsidRPr="00A85169" w:rsidRDefault="00A85169" w:rsidP="00A85169"/>
    <w:p w14:paraId="401D649A" w14:textId="77777777" w:rsidR="00A85169" w:rsidRPr="00A85169" w:rsidRDefault="00A85169" w:rsidP="00A85169">
      <w:r w:rsidRPr="00A85169">
        <w:t>Kinder aus sozial schwachen Familien können einen Zuschuss bei einem der Teamsprecher</w:t>
      </w:r>
    </w:p>
    <w:p w14:paraId="42A9313A" w14:textId="77777777" w:rsidR="00A85169" w:rsidRPr="00A85169" w:rsidRDefault="00A85169" w:rsidP="00A85169">
      <w:r w:rsidRPr="00A85169">
        <w:t>Person A (01245637) beantragen.</w:t>
      </w:r>
    </w:p>
    <w:p w14:paraId="6FD24A45" w14:textId="77777777" w:rsidR="00A85169" w:rsidRPr="00A85169" w:rsidRDefault="00A85169" w:rsidP="00A85169"/>
    <w:p w14:paraId="71782EDA" w14:textId="77777777" w:rsidR="00A85169" w:rsidRPr="00A85169" w:rsidRDefault="00A85169" w:rsidP="00A85169">
      <w:r w:rsidRPr="00A85169">
        <w:t>Bereit, in die Mafiawelt einzusteigen?</w:t>
      </w:r>
    </w:p>
    <w:p w14:paraId="2AAA4FB7" w14:textId="77777777" w:rsidR="00A85169" w:rsidRPr="00A85169" w:rsidRDefault="00A85169" w:rsidP="00A85169">
      <w:r w:rsidRPr="00A85169">
        <w:t xml:space="preserve">Dann fülle das </w:t>
      </w:r>
      <w:proofErr w:type="gramStart"/>
      <w:r w:rsidRPr="00A85169">
        <w:t>unten stehende</w:t>
      </w:r>
      <w:proofErr w:type="gramEnd"/>
      <w:r w:rsidRPr="00A85169">
        <w:t xml:space="preserve"> Anmeldeformular aus und gebe es deinen Sippenführern</w:t>
      </w:r>
    </w:p>
    <w:p w14:paraId="62C0F652" w14:textId="77777777" w:rsidR="00A85169" w:rsidRPr="00A85169" w:rsidRDefault="00A85169" w:rsidP="00A85169">
      <w:r w:rsidRPr="00A85169">
        <w:t>oder direkt bei Person A (Adresse) ab.</w:t>
      </w:r>
    </w:p>
    <w:p w14:paraId="1FB695A3" w14:textId="77777777" w:rsidR="00A85169" w:rsidRPr="00A85169" w:rsidRDefault="00A85169" w:rsidP="00A85169"/>
    <w:p w14:paraId="3A974CA1" w14:textId="77777777" w:rsidR="00A85169" w:rsidRPr="00A85169" w:rsidRDefault="00A85169" w:rsidP="00A85169">
      <w:r w:rsidRPr="00A85169">
        <w:t>Gut Pfad!</w:t>
      </w:r>
    </w:p>
    <w:p w14:paraId="5963A217" w14:textId="77777777" w:rsidR="00A85169" w:rsidRPr="00A85169" w:rsidRDefault="00A85169" w:rsidP="00A85169">
      <w:r w:rsidRPr="00A85169">
        <w:t>Dein OFA-AK,</w:t>
      </w:r>
    </w:p>
    <w:p w14:paraId="5E4E31E2" w14:textId="77777777" w:rsidR="00A85169" w:rsidRPr="00A85169" w:rsidRDefault="00A85169" w:rsidP="00A85169"/>
    <w:p w14:paraId="78DC89A8" w14:textId="77777777" w:rsidR="00A85169" w:rsidRPr="00A85169" w:rsidRDefault="00A85169" w:rsidP="00A85169">
      <w:r w:rsidRPr="00A85169">
        <w:t>Bei Fragen kannst du dich an einen von uns wenden. (Tel.-Nr. Person C 0123455647)</w:t>
      </w:r>
    </w:p>
    <w:p w14:paraId="3F99FB13" w14:textId="77777777" w:rsidR="00A85169" w:rsidRPr="00A85169" w:rsidRDefault="00A85169" w:rsidP="00A85169"/>
    <w:p w14:paraId="1141EA49" w14:textId="77777777" w:rsidR="00A85169" w:rsidRDefault="00A85169" w:rsidP="00A85169">
      <w:r w:rsidRPr="00A85169">
        <w:t xml:space="preserve">Hiermit melde ich meine(n) Tochter/Sohn __________________________________ </w:t>
      </w:r>
    </w:p>
    <w:p w14:paraId="28C5B8F4" w14:textId="77777777" w:rsidR="00A85169" w:rsidRPr="00A85169" w:rsidRDefault="00A85169" w:rsidP="00A85169">
      <w:r w:rsidRPr="00A85169">
        <w:t>zur Osterfahrt 2009 ins Haus „</w:t>
      </w:r>
      <w:proofErr w:type="spellStart"/>
      <w:r w:rsidRPr="00A85169">
        <w:t>Moosenmättle</w:t>
      </w:r>
      <w:proofErr w:type="spellEnd"/>
      <w:r w:rsidRPr="00A85169">
        <w:t>“ an.</w:t>
      </w:r>
    </w:p>
    <w:p w14:paraId="44553897" w14:textId="77777777" w:rsidR="00A85169" w:rsidRPr="00A85169" w:rsidRDefault="00A85169" w:rsidP="00A85169">
      <w:r w:rsidRPr="00A85169">
        <w:t>Telefon: ____________________________________________________________________</w:t>
      </w:r>
    </w:p>
    <w:p w14:paraId="1468CB6E" w14:textId="77777777" w:rsidR="00A85169" w:rsidRPr="00A85169" w:rsidRDefault="00A85169" w:rsidP="00A85169">
      <w:r w:rsidRPr="00A85169">
        <w:t>Adresse: ____________________________________________________________________</w:t>
      </w:r>
    </w:p>
    <w:p w14:paraId="1350F4E2" w14:textId="77777777" w:rsidR="00A85169" w:rsidRPr="00A85169" w:rsidRDefault="00A85169" w:rsidP="00A85169">
      <w:r w:rsidRPr="00A85169">
        <w:t xml:space="preserve">Geburtstag: ________________________ </w:t>
      </w:r>
      <w:r>
        <w:tab/>
      </w:r>
      <w:r w:rsidRPr="00A85169">
        <w:t>Krankenkasse: ____________________________</w:t>
      </w:r>
    </w:p>
    <w:p w14:paraId="23CF453D" w14:textId="77777777" w:rsidR="00A85169" w:rsidRPr="00A85169" w:rsidRDefault="00A85169" w:rsidP="00A85169">
      <w:r w:rsidRPr="00A85169">
        <w:t xml:space="preserve">Sippe: ______________________ </w:t>
      </w:r>
      <w:r>
        <w:tab/>
      </w:r>
      <w:r w:rsidRPr="00A85169">
        <w:t>VCP-Mitgliedsnummer: ___________________________</w:t>
      </w:r>
    </w:p>
    <w:p w14:paraId="61A00568" w14:textId="77777777" w:rsidR="00A85169" w:rsidRPr="00A85169" w:rsidRDefault="00A85169" w:rsidP="00A85169">
      <w:r w:rsidRPr="00A85169">
        <w:t>Allergien/einzunehmende Medikamente: __________________________________________</w:t>
      </w:r>
    </w:p>
    <w:p w14:paraId="52FC553A" w14:textId="77777777" w:rsidR="00A85169" w:rsidRPr="00A85169" w:rsidRDefault="00A85169" w:rsidP="00A85169">
      <w:r w:rsidRPr="00A85169">
        <w:t xml:space="preserve">Vegetarier:   </w:t>
      </w:r>
      <w:r w:rsidRPr="00A85169">
        <w:t xml:space="preserve">ja     </w:t>
      </w:r>
      <w:r w:rsidRPr="00A85169">
        <w:t>nein</w:t>
      </w:r>
    </w:p>
    <w:p w14:paraId="355E61DF" w14:textId="77777777" w:rsidR="00A85169" w:rsidRPr="00A85169" w:rsidRDefault="00A85169" w:rsidP="00A85169"/>
    <w:p w14:paraId="00DD6CA6" w14:textId="77777777" w:rsidR="00A85169" w:rsidRPr="00A85169" w:rsidRDefault="00A85169" w:rsidP="00A85169">
      <w:r w:rsidRPr="00A85169">
        <w:t>______________________________</w:t>
      </w:r>
      <w:r w:rsidRPr="00A85169">
        <w:tab/>
      </w:r>
      <w:r w:rsidRPr="00A85169">
        <w:tab/>
        <w:t xml:space="preserve"> ________________________________</w:t>
      </w:r>
    </w:p>
    <w:p w14:paraId="499DDE77" w14:textId="77777777" w:rsidR="00A85169" w:rsidRPr="00A85169" w:rsidRDefault="00A85169" w:rsidP="00A85169">
      <w:r w:rsidRPr="00A85169">
        <w:t>Ort, Datum, Unterschrift Teilnehme</w:t>
      </w:r>
      <w:r>
        <w:t>nde/r</w:t>
      </w:r>
      <w:r w:rsidRPr="00A85169">
        <w:t xml:space="preserve"> </w:t>
      </w:r>
      <w:r w:rsidRPr="00A85169">
        <w:tab/>
        <w:t>Ort, Datum, Unterschrift Erziehungsberechtigte</w:t>
      </w:r>
      <w:r>
        <w:t>/r</w:t>
      </w:r>
    </w:p>
    <w:p w14:paraId="486C63FB" w14:textId="77777777" w:rsidR="00224592" w:rsidRPr="00031246" w:rsidRDefault="00224592" w:rsidP="00031246"/>
    <w:sectPr w:rsidR="00224592" w:rsidRPr="00031246" w:rsidSect="00A85169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15DB" w14:textId="77777777" w:rsidR="00A85169" w:rsidRDefault="00A85169" w:rsidP="00204D37">
      <w:pPr>
        <w:spacing w:after="0" w:line="240" w:lineRule="auto"/>
      </w:pPr>
      <w:r>
        <w:separator/>
      </w:r>
    </w:p>
  </w:endnote>
  <w:endnote w:type="continuationSeparator" w:id="0">
    <w:p w14:paraId="37D0C778" w14:textId="77777777" w:rsidR="00A85169" w:rsidRDefault="00A85169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94D37" w14:textId="77777777" w:rsidR="00A85169" w:rsidRDefault="00A85169" w:rsidP="00204D37">
      <w:pPr>
        <w:spacing w:after="0" w:line="240" w:lineRule="auto"/>
      </w:pPr>
      <w:r>
        <w:separator/>
      </w:r>
    </w:p>
  </w:footnote>
  <w:footnote w:type="continuationSeparator" w:id="0">
    <w:p w14:paraId="31A20844" w14:textId="77777777" w:rsidR="00A85169" w:rsidRDefault="00A85169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7DB1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90D59A5" wp14:editId="2034E5C9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69"/>
    <w:rsid w:val="00031246"/>
    <w:rsid w:val="00204D37"/>
    <w:rsid w:val="00224592"/>
    <w:rsid w:val="00844C5D"/>
    <w:rsid w:val="00A6648A"/>
    <w:rsid w:val="00A85169"/>
    <w:rsid w:val="00CA3484"/>
    <w:rsid w:val="00D86218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8E94"/>
  <w15:chartTrackingRefBased/>
  <w15:docId w15:val="{487EA7B3-D531-1240-94C8-F32A9AE8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ilsja/Library/Group%20Containers/UBF8T346G9.Office/User%20Content.localized/Templates.localized/Vorlage%20VCP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036B06-0F7D-47D0-B67B-45F5010D32FD}">
  <ds:schemaRefs>
    <ds:schemaRef ds:uri="http://schemas.microsoft.com/office/2006/metadata/properties"/>
    <ds:schemaRef ds:uri="http://schemas.microsoft.com/office/infopath/2007/PartnerControls"/>
    <ds:schemaRef ds:uri="3405544e-a167-45e6-84ee-6c0db734b0d2"/>
    <ds:schemaRef ds:uri="b8dd630b-f7be-489c-91af-742c322d58f7"/>
  </ds:schemaRefs>
</ds:datastoreItem>
</file>

<file path=customXml/itemProps4.xml><?xml version="1.0" encoding="utf-8"?>
<ds:datastoreItem xmlns:ds="http://schemas.openxmlformats.org/officeDocument/2006/customXml" ds:itemID="{9006589A-9637-415F-BCE2-229143B9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VCP.dotx</Template>
  <TotalTime>0</TotalTime>
  <Pages>2</Pages>
  <Words>238</Words>
  <Characters>1788</Characters>
  <Application>Microsoft Office Word</Application>
  <DocSecurity>0</DocSecurity>
  <Lines>59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Nils Jakubzig</cp:lastModifiedBy>
  <cp:revision>1</cp:revision>
  <dcterms:created xsi:type="dcterms:W3CDTF">2024-03-14T18:37:00Z</dcterms:created>
  <dcterms:modified xsi:type="dcterms:W3CDTF">2024-03-14T18:41:00Z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