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37D94" w14:textId="77777777" w:rsidR="008405C7" w:rsidRPr="008405C7" w:rsidRDefault="008405C7" w:rsidP="008405C7">
      <w:pPr>
        <w:rPr>
          <w:bCs/>
        </w:rPr>
      </w:pPr>
      <w:r w:rsidRPr="008405C7">
        <w:rPr>
          <w:bCs/>
        </w:rPr>
        <w:t>NAME/ ADRESSE</w:t>
      </w:r>
    </w:p>
    <w:p w14:paraId="36B548BE" w14:textId="77777777" w:rsidR="008405C7" w:rsidRDefault="008405C7" w:rsidP="008405C7">
      <w:pPr>
        <w:rPr>
          <w:b/>
        </w:rPr>
      </w:pPr>
    </w:p>
    <w:p w14:paraId="63B480C8" w14:textId="77777777" w:rsidR="008405C7" w:rsidRDefault="008405C7" w:rsidP="008405C7">
      <w:pPr>
        <w:rPr>
          <w:b/>
        </w:rPr>
      </w:pPr>
    </w:p>
    <w:p w14:paraId="1EBD57BE" w14:textId="77777777" w:rsidR="008405C7" w:rsidRDefault="008405C7" w:rsidP="008405C7">
      <w:pPr>
        <w:rPr>
          <w:b/>
        </w:rPr>
      </w:pPr>
      <w:r w:rsidRPr="008405C7">
        <mc:AlternateContent>
          <mc:Choice Requires="wps">
            <w:drawing>
              <wp:anchor distT="45720" distB="45720" distL="114300" distR="114300" simplePos="0" relativeHeight="251659264" behindDoc="0" locked="0" layoutInCell="1" allowOverlap="1" wp14:anchorId="0F45A374" wp14:editId="7D9C4B57">
                <wp:simplePos x="0" y="0"/>
                <wp:positionH relativeFrom="column">
                  <wp:posOffset>3935730</wp:posOffset>
                </wp:positionH>
                <wp:positionV relativeFrom="paragraph">
                  <wp:posOffset>149860</wp:posOffset>
                </wp:positionV>
                <wp:extent cx="1745615" cy="4917440"/>
                <wp:effectExtent l="0" t="0" r="7620" b="10160"/>
                <wp:wrapSquare wrapText="bothSides"/>
                <wp:docPr id="11213101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45615" cy="4917440"/>
                        </a:xfrm>
                        <a:prstGeom prst="rect">
                          <a:avLst/>
                        </a:prstGeom>
                        <a:solidFill>
                          <a:srgbClr val="FFFFFF"/>
                        </a:solidFill>
                        <a:ln w="9525">
                          <a:solidFill>
                            <a:srgbClr val="000000"/>
                          </a:solidFill>
                          <a:miter lim="800000"/>
                          <a:headEnd/>
                          <a:tailEnd/>
                        </a:ln>
                      </wps:spPr>
                      <wps:txbx>
                        <w:txbxContent>
                          <w:p w14:paraId="5502A20E" w14:textId="77777777" w:rsidR="008405C7" w:rsidRPr="005C0290" w:rsidRDefault="008405C7" w:rsidP="008405C7">
                            <w:pPr>
                              <w:pStyle w:val="Textkrper3"/>
                            </w:pPr>
                            <w:r w:rsidRPr="005C0290">
                              <w:t xml:space="preserve">Hier könnt Ihr elegant weitere Infos unterbringen, Z.B. wann andere Sippenstunden stattfinden, weitere Termine in dem Jahr, eure Website oder </w:t>
                            </w:r>
                            <w:proofErr w:type="spellStart"/>
                            <w:r w:rsidRPr="005C0290">
                              <w:t>Social</w:t>
                            </w:r>
                            <w:proofErr w:type="spellEnd"/>
                            <w:r w:rsidRPr="005C0290">
                              <w:t xml:space="preserve"> Media Accounts.</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45A374" id="_x0000_t202" coordsize="21600,21600" o:spt="202" path="m,l,21600r21600,l21600,xe">
                <v:stroke joinstyle="miter"/>
                <v:path gradientshapeok="t" o:connecttype="rect"/>
              </v:shapetype>
              <v:shape id="Textfeld 2" o:spid="_x0000_s1026" type="#_x0000_t202" style="position:absolute;margin-left:309.9pt;margin-top:11.8pt;width:137.45pt;height:387.2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">
                <v:path arrowok="t"/>
                <v:textbox>
                  <w:txbxContent>
                    <w:p w14:paraId="5502A20E" w14:textId="77777777" w:rsidR="008405C7" w:rsidRPr="005C0290" w:rsidRDefault="008405C7" w:rsidP="008405C7">
                      <w:pPr>
                        <w:pStyle w:val="Textkrper3"/>
                      </w:pPr>
                      <w:r w:rsidRPr="005C0290">
                        <w:t xml:space="preserve">Hier könnt Ihr elegant weitere Infos unterbringen, Z.B. wann andere Sippenstunden stattfinden, weitere Termine in dem Jahr, eure Website oder </w:t>
                      </w:r>
                      <w:proofErr w:type="spellStart"/>
                      <w:r w:rsidRPr="005C0290">
                        <w:t>Social</w:t>
                      </w:r>
                      <w:proofErr w:type="spellEnd"/>
                      <w:r w:rsidRPr="005C0290">
                        <w:t xml:space="preserve"> Media Accounts.</w:t>
                      </w:r>
                    </w:p>
                  </w:txbxContent>
                </v:textbox>
                <w10:wrap type="square"/>
              </v:shape>
            </w:pict>
          </mc:Fallback>
        </mc:AlternateContent>
      </w:r>
    </w:p>
    <w:p w14:paraId="60DBDAC1" w14:textId="77777777" w:rsidR="008405C7" w:rsidRPr="008405C7" w:rsidRDefault="008405C7" w:rsidP="008405C7">
      <w:r w:rsidRPr="008405C7">
        <w:rPr>
          <w:b/>
        </w:rPr>
        <w:t>Anmeldung Fahrt XY im Jahr YYYY</w:t>
      </w:r>
    </w:p>
    <w:p w14:paraId="6D6409EF" w14:textId="77777777" w:rsidR="008405C7" w:rsidRPr="008405C7" w:rsidRDefault="008405C7" w:rsidP="008405C7">
      <w:r w:rsidRPr="008405C7">
        <w:rPr>
          <w:b/>
        </w:rPr>
        <w:tab/>
      </w:r>
    </w:p>
    <w:p w14:paraId="31DDFE47" w14:textId="77777777" w:rsidR="008405C7" w:rsidRPr="008405C7" w:rsidRDefault="008405C7" w:rsidP="008405C7">
      <w:r w:rsidRPr="008405C7">
        <w:t xml:space="preserve">Liebe </w:t>
      </w:r>
      <w:proofErr w:type="spellStart"/>
      <w:r w:rsidRPr="008405C7">
        <w:t>Sipplinge</w:t>
      </w:r>
      <w:proofErr w:type="spellEnd"/>
      <w:r w:rsidRPr="008405C7">
        <w:t>,</w:t>
      </w:r>
    </w:p>
    <w:p w14:paraId="2C70A536" w14:textId="77777777" w:rsidR="008405C7" w:rsidRPr="008405C7" w:rsidRDefault="008405C7" w:rsidP="008405C7">
      <w:r w:rsidRPr="008405C7">
        <w:t xml:space="preserve">toll, dass ihr euch für unseren ersten gemeinsamen </w:t>
      </w:r>
      <w:proofErr w:type="spellStart"/>
      <w:r w:rsidRPr="008405C7">
        <w:t>Hike</w:t>
      </w:r>
      <w:proofErr w:type="spellEnd"/>
      <w:r w:rsidRPr="008405C7">
        <w:t xml:space="preserve"> angemeldet habt! </w:t>
      </w:r>
    </w:p>
    <w:p w14:paraId="787EE407" w14:textId="77777777" w:rsidR="008405C7" w:rsidRPr="008405C7" w:rsidRDefault="008405C7" w:rsidP="008405C7">
      <w:r w:rsidRPr="008405C7">
        <w:t>In diesem Infoschreiben folgen jetzt alle wichtigen Infos für das Wochenende vom TT./TT.MM.YYYY.</w:t>
      </w:r>
    </w:p>
    <w:p w14:paraId="36FED176" w14:textId="77777777" w:rsidR="008405C7" w:rsidRPr="008405C7" w:rsidRDefault="008405C7" w:rsidP="008405C7">
      <w:r w:rsidRPr="008405C7">
        <w:t xml:space="preserve">Wir treffen uns am Samstag, den DD.MM.YYYY um 9 Uhr am Bahnhof in Beispielstadt an Gleis 2 (Richtung Fantasieort). </w:t>
      </w:r>
    </w:p>
    <w:p w14:paraId="68B66B84" w14:textId="77777777" w:rsidR="008405C7" w:rsidRPr="008405C7" w:rsidRDefault="008405C7" w:rsidP="008405C7">
      <w:r w:rsidRPr="008405C7">
        <w:t xml:space="preserve">Wir werden dann mit Zug und Bus gemeinsam bis zum Fantasiedorf fahren. Von dort aus wandern wir über den Kandel-Höhenweg bis zu unserer Unterkunft für die Nacht: der Fantasiehütte. </w:t>
      </w:r>
    </w:p>
    <w:p w14:paraId="39478404" w14:textId="77777777" w:rsidR="008405C7" w:rsidRPr="008405C7" w:rsidRDefault="008405C7" w:rsidP="008405C7">
      <w:r w:rsidRPr="008405C7">
        <w:t>Für Samstag bringt jede*r sein zweites Frühstück, Mittagessen und Snack für Zwischendurch (bspw. Müsliriegel) mit. Um die restlichen Mahlzeiten kümmern wir Leiter*innen uns.</w:t>
      </w:r>
    </w:p>
    <w:p w14:paraId="07A057DC" w14:textId="77777777" w:rsidR="008405C7" w:rsidRPr="008405C7" w:rsidRDefault="008405C7" w:rsidP="008405C7">
      <w:r w:rsidRPr="008405C7">
        <w:t xml:space="preserve">Am Sonntag wandern wir dann gemeinsam über das Wildtaler Eck zurück bis zum Gemeindehaus in der Musterstraße 27 in </w:t>
      </w:r>
      <w:proofErr w:type="spellStart"/>
      <w:r w:rsidRPr="008405C7">
        <w:t>Musteringen</w:t>
      </w:r>
      <w:proofErr w:type="spellEnd"/>
      <w:r w:rsidRPr="008405C7">
        <w:t xml:space="preserve">. Ankunft ist um 16.30 Uhr. </w:t>
      </w:r>
    </w:p>
    <w:p w14:paraId="2D57548F" w14:textId="77777777" w:rsidR="008405C7" w:rsidRPr="008405C7" w:rsidRDefault="008405C7" w:rsidP="008405C7"/>
    <w:p w14:paraId="0A53D04A" w14:textId="77777777" w:rsidR="008405C7" w:rsidRPr="008405C7" w:rsidRDefault="008405C7" w:rsidP="008405C7">
      <w:r w:rsidRPr="008405C7">
        <w:t xml:space="preserve">Unsere Kontaktdaten </w:t>
      </w:r>
      <w:r w:rsidRPr="008405C7">
        <w:rPr>
          <w:b/>
          <w:bCs/>
        </w:rPr>
        <w:t>für den Notfall</w:t>
      </w:r>
      <w:r w:rsidRPr="008405C7">
        <w:t xml:space="preserve"> sind:</w:t>
      </w:r>
    </w:p>
    <w:p w14:paraId="4C6A4E4B" w14:textId="77777777" w:rsidR="008405C7" w:rsidRPr="008405C7" w:rsidRDefault="008405C7" w:rsidP="008405C7">
      <w:r w:rsidRPr="008405C7">
        <w:t>Person A (01234/56789), Person B (012345/6789).</w:t>
      </w:r>
    </w:p>
    <w:p w14:paraId="254A81EB" w14:textId="77777777" w:rsidR="008405C7" w:rsidRPr="008405C7" w:rsidRDefault="008405C7" w:rsidP="008405C7">
      <w:r w:rsidRPr="008405C7">
        <w:t xml:space="preserve">Sollte sich die nächsten Tage noch herausstellen, dass sehr viel Regen zu erwarten ist oder es wegen anderen Gründen nicht möglich sein sollte den </w:t>
      </w:r>
      <w:proofErr w:type="spellStart"/>
      <w:r w:rsidRPr="008405C7">
        <w:t>Hike</w:t>
      </w:r>
      <w:proofErr w:type="spellEnd"/>
      <w:r w:rsidRPr="008405C7">
        <w:t xml:space="preserve"> durchzuführen, würden wir auf eine Übernachtung im Gemeindehaus oder eine Tagesaktion umdisponieren. In diesem Fall melden wir uns nochmal per Mail bei euch.</w:t>
      </w:r>
    </w:p>
    <w:p w14:paraId="3666D2B6" w14:textId="77777777" w:rsidR="008405C7" w:rsidRPr="008405C7" w:rsidRDefault="008405C7" w:rsidP="008405C7">
      <w:r w:rsidRPr="008405C7">
        <w:t xml:space="preserve">Die untenstehende </w:t>
      </w:r>
      <w:r w:rsidRPr="008405C7">
        <w:rPr>
          <w:b/>
        </w:rPr>
        <w:t>Anmeldung und Einverständniserklärung</w:t>
      </w:r>
      <w:r w:rsidRPr="008405C7">
        <w:t xml:space="preserve"> bringt ihr </w:t>
      </w:r>
      <w:r w:rsidRPr="008405C7">
        <w:rPr>
          <w:b/>
        </w:rPr>
        <w:t xml:space="preserve">bitte bis Donnerstag, den DD.MM.YYYY </w:t>
      </w:r>
      <w:r w:rsidRPr="008405C7">
        <w:t xml:space="preserve">mit zu unserer Sippenstunde oder mailt sie unterschrieben an Person A oder Person B. </w:t>
      </w:r>
    </w:p>
    <w:p w14:paraId="21AE6EC1" w14:textId="77777777" w:rsidR="008405C7" w:rsidRPr="008405C7" w:rsidRDefault="008405C7" w:rsidP="008405C7">
      <w:r w:rsidRPr="008405C7">
        <w:t>Wir freuen uns auf die gemeinsame Fahrt!</w:t>
      </w:r>
    </w:p>
    <w:p w14:paraId="3BDBA566" w14:textId="77777777" w:rsidR="008405C7" w:rsidRPr="008405C7" w:rsidRDefault="008405C7" w:rsidP="008405C7">
      <w:r w:rsidRPr="008405C7">
        <w:t>Gut Pfad,</w:t>
      </w:r>
    </w:p>
    <w:p w14:paraId="7465183D" w14:textId="77777777" w:rsidR="008405C7" w:rsidRPr="008405C7" w:rsidRDefault="008405C7" w:rsidP="008405C7">
      <w:pPr>
        <w:rPr>
          <w:lang w:val="en-GB"/>
        </w:rPr>
      </w:pPr>
      <w:r w:rsidRPr="008405C7">
        <w:rPr>
          <w:lang w:val="en-GB"/>
        </w:rPr>
        <w:t>Person A und Person B</w:t>
      </w:r>
    </w:p>
    <w:p w14:paraId="655FC25C" w14:textId="77777777" w:rsidR="008405C7" w:rsidRPr="008405C7" w:rsidRDefault="008405C7" w:rsidP="008405C7">
      <w:pPr>
        <w:rPr>
          <w:b/>
        </w:rPr>
      </w:pPr>
      <w:r w:rsidRPr="008405C7">
        <w:rPr>
          <w:b/>
        </w:rPr>
        <w:lastRenderedPageBreak/>
        <w:t>Anmeldung und Einverständniserklärung</w:t>
      </w:r>
    </w:p>
    <w:p w14:paraId="25B03A56" w14:textId="77777777" w:rsidR="008405C7" w:rsidRPr="008405C7" w:rsidRDefault="008405C7" w:rsidP="008405C7"/>
    <w:p w14:paraId="74BAB2D5" w14:textId="77777777" w:rsidR="008405C7" w:rsidRPr="008405C7" w:rsidRDefault="008405C7" w:rsidP="008405C7">
      <w:r w:rsidRPr="008405C7">
        <w:t>Hiermit melde/n ich/wir unser Kind</w:t>
      </w:r>
    </w:p>
    <w:p w14:paraId="396B7B0F" w14:textId="77777777" w:rsidR="008405C7" w:rsidRPr="008405C7" w:rsidRDefault="008405C7" w:rsidP="008405C7">
      <w:r w:rsidRPr="008405C7">
        <w:t>Name, Vorname:</w:t>
      </w:r>
    </w:p>
    <w:p w14:paraId="6B5CB4A8" w14:textId="77777777" w:rsidR="008405C7" w:rsidRPr="008405C7" w:rsidRDefault="008405C7" w:rsidP="008405C7">
      <w:r w:rsidRPr="008405C7">
        <w:t>________________________________________________</w:t>
      </w:r>
    </w:p>
    <w:p w14:paraId="5E8B7270" w14:textId="77777777" w:rsidR="008405C7" w:rsidRPr="008405C7" w:rsidRDefault="008405C7" w:rsidP="008405C7">
      <w:r w:rsidRPr="008405C7">
        <w:t xml:space="preserve">geboren am: ________________________zum </w:t>
      </w:r>
      <w:proofErr w:type="spellStart"/>
      <w:r w:rsidRPr="008405C7">
        <w:t>Jupfi-Hike</w:t>
      </w:r>
      <w:proofErr w:type="spellEnd"/>
    </w:p>
    <w:p w14:paraId="26B211A0" w14:textId="77777777" w:rsidR="008405C7" w:rsidRPr="008405C7" w:rsidRDefault="008405C7" w:rsidP="008405C7">
      <w:r w:rsidRPr="008405C7">
        <w:t>2021 des Pfadfinderstammes Tilly vom 20.11 auf den 21.11.2021 an.</w:t>
      </w:r>
    </w:p>
    <w:p w14:paraId="185ADFEC" w14:textId="77777777" w:rsidR="008405C7" w:rsidRPr="008405C7" w:rsidRDefault="008405C7" w:rsidP="008405C7"/>
    <w:p w14:paraId="714D2E6F" w14:textId="77777777" w:rsidR="008405C7" w:rsidRPr="008405C7" w:rsidRDefault="008405C7" w:rsidP="008405C7">
      <w:r w:rsidRPr="008405C7">
        <w:t xml:space="preserve">Mit meiner Unterschrift erlaube ich meinem Kind den Umgang mit Messer, Beil, Säge und Feuer unter Beaufsichtigung durch eine*n Leiter*in. </w:t>
      </w:r>
    </w:p>
    <w:p w14:paraId="38FB4007" w14:textId="77777777" w:rsidR="008405C7" w:rsidRPr="008405C7" w:rsidRDefault="008405C7" w:rsidP="008405C7"/>
    <w:p w14:paraId="19D40F02" w14:textId="77777777" w:rsidR="008405C7" w:rsidRPr="008405C7" w:rsidRDefault="008405C7" w:rsidP="008405C7">
      <w:r w:rsidRPr="008405C7">
        <w:t xml:space="preserve">Wir möchten darauf hinweisen, dass während unserer Aktion Fotos/Filme angefertigt werden, auf denen auch Teilnehmer abgelichtet </w:t>
      </w:r>
    </w:p>
    <w:p w14:paraId="7750779F" w14:textId="77777777" w:rsidR="008405C7" w:rsidRPr="008405C7" w:rsidRDefault="008405C7" w:rsidP="008405C7">
      <w:r w:rsidRPr="008405C7">
        <w:t>werden können. Diese Fotos/ Filmsequenzen werden vertraulich behandelt und vereinzelt (nach vorheriger Zustimmung) für Informations-und Werbezwecke des Stamms Tilly verwendet.</w:t>
      </w:r>
    </w:p>
    <w:p w14:paraId="6509FBEE" w14:textId="77777777" w:rsidR="008405C7" w:rsidRPr="008405C7" w:rsidRDefault="008405C7" w:rsidP="008405C7"/>
    <w:p w14:paraId="4B12CC53" w14:textId="77777777" w:rsidR="008405C7" w:rsidRPr="008405C7" w:rsidRDefault="008405C7" w:rsidP="008405C7">
      <w:r w:rsidRPr="008405C7">
        <w:t>Ich/ Wir erklären uns damit einverstanden, dass unser Kind nach</w:t>
      </w:r>
    </w:p>
    <w:p w14:paraId="2B357774" w14:textId="77777777" w:rsidR="008405C7" w:rsidRPr="008405C7" w:rsidRDefault="008405C7" w:rsidP="008405C7">
      <w:r w:rsidRPr="008405C7">
        <w:t>mehrfachen, groben Verstößen gegen die Anordnungen der Leiter*innen vorzeitig und ohne Anspruch auf Entschädigung und auf Kosten der Erziehungsberechtigten abgeholt werden muss</w:t>
      </w:r>
    </w:p>
    <w:p w14:paraId="3D3454D0" w14:textId="77777777" w:rsidR="008405C7" w:rsidRPr="008405C7" w:rsidRDefault="008405C7" w:rsidP="008405C7">
      <w:r w:rsidRPr="008405C7">
        <w:t>Wir sind (Ich bin) während des Lagers unter folgender Adresse erreichbar</w:t>
      </w:r>
    </w:p>
    <w:p w14:paraId="1BA687D5" w14:textId="77777777" w:rsidR="008405C7" w:rsidRPr="008405C7" w:rsidRDefault="008405C7" w:rsidP="008405C7">
      <w:r w:rsidRPr="008405C7">
        <w:t>Name, Vorname: _________________________________________________________</w:t>
      </w:r>
    </w:p>
    <w:p w14:paraId="5EB5A8CE" w14:textId="77777777" w:rsidR="008405C7" w:rsidRPr="008405C7" w:rsidRDefault="008405C7" w:rsidP="008405C7">
      <w:r w:rsidRPr="008405C7">
        <w:t xml:space="preserve">Telefon: __________________________________________________ </w:t>
      </w:r>
    </w:p>
    <w:p w14:paraId="7A19CA0A" w14:textId="77777777" w:rsidR="008405C7" w:rsidRPr="008405C7" w:rsidRDefault="008405C7" w:rsidP="008405C7">
      <w:proofErr w:type="gramStart"/>
      <w:r w:rsidRPr="008405C7">
        <w:t>Handy:_</w:t>
      </w:r>
      <w:proofErr w:type="gramEnd"/>
      <w:r w:rsidRPr="008405C7">
        <w:t>__________________________________________________</w:t>
      </w:r>
    </w:p>
    <w:p w14:paraId="4A68CE5A" w14:textId="77777777" w:rsidR="008405C7" w:rsidRPr="008405C7" w:rsidRDefault="008405C7" w:rsidP="008405C7"/>
    <w:p w14:paraId="31C1421D" w14:textId="77777777" w:rsidR="008405C7" w:rsidRPr="008405C7" w:rsidRDefault="008405C7" w:rsidP="008405C7">
      <w:r w:rsidRPr="008405C7">
        <w:t xml:space="preserve">Besonderheiten der Ernährung: </w:t>
      </w:r>
    </w:p>
    <w:p w14:paraId="5E123032" w14:textId="77777777" w:rsidR="008405C7" w:rsidRPr="008405C7" w:rsidRDefault="008405C7" w:rsidP="008405C7"/>
    <w:p w14:paraId="7ACFC9F3" w14:textId="77777777" w:rsidR="008405C7" w:rsidRPr="008405C7" w:rsidRDefault="008405C7" w:rsidP="008405C7"/>
    <w:p w14:paraId="10835CAD" w14:textId="77777777" w:rsidR="008405C7" w:rsidRPr="008405C7" w:rsidRDefault="008405C7" w:rsidP="008405C7"/>
    <w:p w14:paraId="1A8713D2" w14:textId="77777777" w:rsidR="008405C7" w:rsidRPr="008405C7" w:rsidRDefault="008405C7" w:rsidP="008405C7"/>
    <w:p w14:paraId="4B1010E4" w14:textId="77777777" w:rsidR="008405C7" w:rsidRPr="008405C7" w:rsidRDefault="008405C7" w:rsidP="008405C7">
      <w:r w:rsidRPr="008405C7">
        <w:t>Bestehende (Vor-)Erkrankungen und Einnahme von Medikamenten, Notfallmedikamenten (inkl. Dosierung), Beschreibung von Einschränkungen:</w:t>
      </w:r>
    </w:p>
    <w:p w14:paraId="4264DE1C" w14:textId="77777777" w:rsidR="008405C7" w:rsidRPr="008405C7" w:rsidRDefault="008405C7" w:rsidP="008405C7"/>
    <w:p w14:paraId="32A9A580" w14:textId="77777777" w:rsidR="008405C7" w:rsidRPr="008405C7" w:rsidRDefault="008405C7" w:rsidP="008405C7">
      <w:r w:rsidRPr="008405C7">
        <w:lastRenderedPageBreak/>
        <w:t>Allergien und deren Behandlung im Notfall:</w:t>
      </w:r>
    </w:p>
    <w:p w14:paraId="313EE45C" w14:textId="77777777" w:rsidR="008405C7" w:rsidRPr="008405C7" w:rsidRDefault="008405C7" w:rsidP="008405C7"/>
    <w:p w14:paraId="54CB747D" w14:textId="77777777" w:rsidR="008405C7" w:rsidRPr="008405C7" w:rsidRDefault="008405C7" w:rsidP="008405C7"/>
    <w:p w14:paraId="1C40BBCD" w14:textId="77777777" w:rsidR="008405C7" w:rsidRPr="008405C7" w:rsidRDefault="008405C7" w:rsidP="008405C7"/>
    <w:p w14:paraId="7A715986" w14:textId="77777777" w:rsidR="008405C7" w:rsidRPr="008405C7" w:rsidRDefault="008405C7" w:rsidP="008405C7">
      <w:r w:rsidRPr="008405C7">
        <w:t>Ich/Wir sind damit einverstanden, dass meinem/unsere Kind Zecken entfernt werden.</w:t>
      </w:r>
    </w:p>
    <w:p w14:paraId="69845067" w14:textId="77777777" w:rsidR="008405C7" w:rsidRPr="008405C7" w:rsidRDefault="008405C7" w:rsidP="008405C7">
      <w:r w:rsidRPr="008405C7">
        <w:tab/>
        <w:t>0 ja</w:t>
      </w:r>
      <w:r w:rsidRPr="008405C7">
        <w:tab/>
      </w:r>
      <w:r w:rsidRPr="008405C7">
        <w:tab/>
        <w:t>0 nein</w:t>
      </w:r>
    </w:p>
    <w:p w14:paraId="140D80D2" w14:textId="77777777" w:rsidR="008405C7" w:rsidRPr="008405C7" w:rsidRDefault="008405C7" w:rsidP="008405C7"/>
    <w:p w14:paraId="6513C65D" w14:textId="77777777" w:rsidR="008405C7" w:rsidRPr="008405C7" w:rsidRDefault="008405C7" w:rsidP="008405C7">
      <w:r w:rsidRPr="008405C7">
        <w:t xml:space="preserve">Mein/Unser Kind hat eine gültige </w:t>
      </w:r>
      <w:proofErr w:type="spellStart"/>
      <w:r w:rsidRPr="008405C7">
        <w:t>Regiokarte</w:t>
      </w:r>
      <w:proofErr w:type="spellEnd"/>
      <w:r w:rsidRPr="008405C7">
        <w:t>.</w:t>
      </w:r>
    </w:p>
    <w:p w14:paraId="42ADC1F7" w14:textId="77777777" w:rsidR="008405C7" w:rsidRPr="008405C7" w:rsidRDefault="008405C7" w:rsidP="008405C7">
      <w:r w:rsidRPr="008405C7">
        <w:tab/>
        <w:t>0 ja</w:t>
      </w:r>
      <w:r w:rsidRPr="008405C7">
        <w:tab/>
      </w:r>
      <w:r w:rsidRPr="008405C7">
        <w:tab/>
        <w:t>0 nein</w:t>
      </w:r>
    </w:p>
    <w:p w14:paraId="1EF6F4F4" w14:textId="77777777" w:rsidR="008405C7" w:rsidRPr="008405C7" w:rsidRDefault="008405C7" w:rsidP="008405C7"/>
    <w:p w14:paraId="031FEE6A" w14:textId="77777777" w:rsidR="008405C7" w:rsidRPr="008405C7" w:rsidRDefault="008405C7" w:rsidP="008405C7">
      <w:r w:rsidRPr="008405C7">
        <w:t xml:space="preserve">Für die endgültige Teilnahme Ihres Kindes am </w:t>
      </w:r>
      <w:proofErr w:type="spellStart"/>
      <w:r w:rsidRPr="008405C7">
        <w:t>Jupfi-Hike</w:t>
      </w:r>
      <w:proofErr w:type="spellEnd"/>
      <w:r w:rsidRPr="008405C7">
        <w:t xml:space="preserve"> müssen folgende Unterlagen bis zum 18.11.21 abgegeben werden:</w:t>
      </w:r>
    </w:p>
    <w:p w14:paraId="7B0A0DB4" w14:textId="77777777" w:rsidR="008405C7" w:rsidRPr="008405C7" w:rsidRDefault="008405C7" w:rsidP="008405C7"/>
    <w:p w14:paraId="4BBCB13F" w14:textId="77777777" w:rsidR="008405C7" w:rsidRPr="008405C7" w:rsidRDefault="008405C7" w:rsidP="008405C7">
      <w:pPr>
        <w:numPr>
          <w:ilvl w:val="0"/>
          <w:numId w:val="1"/>
        </w:numPr>
      </w:pPr>
      <w:r w:rsidRPr="008405C7">
        <w:t>Offizielle Anmeldung</w:t>
      </w:r>
    </w:p>
    <w:p w14:paraId="20E89C39" w14:textId="77777777" w:rsidR="008405C7" w:rsidRPr="008405C7" w:rsidRDefault="008405C7" w:rsidP="008405C7">
      <w:pPr>
        <w:numPr>
          <w:ilvl w:val="0"/>
          <w:numId w:val="1"/>
        </w:numPr>
      </w:pPr>
      <w:r w:rsidRPr="008405C7">
        <w:t>Teilnahmebetrag in Höhe von 18€ in einem Briefumschlag</w:t>
      </w:r>
    </w:p>
    <w:p w14:paraId="16BE047C" w14:textId="77777777" w:rsidR="008405C7" w:rsidRPr="008405C7" w:rsidRDefault="008405C7" w:rsidP="008405C7">
      <w:pPr>
        <w:numPr>
          <w:ilvl w:val="0"/>
          <w:numId w:val="1"/>
        </w:numPr>
      </w:pPr>
      <w:r w:rsidRPr="008405C7">
        <w:t>Aktuelle Kopie des Impfausweises und der Krankenversicherungskarte</w:t>
      </w:r>
    </w:p>
    <w:p w14:paraId="12BED15B" w14:textId="77777777" w:rsidR="008405C7" w:rsidRPr="008405C7" w:rsidRDefault="008405C7" w:rsidP="008405C7">
      <w:pPr>
        <w:numPr>
          <w:ilvl w:val="0"/>
          <w:numId w:val="1"/>
        </w:numPr>
      </w:pPr>
      <w:r w:rsidRPr="008405C7">
        <w:t>Aktuelle Kopie des Personalausweises/ Reisepasses</w:t>
      </w:r>
    </w:p>
    <w:p w14:paraId="3D724E66" w14:textId="77777777" w:rsidR="008405C7" w:rsidRPr="008405C7" w:rsidRDefault="008405C7" w:rsidP="008405C7">
      <w:pPr>
        <w:numPr>
          <w:ilvl w:val="0"/>
          <w:numId w:val="1"/>
        </w:numPr>
      </w:pPr>
      <w:r w:rsidRPr="008405C7">
        <w:t>Evtl. Notfallmedikamente/Notfallplan (am Tag der Abreise) abgeben</w:t>
      </w:r>
    </w:p>
    <w:p w14:paraId="65367DB0" w14:textId="77777777" w:rsidR="008405C7" w:rsidRPr="008405C7" w:rsidRDefault="008405C7" w:rsidP="008405C7"/>
    <w:p w14:paraId="7680B295" w14:textId="77777777" w:rsidR="008405C7" w:rsidRPr="008405C7" w:rsidRDefault="008405C7" w:rsidP="008405C7">
      <w:r w:rsidRPr="008405C7">
        <w:t>Falls es einer Familie nach eigener Einschätzung schwerfallen oder nicht möglich sein sollte den Teilnahmebeitrag zu bezahlen, könnt ihr euch gerne vertrauensvoll an unseren Stammesvorstand oder uns zuständige Leiter*innen wenden und wir finden gemeinsam eine Lösung.</w:t>
      </w:r>
    </w:p>
    <w:p w14:paraId="425002AD" w14:textId="77777777" w:rsidR="008405C7" w:rsidRPr="008405C7" w:rsidRDefault="008405C7" w:rsidP="008405C7"/>
    <w:p w14:paraId="12838D21" w14:textId="77777777" w:rsidR="008405C7" w:rsidRPr="008405C7" w:rsidRDefault="008405C7" w:rsidP="008405C7"/>
    <w:p w14:paraId="5BC9DC24" w14:textId="77777777" w:rsidR="008405C7" w:rsidRPr="008405C7" w:rsidRDefault="008405C7" w:rsidP="008405C7">
      <w:r w:rsidRPr="008405C7">
        <w:t>Ort, Datum________________________________________________</w:t>
      </w:r>
    </w:p>
    <w:p w14:paraId="6A0F30E9" w14:textId="77777777" w:rsidR="008405C7" w:rsidRPr="008405C7" w:rsidRDefault="008405C7" w:rsidP="008405C7"/>
    <w:p w14:paraId="63D440B2" w14:textId="77777777" w:rsidR="008405C7" w:rsidRPr="008405C7" w:rsidRDefault="008405C7" w:rsidP="008405C7">
      <w:r w:rsidRPr="008405C7">
        <w:t xml:space="preserve">Unterschrift des/ der Erziehungsberechtigten: </w:t>
      </w:r>
    </w:p>
    <w:p w14:paraId="60C2D5A3" w14:textId="77777777" w:rsidR="008405C7" w:rsidRPr="008405C7" w:rsidRDefault="008405C7" w:rsidP="008405C7"/>
    <w:p w14:paraId="2D8ABA6A" w14:textId="77777777" w:rsidR="008405C7" w:rsidRPr="008405C7" w:rsidRDefault="008405C7" w:rsidP="008405C7">
      <w:r w:rsidRPr="008405C7">
        <w:t>__________________________________________________________</w:t>
      </w:r>
    </w:p>
    <w:p w14:paraId="3E1E3313" w14:textId="77777777" w:rsidR="008405C7" w:rsidRPr="008405C7" w:rsidRDefault="008405C7" w:rsidP="008405C7"/>
    <w:p w14:paraId="279A2D15" w14:textId="77777777" w:rsidR="008405C7" w:rsidRPr="008405C7" w:rsidRDefault="008405C7" w:rsidP="008405C7"/>
    <w:p w14:paraId="60C0358D" w14:textId="77777777" w:rsidR="008405C7" w:rsidRPr="008405C7" w:rsidRDefault="008405C7" w:rsidP="008405C7">
      <w:r w:rsidRPr="008405C7">
        <w:br w:type="column"/>
      </w:r>
      <w:r w:rsidRPr="008405C7">
        <w:lastRenderedPageBreak/>
        <w:t>Packliste:</w:t>
      </w:r>
    </w:p>
    <w:p w14:paraId="48D34188" w14:textId="77777777" w:rsidR="008405C7" w:rsidRPr="008405C7" w:rsidRDefault="008405C7" w:rsidP="008405C7"/>
    <w:p w14:paraId="6B85DA0B" w14:textId="77777777" w:rsidR="008405C7" w:rsidRPr="008405C7" w:rsidRDefault="008405C7" w:rsidP="008405C7">
      <w:pPr>
        <w:numPr>
          <w:ilvl w:val="0"/>
          <w:numId w:val="2"/>
        </w:numPr>
      </w:pPr>
      <w:r w:rsidRPr="008405C7">
        <w:t>Großer Rucksack (den du gut über eine längere Zeit tragen kannst)</w:t>
      </w:r>
    </w:p>
    <w:p w14:paraId="090AB775" w14:textId="77777777" w:rsidR="008405C7" w:rsidRPr="008405C7" w:rsidRDefault="008405C7" w:rsidP="008405C7">
      <w:pPr>
        <w:numPr>
          <w:ilvl w:val="0"/>
          <w:numId w:val="3"/>
        </w:numPr>
      </w:pPr>
      <w:r w:rsidRPr="008405C7">
        <w:t>Isomatte (am Rucksack befestigt oder im Rucksack)</w:t>
      </w:r>
    </w:p>
    <w:p w14:paraId="7B2CC6B6" w14:textId="77777777" w:rsidR="008405C7" w:rsidRPr="008405C7" w:rsidRDefault="008405C7" w:rsidP="008405C7">
      <w:pPr>
        <w:numPr>
          <w:ilvl w:val="0"/>
          <w:numId w:val="3"/>
        </w:numPr>
      </w:pPr>
      <w:r w:rsidRPr="008405C7">
        <w:t>Schlafsack (wir schlafen nicht draußen, ein dünner/leichter Schlafsack reicht, am oder im Rucksack)</w:t>
      </w:r>
    </w:p>
    <w:p w14:paraId="7FD031B2" w14:textId="77777777" w:rsidR="008405C7" w:rsidRPr="008405C7" w:rsidRDefault="008405C7" w:rsidP="008405C7">
      <w:pPr>
        <w:numPr>
          <w:ilvl w:val="0"/>
          <w:numId w:val="3"/>
        </w:numPr>
      </w:pPr>
      <w:r w:rsidRPr="008405C7">
        <w:t>tragt geschlossene und wasserdichte Schuhe, in denen ihr gut laufen könnt und festen Halt habt</w:t>
      </w:r>
    </w:p>
    <w:p w14:paraId="710F63FC" w14:textId="77777777" w:rsidR="008405C7" w:rsidRPr="008405C7" w:rsidRDefault="008405C7" w:rsidP="008405C7">
      <w:pPr>
        <w:numPr>
          <w:ilvl w:val="0"/>
          <w:numId w:val="3"/>
        </w:numPr>
      </w:pPr>
      <w:r w:rsidRPr="008405C7">
        <w:t>Klamotten, die schmutzig werden können (am Besten im Zwiebellook, sodass bei Kälte alles übereinander gezogen werden kann)</w:t>
      </w:r>
    </w:p>
    <w:p w14:paraId="767BB128" w14:textId="77777777" w:rsidR="008405C7" w:rsidRPr="008405C7" w:rsidRDefault="008405C7" w:rsidP="008405C7">
      <w:pPr>
        <w:numPr>
          <w:ilvl w:val="0"/>
          <w:numId w:val="3"/>
        </w:numPr>
      </w:pPr>
      <w:r w:rsidRPr="008405C7">
        <w:t>Skiunterwäsche (man sollte bei den Temperaturen immer mit einer Schicht mehr an Klamotten rechnen)</w:t>
      </w:r>
    </w:p>
    <w:p w14:paraId="02483A0E" w14:textId="77777777" w:rsidR="008405C7" w:rsidRPr="008405C7" w:rsidRDefault="008405C7" w:rsidP="008405C7">
      <w:pPr>
        <w:numPr>
          <w:ilvl w:val="0"/>
          <w:numId w:val="3"/>
        </w:numPr>
      </w:pPr>
      <w:r w:rsidRPr="008405C7">
        <w:t>Eine warme Jacke (am besten wasserdicht)</w:t>
      </w:r>
    </w:p>
    <w:p w14:paraId="27E7DB91" w14:textId="77777777" w:rsidR="008405C7" w:rsidRPr="008405C7" w:rsidRDefault="008405C7" w:rsidP="008405C7">
      <w:pPr>
        <w:numPr>
          <w:ilvl w:val="0"/>
          <w:numId w:val="3"/>
        </w:numPr>
      </w:pPr>
      <w:r w:rsidRPr="008405C7">
        <w:t>Regenhülle oder Mülltüte für den Rucksack (ansonsten alles im Rucksack wasserdicht verpacken)</w:t>
      </w:r>
    </w:p>
    <w:p w14:paraId="04DF112A" w14:textId="77777777" w:rsidR="008405C7" w:rsidRPr="008405C7" w:rsidRDefault="008405C7" w:rsidP="008405C7">
      <w:pPr>
        <w:numPr>
          <w:ilvl w:val="0"/>
          <w:numId w:val="3"/>
        </w:numPr>
      </w:pPr>
      <w:r w:rsidRPr="008405C7">
        <w:t>Schal, Mütze, Handschuhe</w:t>
      </w:r>
    </w:p>
    <w:p w14:paraId="7CA2274F" w14:textId="77777777" w:rsidR="008405C7" w:rsidRPr="008405C7" w:rsidRDefault="008405C7" w:rsidP="008405C7">
      <w:pPr>
        <w:numPr>
          <w:ilvl w:val="0"/>
          <w:numId w:val="3"/>
        </w:numPr>
      </w:pPr>
      <w:r w:rsidRPr="008405C7">
        <w:t>Schlafanzug (hilfreich ist es eine Schlafanzughose auszuwählen, die auch als Ersatzhose benutzt werden kann, z.B. Sporthose)</w:t>
      </w:r>
    </w:p>
    <w:p w14:paraId="73CB0499" w14:textId="77777777" w:rsidR="008405C7" w:rsidRPr="008405C7" w:rsidRDefault="008405C7" w:rsidP="008405C7">
      <w:pPr>
        <w:numPr>
          <w:ilvl w:val="0"/>
          <w:numId w:val="3"/>
        </w:numPr>
      </w:pPr>
      <w:r w:rsidRPr="008405C7">
        <w:t>Unterwäsche, Ersatzsocken</w:t>
      </w:r>
    </w:p>
    <w:p w14:paraId="4E7C4802" w14:textId="77777777" w:rsidR="008405C7" w:rsidRPr="008405C7" w:rsidRDefault="008405C7" w:rsidP="008405C7">
      <w:pPr>
        <w:numPr>
          <w:ilvl w:val="0"/>
          <w:numId w:val="3"/>
        </w:numPr>
      </w:pPr>
      <w:r w:rsidRPr="008405C7">
        <w:t>Zahnbürste, Zahnpasta, kleines Handtuch, Haarbürste, Blasenpflaster (in einem Waschbeutel)</w:t>
      </w:r>
    </w:p>
    <w:p w14:paraId="10E35A42" w14:textId="77777777" w:rsidR="008405C7" w:rsidRPr="008405C7" w:rsidRDefault="008405C7" w:rsidP="008405C7">
      <w:pPr>
        <w:numPr>
          <w:ilvl w:val="0"/>
          <w:numId w:val="3"/>
        </w:numPr>
        <w:rPr>
          <w:b/>
          <w:bCs/>
        </w:rPr>
      </w:pPr>
      <w:r w:rsidRPr="008405C7">
        <w:rPr>
          <w:b/>
          <w:bCs/>
        </w:rPr>
        <w:t>Medikamente</w:t>
      </w:r>
    </w:p>
    <w:p w14:paraId="7D0A4E2B" w14:textId="77777777" w:rsidR="008405C7" w:rsidRPr="008405C7" w:rsidRDefault="008405C7" w:rsidP="008405C7">
      <w:pPr>
        <w:numPr>
          <w:ilvl w:val="0"/>
          <w:numId w:val="3"/>
        </w:numPr>
      </w:pPr>
      <w:r w:rsidRPr="008405C7">
        <w:t>2 medizinische Masken/ FFP2 Masken</w:t>
      </w:r>
    </w:p>
    <w:p w14:paraId="0F65D0AB" w14:textId="77777777" w:rsidR="008405C7" w:rsidRPr="008405C7" w:rsidRDefault="008405C7" w:rsidP="008405C7">
      <w:pPr>
        <w:numPr>
          <w:ilvl w:val="0"/>
          <w:numId w:val="3"/>
        </w:numPr>
      </w:pPr>
      <w:r w:rsidRPr="008405C7">
        <w:t>Taschentücher</w:t>
      </w:r>
    </w:p>
    <w:p w14:paraId="5002EC23" w14:textId="77777777" w:rsidR="008405C7" w:rsidRPr="008405C7" w:rsidRDefault="008405C7" w:rsidP="008405C7">
      <w:pPr>
        <w:numPr>
          <w:ilvl w:val="0"/>
          <w:numId w:val="3"/>
        </w:numPr>
      </w:pPr>
      <w:r w:rsidRPr="008405C7">
        <w:t>euer Halstuch und (falls ihr habt) eine Kluft</w:t>
      </w:r>
    </w:p>
    <w:p w14:paraId="1B29E783" w14:textId="77777777" w:rsidR="008405C7" w:rsidRPr="008405C7" w:rsidRDefault="008405C7" w:rsidP="008405C7">
      <w:pPr>
        <w:numPr>
          <w:ilvl w:val="0"/>
          <w:numId w:val="3"/>
        </w:numPr>
      </w:pPr>
      <w:r w:rsidRPr="008405C7">
        <w:t>ein zweites Frühstück, Mittagsvesper und Zwischensnack für Samstagmittag (um das restliche Essen kümmern wir uns)</w:t>
      </w:r>
    </w:p>
    <w:p w14:paraId="31A35C8A" w14:textId="77777777" w:rsidR="008405C7" w:rsidRPr="008405C7" w:rsidRDefault="008405C7" w:rsidP="008405C7">
      <w:pPr>
        <w:numPr>
          <w:ilvl w:val="0"/>
          <w:numId w:val="3"/>
        </w:numPr>
      </w:pPr>
      <w:r w:rsidRPr="008405C7">
        <w:t xml:space="preserve">Taschenmesser, Löffel und tiefe Brotdose (die auch als Suppenschüssel dient, z.B. Click-Box!) </w:t>
      </w:r>
    </w:p>
    <w:p w14:paraId="6321ECB4" w14:textId="77777777" w:rsidR="008405C7" w:rsidRPr="008405C7" w:rsidRDefault="008405C7" w:rsidP="008405C7">
      <w:pPr>
        <w:numPr>
          <w:ilvl w:val="0"/>
          <w:numId w:val="3"/>
        </w:numPr>
      </w:pPr>
      <w:r w:rsidRPr="008405C7">
        <w:t>Taschenlampe bzw. Stirnlampe</w:t>
      </w:r>
    </w:p>
    <w:p w14:paraId="278295AD" w14:textId="77777777" w:rsidR="008405C7" w:rsidRPr="008405C7" w:rsidRDefault="008405C7" w:rsidP="008405C7">
      <w:pPr>
        <w:numPr>
          <w:ilvl w:val="0"/>
          <w:numId w:val="3"/>
        </w:numPr>
      </w:pPr>
      <w:r w:rsidRPr="008405C7">
        <w:t>min 1,5l Wasser (wir wissen nicht, ob wir unterwegs unsere Flaschen auffüllen können)</w:t>
      </w:r>
    </w:p>
    <w:p w14:paraId="57B4D0FB" w14:textId="77777777" w:rsidR="008405C7" w:rsidRPr="008405C7" w:rsidRDefault="008405C7" w:rsidP="008405C7">
      <w:pPr>
        <w:numPr>
          <w:ilvl w:val="0"/>
          <w:numId w:val="3"/>
        </w:numPr>
      </w:pPr>
      <w:r w:rsidRPr="008405C7">
        <w:t xml:space="preserve">wer hat, eine </w:t>
      </w:r>
      <w:proofErr w:type="spellStart"/>
      <w:r w:rsidRPr="008405C7">
        <w:t>Regiokarte</w:t>
      </w:r>
      <w:proofErr w:type="spellEnd"/>
      <w:r w:rsidRPr="008405C7">
        <w:t xml:space="preserve"> (bitte informiert uns darüber, falls ihr eine habt)</w:t>
      </w:r>
    </w:p>
    <w:p w14:paraId="4EC223CB" w14:textId="77777777" w:rsidR="008405C7" w:rsidRPr="008405C7" w:rsidRDefault="008405C7" w:rsidP="008405C7">
      <w:pPr>
        <w:numPr>
          <w:ilvl w:val="0"/>
          <w:numId w:val="3"/>
        </w:numPr>
      </w:pPr>
      <w:r w:rsidRPr="008405C7">
        <w:t>den Schülerausweis als negativen Coronatestnachweis</w:t>
      </w:r>
    </w:p>
    <w:p w14:paraId="08E41132" w14:textId="77777777" w:rsidR="008405C7" w:rsidRPr="008405C7" w:rsidRDefault="008405C7" w:rsidP="008405C7"/>
    <w:p w14:paraId="3074549A" w14:textId="77777777" w:rsidR="008405C7" w:rsidRPr="008405C7" w:rsidRDefault="008405C7" w:rsidP="008405C7">
      <w:r w:rsidRPr="008405C7">
        <w:lastRenderedPageBreak/>
        <w:t xml:space="preserve">Denkt daran, dass ihr alles was ihr </w:t>
      </w:r>
      <w:proofErr w:type="gramStart"/>
      <w:r w:rsidRPr="008405C7">
        <w:t>dabei habt</w:t>
      </w:r>
      <w:proofErr w:type="gramEnd"/>
      <w:r w:rsidRPr="008405C7">
        <w:t>, tragen müsst! Der Rucksack sollte auf keinen Fall mehr als 15 - 20% eures Körpergewichts haben (beachte, dass Wasser und Essen zum Gesamtgewicht dazukommen). Denke auch daran noch etwas Platz im Rucksack zu lassen für Gemeinschaftsgepäck, das wir vor der Abfahrt am Bahnhof aufteilen werden.</w:t>
      </w:r>
    </w:p>
    <w:p w14:paraId="79DE5C94" w14:textId="77777777" w:rsidR="008405C7" w:rsidRPr="008405C7" w:rsidRDefault="008405C7" w:rsidP="008405C7"/>
    <w:p w14:paraId="6292824A" w14:textId="77777777" w:rsidR="008405C7" w:rsidRPr="008405C7" w:rsidRDefault="008405C7" w:rsidP="008405C7"/>
    <w:p w14:paraId="299D39B6" w14:textId="77777777" w:rsidR="008405C7" w:rsidRPr="008405C7" w:rsidRDefault="008405C7" w:rsidP="008405C7"/>
    <w:p w14:paraId="0FBBB304" w14:textId="77777777" w:rsidR="008405C7" w:rsidRPr="008405C7" w:rsidRDefault="008405C7" w:rsidP="008405C7">
      <w:r w:rsidRPr="008405C7">
        <w:t>Das nehmt ihr bitte nicht mit:</w:t>
      </w:r>
    </w:p>
    <w:p w14:paraId="2ECF6743" w14:textId="77777777" w:rsidR="008405C7" w:rsidRPr="008405C7" w:rsidRDefault="008405C7" w:rsidP="008405C7">
      <w:pPr>
        <w:numPr>
          <w:ilvl w:val="0"/>
          <w:numId w:val="3"/>
        </w:numPr>
      </w:pPr>
      <w:r w:rsidRPr="008405C7">
        <w:t>ein Handy (wir Leiter*innen haben für den Notfall welche dabei)</w:t>
      </w:r>
    </w:p>
    <w:p w14:paraId="65B941C4" w14:textId="77777777" w:rsidR="008405C7" w:rsidRPr="008405C7" w:rsidRDefault="008405C7" w:rsidP="008405C7">
      <w:pPr>
        <w:numPr>
          <w:ilvl w:val="0"/>
          <w:numId w:val="2"/>
        </w:numPr>
      </w:pPr>
      <w:r w:rsidRPr="008405C7">
        <w:t>Süßigkeiten (wir nehmen genug mit)</w:t>
      </w:r>
    </w:p>
    <w:p w14:paraId="0F1CE089" w14:textId="77777777" w:rsidR="00F07199" w:rsidRPr="00031246" w:rsidRDefault="00F07199" w:rsidP="00031246"/>
    <w:sectPr w:rsidR="00F07199" w:rsidRPr="00031246" w:rsidSect="008405C7">
      <w:head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948A0" w14:textId="77777777" w:rsidR="008405C7" w:rsidRDefault="008405C7" w:rsidP="00204D37">
      <w:pPr>
        <w:spacing w:after="0" w:line="240" w:lineRule="auto"/>
      </w:pPr>
      <w:r>
        <w:separator/>
      </w:r>
    </w:p>
  </w:endnote>
  <w:endnote w:type="continuationSeparator" w:id="0">
    <w:p w14:paraId="383A044B" w14:textId="77777777" w:rsidR="008405C7" w:rsidRDefault="008405C7" w:rsidP="0020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252DD" w14:textId="77777777" w:rsidR="008405C7" w:rsidRDefault="008405C7" w:rsidP="00204D37">
      <w:pPr>
        <w:spacing w:after="0" w:line="240" w:lineRule="auto"/>
      </w:pPr>
      <w:r>
        <w:separator/>
      </w:r>
    </w:p>
  </w:footnote>
  <w:footnote w:type="continuationSeparator" w:id="0">
    <w:p w14:paraId="401D6A2E" w14:textId="77777777" w:rsidR="008405C7" w:rsidRDefault="008405C7" w:rsidP="0020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D38D"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3979CD59" wp14:editId="10C79DEF">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B2BE0"/>
    <w:multiLevelType w:val="hybridMultilevel"/>
    <w:tmpl w:val="F63ACC2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474914"/>
    <w:multiLevelType w:val="hybridMultilevel"/>
    <w:tmpl w:val="BDDE8140"/>
    <w:lvl w:ilvl="0" w:tplc="74F0BE00">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C44969"/>
    <w:multiLevelType w:val="hybridMultilevel"/>
    <w:tmpl w:val="B15450B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22465034">
    <w:abstractNumId w:val="1"/>
  </w:num>
  <w:num w:numId="2" w16cid:durableId="1342777219">
    <w:abstractNumId w:val="0"/>
  </w:num>
  <w:num w:numId="3" w16cid:durableId="1369834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5C7"/>
    <w:rsid w:val="00031246"/>
    <w:rsid w:val="00204D37"/>
    <w:rsid w:val="008405C7"/>
    <w:rsid w:val="00844C5D"/>
    <w:rsid w:val="00A6648A"/>
    <w:rsid w:val="00CA3484"/>
    <w:rsid w:val="00D86218"/>
    <w:rsid w:val="00F07199"/>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D0F02"/>
  <w15:chartTrackingRefBased/>
  <w15:docId w15:val="{C81337E3-2701-1A49-96A7-100483BB8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jc w:val="center"/>
    </w:pPr>
    <w:rPr>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 w:type="paragraph" w:styleId="Textkrper3">
    <w:name w:val="Body Text 3"/>
    <w:basedOn w:val="Standard"/>
    <w:link w:val="Textkrper3Zchn"/>
    <w:uiPriority w:val="99"/>
    <w:semiHidden/>
    <w:unhideWhenUsed/>
    <w:rsid w:val="008405C7"/>
    <w:pPr>
      <w:spacing w:after="120"/>
    </w:pPr>
    <w:rPr>
      <w:sz w:val="16"/>
      <w:szCs w:val="16"/>
    </w:rPr>
  </w:style>
  <w:style w:type="character" w:customStyle="1" w:styleId="Textkrper3Zchn">
    <w:name w:val="Textkörper 3 Zchn"/>
    <w:basedOn w:val="Absatz-Standardschriftart"/>
    <w:link w:val="Textkrper3"/>
    <w:uiPriority w:val="99"/>
    <w:semiHidden/>
    <w:rsid w:val="008405C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lsja/Library/Group%20Containers/UBF8T346G9.Office/User%20Content.localized/Templates.localized/Vorlage%20VCP.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06589A-9637-415F-BCE2-229143B9B352}">
  <ds:schemaRefs>
    <ds:schemaRef ds:uri="http://schemas.openxmlformats.org/officeDocument/2006/bibliography"/>
  </ds:schemaRefs>
</ds:datastoreItem>
</file>

<file path=customXml/itemProps2.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4.xml><?xml version="1.0" encoding="utf-8"?>
<ds:datastoreItem xmlns:ds="http://schemas.openxmlformats.org/officeDocument/2006/customXml" ds:itemID="{6C036B06-0F7D-47D0-B67B-45F5010D32FD}">
  <ds:schemaRefs>
    <ds:schemaRef ds:uri="http://schemas.microsoft.com/office/2006/metadata/properties"/>
    <ds:schemaRef ds:uri="http://schemas.microsoft.com/office/infopath/2007/PartnerControls"/>
    <ds:schemaRef ds:uri="3405544e-a167-45e6-84ee-6c0db734b0d2"/>
    <ds:schemaRef ds:uri="b8dd630b-f7be-489c-91af-742c322d58f7"/>
  </ds:schemaRefs>
</ds:datastoreItem>
</file>

<file path=docProps/app.xml><?xml version="1.0" encoding="utf-8"?>
<Properties xmlns="http://schemas.openxmlformats.org/officeDocument/2006/extended-properties" xmlns:vt="http://schemas.openxmlformats.org/officeDocument/2006/docPropsVTypes">
  <Template>Vorlage VCP.dotx</Template>
  <TotalTime>0</TotalTime>
  <Pages>5</Pages>
  <Words>696</Words>
  <Characters>5218</Characters>
  <Application>Microsoft Office Word</Application>
  <DocSecurity>0</DocSecurity>
  <Lines>173</Lines>
  <Paragraphs>120</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Nils Jakubzig</cp:lastModifiedBy>
  <cp:revision>1</cp:revision>
  <dcterms:created xsi:type="dcterms:W3CDTF">2024-03-14T18:52:00Z</dcterms:created>
  <dcterms:modified xsi:type="dcterms:W3CDTF">2024-03-14T18:55:00Z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