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BE62A" w14:textId="77777777" w:rsidR="000E6DC1" w:rsidRDefault="000E6DC1" w:rsidP="000E6DC1">
      <w:pPr>
        <w:rPr>
          <w:rFonts w:cstheme="minorHAnsi"/>
          <w:sz w:val="24"/>
          <w:szCs w:val="24"/>
        </w:rPr>
      </w:pPr>
      <w:r w:rsidRPr="000E6DC1">
        <w:rPr>
          <w:rFonts w:cstheme="minorHAnsi"/>
          <w:sz w:val="24"/>
          <w:szCs w:val="24"/>
        </w:rPr>
        <w:t>Name</w:t>
      </w:r>
      <w:r>
        <w:rPr>
          <w:rFonts w:cstheme="minorHAnsi"/>
          <w:sz w:val="24"/>
          <w:szCs w:val="24"/>
        </w:rPr>
        <w:t xml:space="preserve"> / Adresse Mustermann</w:t>
      </w:r>
    </w:p>
    <w:p w14:paraId="1E99B02D" w14:textId="77777777" w:rsidR="000E6DC1" w:rsidRDefault="000E6DC1" w:rsidP="000E6DC1">
      <w:pPr>
        <w:rPr>
          <w:rFonts w:cstheme="minorHAnsi"/>
          <w:sz w:val="24"/>
          <w:szCs w:val="24"/>
        </w:rPr>
      </w:pPr>
    </w:p>
    <w:p w14:paraId="09087CCD" w14:textId="77777777" w:rsidR="000E6DC1" w:rsidRPr="000E6DC1" w:rsidRDefault="000E6DC1" w:rsidP="000E6DC1">
      <w:pPr>
        <w:rPr>
          <w:rFonts w:cstheme="minorHAnsi"/>
          <w:sz w:val="24"/>
          <w:szCs w:val="24"/>
        </w:rPr>
      </w:pPr>
    </w:p>
    <w:p w14:paraId="25A87EC5" w14:textId="77777777" w:rsidR="000E6DC1" w:rsidRPr="00B44A51" w:rsidRDefault="000E6DC1" w:rsidP="000E6DC1">
      <w:pPr>
        <w:rPr>
          <w:rFonts w:cstheme="minorHAnsi"/>
          <w:b/>
          <w:bCs/>
          <w:sz w:val="24"/>
          <w:szCs w:val="24"/>
        </w:rPr>
      </w:pPr>
      <w:r w:rsidRPr="00B44A51">
        <w:rPr>
          <w:rFonts w:cstheme="minorHAnsi"/>
          <w:b/>
          <w:bCs/>
          <w:sz w:val="24"/>
          <w:szCs w:val="24"/>
        </w:rPr>
        <w:t>Liebe Wölflinge, Jungpfadfinder*innen, Pfadfinder*innen und Eltern,</w:t>
      </w:r>
    </w:p>
    <w:p w14:paraId="4C140B2E" w14:textId="77777777" w:rsidR="000E6DC1" w:rsidRPr="00B44A51" w:rsidRDefault="000E6DC1" w:rsidP="000E6DC1">
      <w:pPr>
        <w:rPr>
          <w:rFonts w:cstheme="minorHAnsi"/>
        </w:rPr>
      </w:pPr>
    </w:p>
    <w:p w14:paraId="37FDC5B8" w14:textId="77777777" w:rsidR="000E6DC1" w:rsidRPr="00B44A51" w:rsidRDefault="000E6DC1" w:rsidP="000E6DC1">
      <w:pPr>
        <w:jc w:val="both"/>
        <w:rPr>
          <w:rFonts w:cstheme="minorHAnsi"/>
        </w:rPr>
      </w:pPr>
      <w:r w:rsidRPr="00B44A51">
        <w:rPr>
          <w:rFonts w:cstheme="minorHAnsi"/>
        </w:rPr>
        <w:t xml:space="preserve">wir fahren als Stamm </w:t>
      </w:r>
      <w:r>
        <w:rPr>
          <w:rFonts w:cstheme="minorHAnsi"/>
        </w:rPr>
        <w:t>XX</w:t>
      </w:r>
      <w:r w:rsidRPr="00B44A51">
        <w:rPr>
          <w:rFonts w:cstheme="minorHAnsi"/>
        </w:rPr>
        <w:t xml:space="preserve"> Anfang des kommenden Jahres, </w:t>
      </w:r>
      <w:r>
        <w:rPr>
          <w:rFonts w:cstheme="minorHAnsi"/>
        </w:rPr>
        <w:t>DD.- DD.MM.YYYY</w:t>
      </w:r>
      <w:r w:rsidRPr="00B44A51">
        <w:rPr>
          <w:rFonts w:cstheme="minorHAnsi"/>
        </w:rPr>
        <w:t xml:space="preserve">, zum Geschwister Scholl Haus nach </w:t>
      </w:r>
      <w:proofErr w:type="spellStart"/>
      <w:r w:rsidRPr="00B44A51">
        <w:rPr>
          <w:rFonts w:cstheme="minorHAnsi"/>
        </w:rPr>
        <w:t>Forbach</w:t>
      </w:r>
      <w:proofErr w:type="spellEnd"/>
      <w:r w:rsidRPr="00B44A51">
        <w:rPr>
          <w:rFonts w:cstheme="minorHAnsi"/>
        </w:rPr>
        <w:t xml:space="preserve">. </w:t>
      </w:r>
    </w:p>
    <w:p w14:paraId="1D96EDCD" w14:textId="77777777" w:rsidR="000E6DC1" w:rsidRPr="00B44A51" w:rsidRDefault="000E6DC1" w:rsidP="000E6DC1">
      <w:pPr>
        <w:jc w:val="both"/>
        <w:rPr>
          <w:rFonts w:cstheme="minorHAnsi"/>
        </w:rPr>
      </w:pPr>
      <w:r w:rsidRPr="00B44A51">
        <w:rPr>
          <w:rFonts w:cstheme="minorHAnsi"/>
        </w:rPr>
        <w:t xml:space="preserve">Genauere Infos zur Hütte findet ihr hier: </w:t>
      </w:r>
      <w:proofErr w:type="gramStart"/>
      <w:r w:rsidRPr="00B44A51">
        <w:rPr>
          <w:rFonts w:cstheme="minorHAnsi"/>
        </w:rPr>
        <w:t>https://kath-buehl-vimbuch.de/kontakte/geschwister-scholl-haus-2/ .</w:t>
      </w:r>
      <w:proofErr w:type="gramEnd"/>
    </w:p>
    <w:p w14:paraId="422D8FAA" w14:textId="77777777" w:rsidR="000E6DC1" w:rsidRPr="00B44A51" w:rsidRDefault="000E6DC1" w:rsidP="000E6DC1">
      <w:pPr>
        <w:jc w:val="both"/>
        <w:rPr>
          <w:rFonts w:cstheme="minorHAnsi"/>
        </w:rPr>
      </w:pPr>
    </w:p>
    <w:p w14:paraId="68ED3D74" w14:textId="77777777" w:rsidR="000E6DC1" w:rsidRPr="00B44A51" w:rsidRDefault="000E6DC1" w:rsidP="000E6DC1">
      <w:pPr>
        <w:jc w:val="both"/>
        <w:rPr>
          <w:rFonts w:cstheme="minorHAnsi"/>
        </w:rPr>
      </w:pPr>
      <w:r w:rsidRPr="00B44A51">
        <w:rPr>
          <w:rFonts w:cstheme="minorHAnsi"/>
          <w:u w:val="single"/>
        </w:rPr>
        <w:t>Treffpunkt</w:t>
      </w:r>
      <w:r w:rsidRPr="00B44A51">
        <w:rPr>
          <w:rFonts w:cstheme="minorHAnsi"/>
        </w:rPr>
        <w:t xml:space="preserve"> für das Wochenende ist am Freitag, den </w:t>
      </w:r>
      <w:r w:rsidRPr="00B44A51">
        <w:rPr>
          <w:rFonts w:cstheme="minorHAnsi"/>
          <w:b/>
          <w:bCs/>
        </w:rPr>
        <w:t>10.03.23</w:t>
      </w:r>
      <w:r w:rsidRPr="00B44A51">
        <w:rPr>
          <w:rFonts w:cstheme="minorHAnsi"/>
        </w:rPr>
        <w:t xml:space="preserve">, </w:t>
      </w:r>
      <w:r w:rsidRPr="00B44A51">
        <w:rPr>
          <w:rFonts w:cstheme="minorHAnsi"/>
          <w:b/>
          <w:bCs/>
        </w:rPr>
        <w:t>um</w:t>
      </w:r>
      <w:r w:rsidRPr="00B44A51">
        <w:rPr>
          <w:rFonts w:cstheme="minorHAnsi"/>
        </w:rPr>
        <w:t xml:space="preserve"> </w:t>
      </w:r>
      <w:r w:rsidRPr="00B44A51">
        <w:rPr>
          <w:rFonts w:cstheme="minorHAnsi"/>
          <w:b/>
          <w:bCs/>
        </w:rPr>
        <w:t xml:space="preserve">14:20 Uhr </w:t>
      </w:r>
      <w:r w:rsidRPr="00B44A51">
        <w:rPr>
          <w:rFonts w:cstheme="minorHAnsi"/>
        </w:rPr>
        <w:t>im Foyer des Hauptbahnhofes (Abfahrt um 14:43 Uhr, Gleis 1)</w:t>
      </w:r>
    </w:p>
    <w:p w14:paraId="705B7D07" w14:textId="77777777" w:rsidR="000E6DC1" w:rsidRPr="00B44A51" w:rsidRDefault="000E6DC1" w:rsidP="000E6DC1">
      <w:pPr>
        <w:jc w:val="both"/>
        <w:rPr>
          <w:rFonts w:cstheme="minorHAnsi"/>
        </w:rPr>
      </w:pPr>
      <w:r w:rsidRPr="00B44A51">
        <w:rPr>
          <w:rFonts w:cstheme="minorHAnsi"/>
          <w:u w:val="single"/>
        </w:rPr>
        <w:t>Ankunft</w:t>
      </w:r>
      <w:r w:rsidRPr="00B44A51">
        <w:rPr>
          <w:rFonts w:cstheme="minorHAnsi"/>
        </w:rPr>
        <w:t xml:space="preserve"> am Freiburger Hauptbahnhof ist dann wieder am Sonntag, den </w:t>
      </w:r>
      <w:r w:rsidRPr="00B44A51">
        <w:rPr>
          <w:rFonts w:cstheme="minorHAnsi"/>
          <w:b/>
          <w:bCs/>
        </w:rPr>
        <w:t>12.03.23</w:t>
      </w:r>
      <w:r w:rsidRPr="00B44A51">
        <w:rPr>
          <w:rFonts w:cstheme="minorHAnsi"/>
        </w:rPr>
        <w:t xml:space="preserve">, </w:t>
      </w:r>
      <w:r w:rsidRPr="00B44A51">
        <w:rPr>
          <w:rFonts w:cstheme="minorHAnsi"/>
          <w:b/>
          <w:bCs/>
        </w:rPr>
        <w:t>um 15:</w:t>
      </w:r>
      <w:proofErr w:type="gramStart"/>
      <w:r w:rsidRPr="00B44A51">
        <w:rPr>
          <w:rFonts w:cstheme="minorHAnsi"/>
          <w:b/>
          <w:bCs/>
        </w:rPr>
        <w:t>56  Uhr</w:t>
      </w:r>
      <w:proofErr w:type="gramEnd"/>
      <w:r w:rsidRPr="00B44A51">
        <w:rPr>
          <w:rFonts w:cstheme="minorHAnsi"/>
          <w:b/>
          <w:bCs/>
        </w:rPr>
        <w:t xml:space="preserve"> </w:t>
      </w:r>
      <w:r w:rsidRPr="00B44A51">
        <w:rPr>
          <w:rFonts w:cstheme="minorHAnsi"/>
        </w:rPr>
        <w:t xml:space="preserve">an Gleis 5. </w:t>
      </w:r>
    </w:p>
    <w:p w14:paraId="00D87959" w14:textId="77777777" w:rsidR="000E6DC1" w:rsidRPr="00B44A51" w:rsidRDefault="000E6DC1" w:rsidP="000E6DC1">
      <w:pPr>
        <w:jc w:val="both"/>
        <w:rPr>
          <w:rFonts w:cstheme="minorHAnsi"/>
        </w:rPr>
      </w:pPr>
      <w:r w:rsidRPr="00B44A51">
        <w:rPr>
          <w:rFonts w:cstheme="minorHAnsi"/>
        </w:rPr>
        <w:t xml:space="preserve">Wenn ihr eine </w:t>
      </w:r>
      <w:proofErr w:type="spellStart"/>
      <w:r w:rsidRPr="00B44A51">
        <w:rPr>
          <w:rFonts w:cstheme="minorHAnsi"/>
        </w:rPr>
        <w:t>Regiokarte</w:t>
      </w:r>
      <w:proofErr w:type="spellEnd"/>
      <w:r w:rsidRPr="00B44A51">
        <w:rPr>
          <w:rFonts w:cstheme="minorHAnsi"/>
        </w:rPr>
        <w:t xml:space="preserve"> haben solltet, bringt die gerne mit und vermerkt es auf der Anmeldung, damit wir entsprechend Planen können. </w:t>
      </w:r>
    </w:p>
    <w:p w14:paraId="0BB3EBEE" w14:textId="77777777" w:rsidR="000E6DC1" w:rsidRPr="00B44A51" w:rsidRDefault="000E6DC1" w:rsidP="000E6DC1">
      <w:pPr>
        <w:jc w:val="both"/>
        <w:rPr>
          <w:rFonts w:cstheme="minorHAnsi"/>
          <w:u w:val="single"/>
        </w:rPr>
      </w:pPr>
    </w:p>
    <w:p w14:paraId="106EBD77" w14:textId="77777777" w:rsidR="000E6DC1" w:rsidRPr="00B44A51" w:rsidRDefault="000E6DC1" w:rsidP="000E6DC1">
      <w:pPr>
        <w:rPr>
          <w:rFonts w:cstheme="minorHAnsi"/>
        </w:rPr>
      </w:pPr>
      <w:r w:rsidRPr="00B44A51">
        <w:rPr>
          <w:rFonts w:cstheme="minorHAnsi"/>
        </w:rPr>
        <w:t xml:space="preserve">Anmeldeschluss ist der </w:t>
      </w:r>
      <w:r w:rsidRPr="00B44A51">
        <w:rPr>
          <w:rFonts w:cstheme="minorHAnsi"/>
          <w:b/>
          <w:bCs/>
        </w:rPr>
        <w:t>09.02.2023.</w:t>
      </w:r>
      <w:r w:rsidRPr="00B44A51">
        <w:rPr>
          <w:rFonts w:cstheme="minorHAnsi"/>
        </w:rPr>
        <w:br/>
        <w:t>Bitte lasst den Anmeldebogen von euren Eltern ausfüllen und bringt ihn mit in die Gruppenstunde.</w:t>
      </w:r>
    </w:p>
    <w:p w14:paraId="03673F76" w14:textId="77777777" w:rsidR="000E6DC1" w:rsidRPr="00B44A51" w:rsidRDefault="000E6DC1" w:rsidP="000E6DC1">
      <w:pPr>
        <w:jc w:val="both"/>
        <w:rPr>
          <w:rFonts w:cstheme="minorHAnsi"/>
        </w:rPr>
      </w:pPr>
    </w:p>
    <w:p w14:paraId="2AFA36B2" w14:textId="77777777" w:rsidR="000E6DC1" w:rsidRPr="00B44A51" w:rsidRDefault="000E6DC1" w:rsidP="000E6DC1">
      <w:pPr>
        <w:jc w:val="both"/>
        <w:rPr>
          <w:rFonts w:cstheme="minorHAnsi"/>
        </w:rPr>
      </w:pPr>
      <w:r w:rsidRPr="00B44A51">
        <w:rPr>
          <w:rFonts w:cstheme="minorHAnsi"/>
        </w:rPr>
        <w:t>Der Lagerbeitrag beläuft sich dabei auf 37,- Euro pro Teilnehmer*in; Geschwister 32,- Euro.</w:t>
      </w:r>
    </w:p>
    <w:p w14:paraId="5C111BEC" w14:textId="77777777" w:rsidR="000E6DC1" w:rsidRPr="00B44A51" w:rsidRDefault="000E6DC1" w:rsidP="000E6DC1">
      <w:pPr>
        <w:jc w:val="both"/>
        <w:rPr>
          <w:rFonts w:cstheme="minorHAnsi"/>
        </w:rPr>
      </w:pPr>
      <w:r w:rsidRPr="00B44A51">
        <w:rPr>
          <w:rFonts w:cstheme="minorHAnsi"/>
        </w:rPr>
        <w:t>Überweist bitte den Beitrag bis zum 09.02.2023 auf das folgende Konto:</w:t>
      </w:r>
    </w:p>
    <w:p w14:paraId="17691959" w14:textId="77777777" w:rsidR="000E6DC1" w:rsidRPr="00B44A51" w:rsidRDefault="000E6DC1" w:rsidP="000E6DC1">
      <w:pPr>
        <w:rPr>
          <w:rFonts w:cstheme="minorHAnsi"/>
        </w:rPr>
      </w:pPr>
      <w:r w:rsidRPr="00B44A51">
        <w:rPr>
          <w:rFonts w:cstheme="minorHAnsi"/>
        </w:rPr>
        <w:t>Jugendwerk St</w:t>
      </w:r>
      <w:r>
        <w:rPr>
          <w:rFonts w:cstheme="minorHAnsi"/>
        </w:rPr>
        <w:t>amm Beispiel</w:t>
      </w:r>
      <w:r w:rsidRPr="00B44A51">
        <w:rPr>
          <w:rFonts w:cstheme="minorHAnsi"/>
        </w:rPr>
        <w:br/>
        <w:t>IBAN:</w:t>
      </w:r>
      <w:r w:rsidRPr="00B44A51">
        <w:rPr>
          <w:rFonts w:cstheme="minorHAnsi"/>
        </w:rPr>
        <w:tab/>
        <w:t xml:space="preserve">DE 3468 0501 0100 </w:t>
      </w:r>
      <w:r>
        <w:rPr>
          <w:rFonts w:cstheme="minorHAnsi"/>
        </w:rPr>
        <w:t>5433r2</w:t>
      </w:r>
      <w:r w:rsidRPr="00B44A51">
        <w:rPr>
          <w:rFonts w:cstheme="minorHAnsi"/>
        </w:rPr>
        <w:t xml:space="preserve"> 5899</w:t>
      </w:r>
      <w:r w:rsidRPr="00B44A51">
        <w:rPr>
          <w:rFonts w:cstheme="minorHAnsi"/>
        </w:rPr>
        <w:br/>
        <w:t>BIC:</w:t>
      </w:r>
      <w:r w:rsidRPr="00B44A51">
        <w:rPr>
          <w:rFonts w:cstheme="minorHAnsi"/>
        </w:rPr>
        <w:tab/>
        <w:t>FRSPDE66XXX</w:t>
      </w:r>
    </w:p>
    <w:p w14:paraId="35FE16B7" w14:textId="77777777" w:rsidR="000E6DC1" w:rsidRPr="00B44A51" w:rsidRDefault="000E6DC1" w:rsidP="000E6DC1">
      <w:pPr>
        <w:jc w:val="both"/>
        <w:rPr>
          <w:rFonts w:cstheme="minorHAnsi"/>
        </w:rPr>
      </w:pPr>
    </w:p>
    <w:p w14:paraId="6FBA4AD6" w14:textId="77777777" w:rsidR="000E6DC1" w:rsidRPr="00B44A51" w:rsidRDefault="000E6DC1" w:rsidP="000E6DC1">
      <w:pPr>
        <w:jc w:val="both"/>
        <w:rPr>
          <w:rFonts w:eastAsia="Times New Roman" w:cstheme="minorHAnsi"/>
          <w:sz w:val="24"/>
          <w:szCs w:val="24"/>
          <w:lang w:eastAsia="de-DE"/>
        </w:rPr>
      </w:pPr>
      <w:r w:rsidRPr="00B44A51">
        <w:rPr>
          <w:rFonts w:eastAsia="Times New Roman" w:cstheme="minorHAnsi"/>
          <w:sz w:val="24"/>
          <w:szCs w:val="24"/>
          <w:lang w:eastAsia="de-DE"/>
        </w:rPr>
        <w:t>Falls es einer Familie nach eigener Einschätzung schwerfallen oder nicht möglich sein sollte den Teilnahmebeitrag zu bezahlen, könnt ihr euch gerne vertrauensvoll an unseren Stammesvorstand oder uns zuständige Leiter*innen wenden und wir finden gemeinsam eine Lösung.</w:t>
      </w:r>
    </w:p>
    <w:p w14:paraId="58D5E435" w14:textId="77777777" w:rsidR="000E6DC1" w:rsidRPr="00B44A51" w:rsidRDefault="000E6DC1" w:rsidP="000E6DC1">
      <w:pPr>
        <w:jc w:val="both"/>
        <w:rPr>
          <w:rFonts w:cstheme="minorHAnsi"/>
        </w:rPr>
      </w:pPr>
    </w:p>
    <w:p w14:paraId="20A0B7D2" w14:textId="77777777" w:rsidR="000E6DC1" w:rsidRPr="00B44A51" w:rsidRDefault="000E6DC1" w:rsidP="000E6DC1">
      <w:pPr>
        <w:jc w:val="both"/>
        <w:rPr>
          <w:rFonts w:cstheme="minorHAnsi"/>
        </w:rPr>
      </w:pPr>
      <w:r w:rsidRPr="00B44A51">
        <w:rPr>
          <w:rFonts w:cstheme="minorHAnsi"/>
        </w:rPr>
        <w:t xml:space="preserve">Viele Grüße und Gut Pfad! </w:t>
      </w:r>
    </w:p>
    <w:p w14:paraId="50B8C2B6" w14:textId="77777777" w:rsidR="000E6DC1" w:rsidRPr="00B44A51" w:rsidRDefault="000E6DC1" w:rsidP="000E6DC1">
      <w:pPr>
        <w:jc w:val="both"/>
        <w:rPr>
          <w:rFonts w:cstheme="minorHAnsi"/>
        </w:rPr>
      </w:pPr>
      <w:r w:rsidRPr="00B44A51">
        <w:rPr>
          <w:rFonts w:cstheme="minorHAnsi"/>
        </w:rPr>
        <w:t>Die Leiterrunde</w:t>
      </w:r>
    </w:p>
    <w:p w14:paraId="5B12AEA3" w14:textId="77777777" w:rsidR="000E6DC1" w:rsidRPr="00B44A51" w:rsidRDefault="000E6DC1" w:rsidP="000E6DC1">
      <w:pPr>
        <w:jc w:val="both"/>
        <w:rPr>
          <w:rFonts w:cstheme="minorHAnsi"/>
          <w:u w:val="single"/>
        </w:rPr>
      </w:pPr>
    </w:p>
    <w:p w14:paraId="76C279FB" w14:textId="77777777" w:rsidR="000E6DC1" w:rsidRPr="00B44A51" w:rsidRDefault="000E6DC1" w:rsidP="000E6DC1">
      <w:pPr>
        <w:rPr>
          <w:rFonts w:cstheme="minorHAnsi"/>
        </w:rPr>
      </w:pPr>
      <w:r>
        <w:rPr>
          <w:rFonts w:cstheme="minorHAnsi"/>
          <w:u w:val="single"/>
        </w:rPr>
        <w:br w:type="column"/>
      </w:r>
      <w:r w:rsidRPr="00B44A51">
        <w:rPr>
          <w:rFonts w:cstheme="minorHAnsi"/>
          <w:u w:val="single"/>
        </w:rPr>
        <w:lastRenderedPageBreak/>
        <w:t>Packliste</w:t>
      </w:r>
      <w:r w:rsidRPr="00B44A51">
        <w:rPr>
          <w:rFonts w:cstheme="minorHAnsi"/>
        </w:rPr>
        <w:t>:</w:t>
      </w:r>
    </w:p>
    <w:p w14:paraId="1DCE7910" w14:textId="77777777" w:rsidR="000E6DC1" w:rsidRPr="00B44A51" w:rsidRDefault="000E6DC1" w:rsidP="000E6DC1">
      <w:pPr>
        <w:spacing w:after="0" w:line="240" w:lineRule="auto"/>
        <w:rPr>
          <w:rFonts w:cstheme="minorHAnsi"/>
        </w:rPr>
      </w:pPr>
      <w:r w:rsidRPr="00B44A51">
        <w:rPr>
          <w:rFonts w:cstheme="minorHAnsi"/>
        </w:rPr>
        <w:t>Schlafsack + Bettlaken</w:t>
      </w:r>
      <w:r w:rsidRPr="00B44A51">
        <w:rPr>
          <w:rFonts w:cstheme="minorHAnsi"/>
        </w:rPr>
        <w:br/>
        <w:t xml:space="preserve">Winterfeste Kleidung </w:t>
      </w:r>
      <w:r w:rsidRPr="00B44A51">
        <w:rPr>
          <w:rFonts w:cstheme="minorHAnsi"/>
        </w:rPr>
        <w:br/>
        <w:t xml:space="preserve">    </w:t>
      </w:r>
      <w:proofErr w:type="gramStart"/>
      <w:r w:rsidRPr="00B44A51">
        <w:rPr>
          <w:rFonts w:cstheme="minorHAnsi"/>
        </w:rPr>
        <w:t xml:space="preserve">   (</w:t>
      </w:r>
      <w:proofErr w:type="gramEnd"/>
      <w:r w:rsidRPr="00B44A51">
        <w:rPr>
          <w:rFonts w:cstheme="minorHAnsi"/>
        </w:rPr>
        <w:t xml:space="preserve">dicke Jacke und Hose, am besten wasserdicht, </w:t>
      </w:r>
      <w:r w:rsidRPr="00B44A51">
        <w:rPr>
          <w:rFonts w:cstheme="minorHAnsi"/>
        </w:rPr>
        <w:br/>
        <w:t xml:space="preserve">        Mütze, Handschuhe, winterfeste Schuhe) </w:t>
      </w:r>
      <w:r w:rsidRPr="00B44A51">
        <w:rPr>
          <w:rFonts w:cstheme="minorHAnsi"/>
        </w:rPr>
        <w:br/>
        <w:t>Wechselkleidung und Schlafanzug</w:t>
      </w:r>
    </w:p>
    <w:p w14:paraId="15071D6D" w14:textId="77777777" w:rsidR="000E6DC1" w:rsidRPr="00B44A51" w:rsidRDefault="000E6DC1" w:rsidP="000E6DC1">
      <w:pPr>
        <w:spacing w:after="0" w:line="240" w:lineRule="auto"/>
        <w:rPr>
          <w:rFonts w:cstheme="minorHAnsi"/>
        </w:rPr>
      </w:pPr>
      <w:r w:rsidRPr="00B44A51">
        <w:rPr>
          <w:rFonts w:cstheme="minorHAnsi"/>
        </w:rPr>
        <w:t>Kluft und Halstuch</w:t>
      </w:r>
      <w:r w:rsidRPr="00B44A51">
        <w:rPr>
          <w:rFonts w:cstheme="minorHAnsi"/>
        </w:rPr>
        <w:br/>
        <w:t xml:space="preserve">Hausschuhe </w:t>
      </w:r>
      <w:r w:rsidRPr="00B44A51">
        <w:rPr>
          <w:rFonts w:cstheme="minorHAnsi"/>
        </w:rPr>
        <w:br/>
        <w:t xml:space="preserve">Waschzeug </w:t>
      </w:r>
      <w:r w:rsidRPr="00B44A51">
        <w:rPr>
          <w:rFonts w:cstheme="minorHAnsi"/>
        </w:rPr>
        <w:br/>
        <w:t xml:space="preserve">Geschirrhandtuch </w:t>
      </w:r>
      <w:r w:rsidRPr="00B44A51">
        <w:rPr>
          <w:rFonts w:cstheme="minorHAnsi"/>
        </w:rPr>
        <w:br/>
        <w:t>Taschenlampe, Taschenmesser</w:t>
      </w:r>
      <w:r w:rsidRPr="00B44A51">
        <w:rPr>
          <w:rFonts w:cstheme="minorHAnsi"/>
        </w:rPr>
        <w:br/>
        <w:t xml:space="preserve">Getränk für die Fahrt </w:t>
      </w:r>
      <w:r w:rsidRPr="00B44A51">
        <w:rPr>
          <w:rFonts w:cstheme="minorHAnsi"/>
        </w:rPr>
        <w:br/>
      </w:r>
    </w:p>
    <w:p w14:paraId="4D00A46E" w14:textId="77777777" w:rsidR="000E6DC1" w:rsidRPr="00B44A51" w:rsidRDefault="000E6DC1" w:rsidP="000E6DC1">
      <w:pPr>
        <w:spacing w:line="240" w:lineRule="auto"/>
        <w:rPr>
          <w:rFonts w:cstheme="minorHAnsi"/>
        </w:rPr>
      </w:pPr>
      <w:r w:rsidRPr="00B44A51">
        <w:rPr>
          <w:rFonts w:cstheme="minorHAnsi"/>
        </w:rPr>
        <w:t>Bitte keine Handys mitbringen!</w:t>
      </w:r>
    </w:p>
    <w:p w14:paraId="2CB0F4E4" w14:textId="77777777" w:rsidR="000E6DC1" w:rsidRPr="00B44A51" w:rsidRDefault="000E6DC1" w:rsidP="000E6DC1">
      <w:pPr>
        <w:spacing w:line="240" w:lineRule="auto"/>
        <w:rPr>
          <w:rFonts w:cstheme="minorHAnsi"/>
        </w:rPr>
      </w:pPr>
      <w:r w:rsidRPr="00B44A51">
        <w:rPr>
          <w:rFonts w:cstheme="minorHAnsi"/>
        </w:rPr>
        <w:t>Für den Notfall haben wir Leiter*innen Handys dabei. Außerdem gibt es ein Haustelefon für dringende Fälle (Tel.: 07226/259).</w:t>
      </w:r>
    </w:p>
    <w:p w14:paraId="1BAF9C02" w14:textId="77777777" w:rsidR="000E6DC1" w:rsidRPr="00B44A51" w:rsidRDefault="000E6DC1" w:rsidP="000E6DC1">
      <w:pPr>
        <w:jc w:val="both"/>
        <w:rPr>
          <w:rFonts w:cstheme="minorHAnsi"/>
        </w:rPr>
      </w:pPr>
      <w:r w:rsidRPr="00B44A51">
        <w:rPr>
          <w:rFonts w:cstheme="minorHAnsi"/>
        </w:rPr>
        <w:br/>
        <w:t xml:space="preserve">- - - - - - - - - - - - - - - - - - - - - - - - - - - - - - - - - - - - - - - - - - - - - - - - - - - - - - - - - - - - - - - - - - - - - - - - - - - - -  </w:t>
      </w:r>
    </w:p>
    <w:p w14:paraId="3B00AFA6" w14:textId="77777777" w:rsidR="000E6DC1" w:rsidRPr="00B44A51" w:rsidRDefault="000E6DC1" w:rsidP="000E6DC1">
      <w:pPr>
        <w:jc w:val="both"/>
        <w:rPr>
          <w:rFonts w:cstheme="minorHAnsi"/>
        </w:rPr>
      </w:pPr>
      <w:r w:rsidRPr="00B44A51">
        <w:rPr>
          <w:rFonts w:cstheme="minorHAnsi"/>
        </w:rPr>
        <w:t xml:space="preserve"> </w:t>
      </w:r>
    </w:p>
    <w:p w14:paraId="245F529E" w14:textId="77777777" w:rsidR="000E6DC1" w:rsidRPr="00B44A51" w:rsidRDefault="000E6DC1" w:rsidP="000E6DC1">
      <w:pPr>
        <w:jc w:val="both"/>
        <w:rPr>
          <w:rFonts w:cstheme="minorHAnsi"/>
          <w:b/>
        </w:rPr>
      </w:pPr>
      <w:r w:rsidRPr="00B44A51">
        <w:rPr>
          <w:rFonts w:cstheme="minorHAnsi"/>
          <w:b/>
        </w:rPr>
        <w:t xml:space="preserve">Anmeldung Winterlager Stamm </w:t>
      </w:r>
      <w:r>
        <w:rPr>
          <w:rFonts w:cstheme="minorHAnsi"/>
          <w:b/>
        </w:rPr>
        <w:t>Dreieck</w:t>
      </w:r>
    </w:p>
    <w:p w14:paraId="77F12CAB" w14:textId="77777777" w:rsidR="000E6DC1" w:rsidRPr="00B44A51" w:rsidRDefault="000E6DC1" w:rsidP="000E6DC1">
      <w:pPr>
        <w:jc w:val="both"/>
        <w:rPr>
          <w:rFonts w:cstheme="minorHAnsi"/>
        </w:rPr>
      </w:pPr>
      <w:r w:rsidRPr="00B44A51">
        <w:rPr>
          <w:rFonts w:cstheme="minorHAnsi"/>
        </w:rPr>
        <w:t xml:space="preserve">Diese Anmeldung bitte unterschrieben bis spätestens 09.02.2023 in der Gruppenstunde abgeben. </w:t>
      </w:r>
    </w:p>
    <w:p w14:paraId="7A4BA1F1" w14:textId="77777777" w:rsidR="000E6DC1" w:rsidRPr="00B44A51" w:rsidRDefault="000E6DC1" w:rsidP="000E6DC1">
      <w:pPr>
        <w:jc w:val="both"/>
        <w:rPr>
          <w:rFonts w:cstheme="minorHAnsi"/>
        </w:rPr>
      </w:pPr>
      <w:r w:rsidRPr="00B44A51">
        <w:rPr>
          <w:rFonts w:cstheme="minorHAnsi"/>
        </w:rPr>
        <w:t xml:space="preserve">Hiermit melde ich mein/e Kind/er __________________________________________ für das Winterlager vom 10.03. – 12.03.2023 an. </w:t>
      </w:r>
    </w:p>
    <w:p w14:paraId="42908420" w14:textId="77777777" w:rsidR="000E6DC1" w:rsidRPr="00B44A51" w:rsidRDefault="000E6DC1" w:rsidP="000E6DC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</w:p>
    <w:p w14:paraId="3D2996EB" w14:textId="77777777" w:rsidR="000E6DC1" w:rsidRPr="00B44A51" w:rsidRDefault="000E6DC1" w:rsidP="000E6DC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  <w:r w:rsidRPr="00B44A51">
        <w:rPr>
          <w:rFonts w:eastAsia="Times New Roman" w:cstheme="minorHAnsi"/>
          <w:sz w:val="24"/>
          <w:szCs w:val="24"/>
          <w:lang w:eastAsia="de-DE"/>
        </w:rPr>
        <w:t xml:space="preserve">Mit meiner Unterschrift erlaube/n ich/wir meinem Kind den Umgang mit Messer, Beil, Säge und Feuer unter Beaufsichtigung durch eine*n Leiter*in. </w:t>
      </w:r>
    </w:p>
    <w:p w14:paraId="7F8F804C" w14:textId="77777777" w:rsidR="000E6DC1" w:rsidRPr="00B44A51" w:rsidRDefault="000E6DC1" w:rsidP="000E6DC1">
      <w:pPr>
        <w:jc w:val="both"/>
        <w:rPr>
          <w:rFonts w:cstheme="minorHAnsi"/>
        </w:rPr>
      </w:pPr>
    </w:p>
    <w:p w14:paraId="3F39D606" w14:textId="77777777" w:rsidR="000E6DC1" w:rsidRPr="00B44A51" w:rsidRDefault="000E6DC1" w:rsidP="000E6DC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  <w:r w:rsidRPr="00B44A51">
        <w:rPr>
          <w:rFonts w:eastAsia="Times New Roman" w:cstheme="minorHAnsi"/>
          <w:sz w:val="24"/>
          <w:szCs w:val="24"/>
          <w:lang w:eastAsia="de-DE"/>
        </w:rPr>
        <w:t>Ich/ Wir erklären uns damit einverstanden, dass unser Kind nach mehrfachen, groben Verstößen gegen die Anordnungen der Leiter*innen vorzeitig und ohne Anspruch auf Entschädigung und auf Kosten der Erziehungsberechtigten abgeholt werden muss.</w:t>
      </w:r>
    </w:p>
    <w:p w14:paraId="28D48C1B" w14:textId="77777777" w:rsidR="000E6DC1" w:rsidRPr="00B44A51" w:rsidRDefault="000E6DC1" w:rsidP="000E6DC1">
      <w:pPr>
        <w:jc w:val="both"/>
        <w:rPr>
          <w:rFonts w:cstheme="minorHAnsi"/>
        </w:rPr>
      </w:pPr>
    </w:p>
    <w:p w14:paraId="7D0FBF2C" w14:textId="77777777" w:rsidR="000E6DC1" w:rsidRPr="00B44A51" w:rsidRDefault="000E6DC1" w:rsidP="000E6DC1">
      <w:pPr>
        <w:jc w:val="both"/>
        <w:rPr>
          <w:rFonts w:cstheme="minorHAnsi"/>
        </w:rPr>
      </w:pPr>
      <w:r w:rsidRPr="00B44A51">
        <w:rPr>
          <w:rFonts w:cstheme="minorHAnsi"/>
        </w:rPr>
        <w:t xml:space="preserve">Mein Kind hat folgende Allergien, Unverträglichkeiten, braucht folgende Medikamente (inkl. Dosierung): </w:t>
      </w:r>
    </w:p>
    <w:p w14:paraId="6025F33E" w14:textId="77777777" w:rsidR="000E6DC1" w:rsidRPr="00B44A51" w:rsidRDefault="000E6DC1" w:rsidP="000E6DC1">
      <w:pPr>
        <w:jc w:val="both"/>
        <w:rPr>
          <w:rFonts w:cstheme="minorHAnsi"/>
        </w:rPr>
      </w:pPr>
    </w:p>
    <w:p w14:paraId="2AF17FE5" w14:textId="77777777" w:rsidR="000E6DC1" w:rsidRPr="00B44A51" w:rsidRDefault="000E6DC1" w:rsidP="000E6DC1">
      <w:pPr>
        <w:jc w:val="both"/>
        <w:rPr>
          <w:rFonts w:cstheme="minorHAnsi"/>
        </w:rPr>
      </w:pPr>
    </w:p>
    <w:p w14:paraId="0DC43D06" w14:textId="77777777" w:rsidR="000E6DC1" w:rsidRPr="00B44A51" w:rsidRDefault="000E6DC1" w:rsidP="000E6DC1">
      <w:pPr>
        <w:jc w:val="both"/>
        <w:rPr>
          <w:rFonts w:cstheme="minorHAnsi"/>
        </w:rPr>
      </w:pPr>
    </w:p>
    <w:p w14:paraId="3C65D7F0" w14:textId="77777777" w:rsidR="000E6DC1" w:rsidRPr="00B44A51" w:rsidRDefault="000E6DC1" w:rsidP="000E6DC1">
      <w:pPr>
        <w:jc w:val="both"/>
        <w:rPr>
          <w:rFonts w:cstheme="minorHAnsi"/>
        </w:rPr>
      </w:pPr>
    </w:p>
    <w:p w14:paraId="2A19D3FA" w14:textId="77777777" w:rsidR="000E6DC1" w:rsidRDefault="000E6DC1" w:rsidP="000E6DC1">
      <w:pPr>
        <w:spacing w:after="0" w:line="240" w:lineRule="auto"/>
        <w:rPr>
          <w:rFonts w:cstheme="minorHAnsi"/>
          <w:u w:val="single"/>
        </w:rPr>
      </w:pPr>
      <w:r>
        <w:rPr>
          <w:rFonts w:cstheme="minorHAnsi"/>
          <w:u w:val="single"/>
        </w:rPr>
        <w:br w:type="page"/>
      </w:r>
    </w:p>
    <w:p w14:paraId="3BE5E3BB" w14:textId="77777777" w:rsidR="000E6DC1" w:rsidRPr="00B44A51" w:rsidRDefault="000E6DC1" w:rsidP="000E6DC1">
      <w:pPr>
        <w:jc w:val="both"/>
        <w:rPr>
          <w:rFonts w:cstheme="minorHAnsi"/>
          <w:u w:val="single"/>
        </w:rPr>
      </w:pPr>
      <w:r w:rsidRPr="00B44A51">
        <w:rPr>
          <w:rFonts w:cstheme="minorHAnsi"/>
          <w:u w:val="single"/>
        </w:rPr>
        <w:lastRenderedPageBreak/>
        <w:t>Kontaktdaten für den Notfall</w:t>
      </w:r>
    </w:p>
    <w:p w14:paraId="7D5E4277" w14:textId="77777777" w:rsidR="000E6DC1" w:rsidRPr="00B44A51" w:rsidRDefault="000E6DC1" w:rsidP="000E6DC1">
      <w:pPr>
        <w:jc w:val="both"/>
        <w:rPr>
          <w:rFonts w:cstheme="minorHAnsi"/>
        </w:rPr>
      </w:pPr>
      <w:r w:rsidRPr="00B44A51">
        <w:rPr>
          <w:rFonts w:cstheme="minorHAnsi"/>
        </w:rPr>
        <w:t>Kind (</w:t>
      </w:r>
      <w:proofErr w:type="gramStart"/>
      <w:r w:rsidRPr="00B44A51">
        <w:rPr>
          <w:rFonts w:cstheme="minorHAnsi"/>
        </w:rPr>
        <w:t>voller Name</w:t>
      </w:r>
      <w:proofErr w:type="gramEnd"/>
      <w:r w:rsidRPr="00B44A51">
        <w:rPr>
          <w:rFonts w:cstheme="minorHAnsi"/>
        </w:rPr>
        <w:t>):</w:t>
      </w:r>
    </w:p>
    <w:p w14:paraId="2428BEA7" w14:textId="77777777" w:rsidR="000E6DC1" w:rsidRPr="00B44A51" w:rsidRDefault="000E6DC1" w:rsidP="000E6DC1">
      <w:pPr>
        <w:jc w:val="both"/>
        <w:rPr>
          <w:rFonts w:cstheme="minorHAnsi"/>
        </w:rPr>
      </w:pPr>
      <w:r w:rsidRPr="00B44A51">
        <w:rPr>
          <w:rFonts w:cstheme="minorHAnsi"/>
        </w:rPr>
        <w:t>Kontaktperson (</w:t>
      </w:r>
      <w:proofErr w:type="gramStart"/>
      <w:r w:rsidRPr="00B44A51">
        <w:rPr>
          <w:rFonts w:cstheme="minorHAnsi"/>
        </w:rPr>
        <w:t>voller Name</w:t>
      </w:r>
      <w:proofErr w:type="gramEnd"/>
      <w:r w:rsidRPr="00B44A51">
        <w:rPr>
          <w:rFonts w:cstheme="minorHAnsi"/>
        </w:rPr>
        <w:t>):</w:t>
      </w:r>
    </w:p>
    <w:p w14:paraId="4A26C40A" w14:textId="77777777" w:rsidR="000E6DC1" w:rsidRPr="00B44A51" w:rsidRDefault="000E6DC1" w:rsidP="000E6DC1">
      <w:pPr>
        <w:jc w:val="both"/>
        <w:rPr>
          <w:rFonts w:cstheme="minorHAnsi"/>
        </w:rPr>
      </w:pPr>
      <w:r w:rsidRPr="00B44A51">
        <w:rPr>
          <w:rFonts w:cstheme="minorHAnsi"/>
        </w:rPr>
        <w:t>Telefonnummer(n):</w:t>
      </w:r>
    </w:p>
    <w:p w14:paraId="4C3B9663" w14:textId="77777777" w:rsidR="000E6DC1" w:rsidRPr="00B44A51" w:rsidRDefault="000E6DC1" w:rsidP="000E6DC1">
      <w:pPr>
        <w:jc w:val="both"/>
        <w:rPr>
          <w:rFonts w:cstheme="minorHAnsi"/>
        </w:rPr>
      </w:pPr>
    </w:p>
    <w:p w14:paraId="25053D3E" w14:textId="77777777" w:rsidR="000E6DC1" w:rsidRPr="00B44A51" w:rsidRDefault="000E6DC1" w:rsidP="000E6DC1">
      <w:pPr>
        <w:jc w:val="both"/>
        <w:rPr>
          <w:rFonts w:cstheme="minorHAnsi"/>
        </w:rPr>
      </w:pPr>
    </w:p>
    <w:p w14:paraId="550B2EDE" w14:textId="77777777" w:rsidR="000E6DC1" w:rsidRPr="00B44A51" w:rsidRDefault="000E6DC1" w:rsidP="000E6DC1">
      <w:pPr>
        <w:jc w:val="both"/>
        <w:rPr>
          <w:rFonts w:eastAsia="Times New Roman" w:cstheme="minorHAnsi"/>
          <w:lang w:eastAsia="de-DE"/>
        </w:rPr>
      </w:pPr>
      <w:r w:rsidRPr="00B44A51">
        <w:rPr>
          <w:rFonts w:eastAsia="Times New Roman" w:cstheme="minorHAnsi"/>
          <w:lang w:eastAsia="de-DE"/>
        </w:rPr>
        <w:t>Ich/ Wir bin/ sind damit einverstanden, dass ein*e Leiter*in eine Zecke bei meinem/ unserem Kind durch eine*n Leiter*in entfernt werden darf.</w:t>
      </w:r>
    </w:p>
    <w:p w14:paraId="2911CF18" w14:textId="77777777" w:rsidR="000E6DC1" w:rsidRPr="00B44A51" w:rsidRDefault="000E6DC1" w:rsidP="000E6DC1">
      <w:pPr>
        <w:ind w:firstLine="720"/>
        <w:jc w:val="both"/>
        <w:rPr>
          <w:rFonts w:eastAsia="Times New Roman" w:cstheme="minorHAnsi"/>
          <w:lang w:eastAsia="de-DE"/>
        </w:rPr>
      </w:pPr>
      <w:r w:rsidRPr="00B44A51">
        <w:rPr>
          <w:rFonts w:eastAsia="Times New Roman" w:cstheme="minorHAnsi"/>
          <w:lang w:eastAsia="de-DE"/>
        </w:rPr>
        <w:t xml:space="preserve">0 Ja </w:t>
      </w:r>
      <w:r w:rsidRPr="00B44A51">
        <w:rPr>
          <w:rFonts w:eastAsia="Times New Roman" w:cstheme="minorHAnsi"/>
          <w:lang w:eastAsia="de-DE"/>
        </w:rPr>
        <w:tab/>
      </w:r>
      <w:r w:rsidRPr="00B44A51">
        <w:rPr>
          <w:rFonts w:eastAsia="Times New Roman" w:cstheme="minorHAnsi"/>
          <w:lang w:eastAsia="de-DE"/>
        </w:rPr>
        <w:tab/>
        <w:t>0 Nein</w:t>
      </w:r>
    </w:p>
    <w:p w14:paraId="2B429A65" w14:textId="77777777" w:rsidR="000E6DC1" w:rsidRPr="00B44A51" w:rsidRDefault="000E6DC1" w:rsidP="000E6DC1">
      <w:pPr>
        <w:jc w:val="both"/>
        <w:rPr>
          <w:rFonts w:eastAsia="Times New Roman" w:cstheme="minorHAnsi"/>
          <w:lang w:eastAsia="de-DE"/>
        </w:rPr>
      </w:pPr>
      <w:r w:rsidRPr="00B44A51">
        <w:rPr>
          <w:rFonts w:eastAsia="Times New Roman" w:cstheme="minorHAnsi"/>
          <w:lang w:eastAsia="de-DE"/>
        </w:rPr>
        <w:t>Ich/ Wir bin/ sind damit einverstanden, dass kleine Fremdkörper bei meinem/ unserem Kind durch eine*n Leiter*in entfernt werden dürfen.</w:t>
      </w:r>
    </w:p>
    <w:p w14:paraId="3529E3E4" w14:textId="77777777" w:rsidR="000E6DC1" w:rsidRPr="00B44A51" w:rsidRDefault="000E6DC1" w:rsidP="000E6DC1">
      <w:pPr>
        <w:ind w:firstLine="720"/>
        <w:jc w:val="both"/>
        <w:rPr>
          <w:rFonts w:eastAsia="Times New Roman" w:cstheme="minorHAnsi"/>
          <w:lang w:eastAsia="de-DE"/>
        </w:rPr>
      </w:pPr>
      <w:r w:rsidRPr="00B44A51">
        <w:rPr>
          <w:rFonts w:eastAsia="Times New Roman" w:cstheme="minorHAnsi"/>
          <w:lang w:eastAsia="de-DE"/>
        </w:rPr>
        <w:t xml:space="preserve">0 Ja </w:t>
      </w:r>
      <w:r w:rsidRPr="00B44A51">
        <w:rPr>
          <w:rFonts w:eastAsia="Times New Roman" w:cstheme="minorHAnsi"/>
          <w:lang w:eastAsia="de-DE"/>
        </w:rPr>
        <w:tab/>
      </w:r>
      <w:r w:rsidRPr="00B44A51">
        <w:rPr>
          <w:rFonts w:eastAsia="Times New Roman" w:cstheme="minorHAnsi"/>
          <w:lang w:eastAsia="de-DE"/>
        </w:rPr>
        <w:tab/>
        <w:t>0 Nein</w:t>
      </w:r>
    </w:p>
    <w:p w14:paraId="23187B72" w14:textId="77777777" w:rsidR="000E6DC1" w:rsidRPr="00B44A51" w:rsidRDefault="000E6DC1" w:rsidP="000E6DC1">
      <w:pPr>
        <w:jc w:val="both"/>
        <w:rPr>
          <w:rFonts w:eastAsia="Times New Roman" w:cstheme="minorHAnsi"/>
          <w:lang w:eastAsia="de-DE"/>
        </w:rPr>
      </w:pPr>
      <w:r w:rsidRPr="00B44A51">
        <w:rPr>
          <w:rFonts w:eastAsia="Times New Roman" w:cstheme="minorHAnsi"/>
          <w:lang w:eastAsia="de-DE"/>
        </w:rPr>
        <w:t xml:space="preserve">Ich/ Wir bin/ sind damit einverstanden, dass das Desinfektionsmittel </w:t>
      </w:r>
      <w:proofErr w:type="spellStart"/>
      <w:r w:rsidRPr="00B44A51">
        <w:rPr>
          <w:rFonts w:eastAsia="Times New Roman" w:cstheme="minorHAnsi"/>
          <w:lang w:eastAsia="de-DE"/>
        </w:rPr>
        <w:t>Betaisodona</w:t>
      </w:r>
      <w:proofErr w:type="spellEnd"/>
      <w:r w:rsidRPr="00B44A51">
        <w:rPr>
          <w:rFonts w:eastAsia="Times New Roman" w:cstheme="minorHAnsi"/>
          <w:lang w:eastAsia="de-DE"/>
        </w:rPr>
        <w:t xml:space="preserve"> bei meinem/ unserem Kind angewendet werden darf.</w:t>
      </w:r>
    </w:p>
    <w:p w14:paraId="7D44812D" w14:textId="77777777" w:rsidR="000E6DC1" w:rsidRPr="00B44A51" w:rsidRDefault="000E6DC1" w:rsidP="000E6DC1">
      <w:pPr>
        <w:ind w:firstLine="720"/>
        <w:jc w:val="both"/>
        <w:rPr>
          <w:rFonts w:eastAsia="Times New Roman" w:cstheme="minorHAnsi"/>
          <w:lang w:eastAsia="de-DE"/>
        </w:rPr>
      </w:pPr>
      <w:r w:rsidRPr="00B44A51">
        <w:rPr>
          <w:rFonts w:eastAsia="Times New Roman" w:cstheme="minorHAnsi"/>
          <w:lang w:eastAsia="de-DE"/>
        </w:rPr>
        <w:t xml:space="preserve">0 Ja </w:t>
      </w:r>
      <w:r w:rsidRPr="00B44A51">
        <w:rPr>
          <w:rFonts w:eastAsia="Times New Roman" w:cstheme="minorHAnsi"/>
          <w:lang w:eastAsia="de-DE"/>
        </w:rPr>
        <w:tab/>
      </w:r>
      <w:r w:rsidRPr="00B44A51">
        <w:rPr>
          <w:rFonts w:eastAsia="Times New Roman" w:cstheme="minorHAnsi"/>
          <w:lang w:eastAsia="de-DE"/>
        </w:rPr>
        <w:tab/>
        <w:t>0 Nein</w:t>
      </w:r>
    </w:p>
    <w:p w14:paraId="481CA777" w14:textId="77777777" w:rsidR="000E6DC1" w:rsidRPr="00B44A51" w:rsidRDefault="000E6DC1" w:rsidP="000E6DC1">
      <w:pPr>
        <w:jc w:val="both"/>
        <w:rPr>
          <w:rFonts w:eastAsia="Times New Roman" w:cstheme="minorHAnsi"/>
          <w:lang w:eastAsia="de-DE"/>
        </w:rPr>
      </w:pPr>
      <w:r w:rsidRPr="00B44A51">
        <w:rPr>
          <w:rFonts w:eastAsia="Times New Roman" w:cstheme="minorHAnsi"/>
          <w:lang w:eastAsia="de-DE"/>
        </w:rPr>
        <w:t xml:space="preserve">Mein/Unser Kind hat eine gültige </w:t>
      </w:r>
      <w:proofErr w:type="spellStart"/>
      <w:r w:rsidRPr="00B44A51">
        <w:rPr>
          <w:rFonts w:eastAsia="Times New Roman" w:cstheme="minorHAnsi"/>
          <w:lang w:eastAsia="de-DE"/>
        </w:rPr>
        <w:t>Regiokarte</w:t>
      </w:r>
      <w:proofErr w:type="spellEnd"/>
      <w:r w:rsidRPr="00B44A51">
        <w:rPr>
          <w:rFonts w:eastAsia="Times New Roman" w:cstheme="minorHAnsi"/>
          <w:lang w:eastAsia="de-DE"/>
        </w:rPr>
        <w:t>.</w:t>
      </w:r>
    </w:p>
    <w:p w14:paraId="0E514D56" w14:textId="77777777" w:rsidR="000E6DC1" w:rsidRPr="00B44A51" w:rsidRDefault="000E6DC1" w:rsidP="000E6DC1">
      <w:pPr>
        <w:jc w:val="both"/>
        <w:rPr>
          <w:rFonts w:eastAsia="Times New Roman" w:cstheme="minorHAnsi"/>
          <w:lang w:eastAsia="de-DE"/>
        </w:rPr>
      </w:pPr>
      <w:r w:rsidRPr="00B44A51">
        <w:rPr>
          <w:rFonts w:eastAsia="Times New Roman" w:cstheme="minorHAnsi"/>
          <w:lang w:eastAsia="de-DE"/>
        </w:rPr>
        <w:tab/>
        <w:t>0 ja</w:t>
      </w:r>
      <w:r w:rsidRPr="00B44A51">
        <w:rPr>
          <w:rFonts w:eastAsia="Times New Roman" w:cstheme="minorHAnsi"/>
          <w:lang w:eastAsia="de-DE"/>
        </w:rPr>
        <w:tab/>
      </w:r>
      <w:r w:rsidRPr="00B44A51">
        <w:rPr>
          <w:rFonts w:eastAsia="Times New Roman" w:cstheme="minorHAnsi"/>
          <w:lang w:eastAsia="de-DE"/>
        </w:rPr>
        <w:tab/>
        <w:t>0 nein</w:t>
      </w:r>
    </w:p>
    <w:p w14:paraId="60108C32" w14:textId="77777777" w:rsidR="000E6DC1" w:rsidRPr="00B44A51" w:rsidRDefault="000E6DC1" w:rsidP="000E6DC1">
      <w:pPr>
        <w:jc w:val="both"/>
        <w:rPr>
          <w:rFonts w:cstheme="minorHAnsi"/>
        </w:rPr>
      </w:pPr>
    </w:p>
    <w:p w14:paraId="75DF3D97" w14:textId="77777777" w:rsidR="000E6DC1" w:rsidRPr="00B44A51" w:rsidRDefault="000E6DC1" w:rsidP="000E6DC1">
      <w:pPr>
        <w:jc w:val="both"/>
        <w:rPr>
          <w:rFonts w:cstheme="minorHAnsi"/>
        </w:rPr>
      </w:pPr>
      <w:r w:rsidRPr="00B44A51">
        <w:rPr>
          <w:rFonts w:cstheme="minorHAnsi"/>
        </w:rPr>
        <w:t>Wir möchten darauf hinweisen, dass während unserer Freizeit Fotos/Filme angefertigt werden, auf denen auch Teilnehmer abgelichtet sind. Diese Fotos/Filmsequenzen werden z.B. für unsere Homepage, aber auch für Informationszwecke des Stammes Tilly (z.B. Fotos im Gruppenraum, Leiterwerbung, Artikel in einer Zeitung, u.a.) verwendet.</w:t>
      </w:r>
    </w:p>
    <w:p w14:paraId="104ACB7C" w14:textId="77777777" w:rsidR="000E6DC1" w:rsidRPr="00B44A51" w:rsidRDefault="000E6DC1" w:rsidP="000E6DC1">
      <w:pPr>
        <w:jc w:val="both"/>
        <w:rPr>
          <w:rFonts w:cstheme="minorHAnsi"/>
        </w:rPr>
      </w:pPr>
    </w:p>
    <w:p w14:paraId="206D10AB" w14:textId="77777777" w:rsidR="000E6DC1" w:rsidRPr="00B44A51" w:rsidRDefault="000E6DC1" w:rsidP="000E6DC1">
      <w:pPr>
        <w:jc w:val="both"/>
        <w:rPr>
          <w:rFonts w:cstheme="minorHAnsi"/>
        </w:rPr>
      </w:pPr>
    </w:p>
    <w:p w14:paraId="13252194" w14:textId="77777777" w:rsidR="000E6DC1" w:rsidRPr="00B44A51" w:rsidRDefault="000E6DC1" w:rsidP="000E6DC1">
      <w:pPr>
        <w:jc w:val="both"/>
        <w:rPr>
          <w:rFonts w:cstheme="minorHAnsi"/>
        </w:rPr>
      </w:pPr>
      <w:r w:rsidRPr="00B44A51">
        <w:rPr>
          <w:rFonts w:cstheme="minorHAnsi"/>
        </w:rPr>
        <w:t>_________________________________</w:t>
      </w:r>
    </w:p>
    <w:p w14:paraId="1285D9C0" w14:textId="77777777" w:rsidR="000E6DC1" w:rsidRPr="00B44A51" w:rsidRDefault="000E6DC1" w:rsidP="000E6DC1">
      <w:pPr>
        <w:jc w:val="both"/>
        <w:rPr>
          <w:rFonts w:cstheme="minorHAnsi"/>
        </w:rPr>
      </w:pPr>
      <w:r w:rsidRPr="00B44A51">
        <w:rPr>
          <w:rFonts w:cstheme="minorHAnsi"/>
        </w:rPr>
        <w:t>Datum, Unterschrift Erziehungsberechtigte*r</w:t>
      </w:r>
    </w:p>
    <w:p w14:paraId="33FF49F5" w14:textId="77777777" w:rsidR="00B40056" w:rsidRPr="00031246" w:rsidRDefault="00B40056" w:rsidP="00031246"/>
    <w:sectPr w:rsidR="00B40056" w:rsidRPr="00031246" w:rsidSect="000E6DC1">
      <w:headerReference w:type="default" r:id="rId10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2CBFE" w14:textId="77777777" w:rsidR="000E6DC1" w:rsidRDefault="000E6DC1" w:rsidP="00204D37">
      <w:pPr>
        <w:spacing w:after="0" w:line="240" w:lineRule="auto"/>
      </w:pPr>
      <w:r>
        <w:separator/>
      </w:r>
    </w:p>
  </w:endnote>
  <w:endnote w:type="continuationSeparator" w:id="0">
    <w:p w14:paraId="6ED187D9" w14:textId="77777777" w:rsidR="000E6DC1" w:rsidRDefault="000E6DC1" w:rsidP="00204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B92BD" w14:textId="77777777" w:rsidR="000E6DC1" w:rsidRDefault="000E6DC1" w:rsidP="00204D37">
      <w:pPr>
        <w:spacing w:after="0" w:line="240" w:lineRule="auto"/>
      </w:pPr>
      <w:r>
        <w:separator/>
      </w:r>
    </w:p>
  </w:footnote>
  <w:footnote w:type="continuationSeparator" w:id="0">
    <w:p w14:paraId="5A6A1B79" w14:textId="77777777" w:rsidR="000E6DC1" w:rsidRDefault="000E6DC1" w:rsidP="00204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CF86E" w14:textId="77777777" w:rsidR="00204D37" w:rsidRDefault="00204D37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4DE61285" wp14:editId="0E614B0A">
          <wp:simplePos x="0" y="0"/>
          <wp:positionH relativeFrom="page">
            <wp:posOffset>4479290</wp:posOffset>
          </wp:positionH>
          <wp:positionV relativeFrom="page">
            <wp:posOffset>340360</wp:posOffset>
          </wp:positionV>
          <wp:extent cx="2523490" cy="960755"/>
          <wp:effectExtent l="0" t="0" r="0" b="0"/>
          <wp:wrapNone/>
          <wp:docPr id="12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VCP-WBM VCP-Blau RGB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3490" cy="960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DC1"/>
    <w:rsid w:val="00031246"/>
    <w:rsid w:val="000E6DC1"/>
    <w:rsid w:val="00204D37"/>
    <w:rsid w:val="00844C5D"/>
    <w:rsid w:val="00A6648A"/>
    <w:rsid w:val="00B40056"/>
    <w:rsid w:val="00CA3484"/>
    <w:rsid w:val="00D86218"/>
    <w:rsid w:val="00F2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9531F"/>
  <w15:chartTrackingRefBased/>
  <w15:docId w15:val="{979189CC-3AE6-4B41-A1CF-71342DC9C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E6DC1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0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04D37"/>
  </w:style>
  <w:style w:type="paragraph" w:styleId="Fuzeile">
    <w:name w:val="footer"/>
    <w:basedOn w:val="Standard"/>
    <w:link w:val="FuzeileZchn"/>
    <w:uiPriority w:val="99"/>
    <w:unhideWhenUsed/>
    <w:rsid w:val="0020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04D37"/>
  </w:style>
  <w:style w:type="paragraph" w:customStyle="1" w:styleId="VCP-Head">
    <w:name w:val="VCP-Head"/>
    <w:basedOn w:val="Standard"/>
    <w:link w:val="VCP-HeadZchn"/>
    <w:qFormat/>
    <w:rsid w:val="00031246"/>
    <w:pPr>
      <w:jc w:val="center"/>
    </w:pPr>
    <w:rPr>
      <w:b/>
      <w:caps/>
      <w:color w:val="004287" w:themeColor="text2"/>
      <w:sz w:val="48"/>
    </w:rPr>
  </w:style>
  <w:style w:type="character" w:customStyle="1" w:styleId="VCP-HeadZchn">
    <w:name w:val="VCP-Head Zchn"/>
    <w:basedOn w:val="Absatz-Standardschriftart"/>
    <w:link w:val="VCP-Head"/>
    <w:rsid w:val="00031246"/>
    <w:rPr>
      <w:b/>
      <w:caps/>
      <w:color w:val="004287" w:themeColor="text2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nilsja/Library/Group%20Containers/UBF8T346G9.Office/User%20Content.localized/Templates.localized/Vorlage%20VCP.dotx" TargetMode="External"/></Relationships>
</file>

<file path=word/theme/theme1.xml><?xml version="1.0" encoding="utf-8"?>
<a:theme xmlns:a="http://schemas.openxmlformats.org/drawingml/2006/main" name="VCP">
  <a:themeElements>
    <a:clrScheme name="VCPP Designfarben">
      <a:dk1>
        <a:sysClr val="windowText" lastClr="000000"/>
      </a:dk1>
      <a:lt1>
        <a:sysClr val="window" lastClr="FFFFFF"/>
      </a:lt1>
      <a:dk2>
        <a:srgbClr val="004287"/>
      </a:dk2>
      <a:lt2>
        <a:srgbClr val="FFFFFF"/>
      </a:lt2>
      <a:accent1>
        <a:srgbClr val="F0535C"/>
      </a:accent1>
      <a:accent2>
        <a:srgbClr val="FFCE2A"/>
      </a:accent2>
      <a:accent3>
        <a:srgbClr val="00B9F2"/>
      </a:accent3>
      <a:accent4>
        <a:srgbClr val="C1C9C1"/>
      </a:accent4>
      <a:accent5>
        <a:srgbClr val="004287"/>
      </a:accent5>
      <a:accent6>
        <a:srgbClr val="5B3C0D"/>
      </a:accent6>
      <a:hlink>
        <a:srgbClr val="00B9F2"/>
      </a:hlink>
      <a:folHlink>
        <a:srgbClr val="F0535C"/>
      </a:folHlink>
    </a:clrScheme>
    <a:fontScheme name="VCPP Schrift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wrap="square">
        <a:spAutoFit/>
      </a:bodyPr>
      <a:lstStyle>
        <a:defPPr>
          <a:lnSpc>
            <a:spcPct val="150000"/>
          </a:lnSpc>
          <a:defRPr dirty="0" smtClean="0">
            <a:solidFill>
              <a:schemeClr val="accent1"/>
            </a:solidFill>
          </a:defRPr>
        </a:defPPr>
      </a:lstStyle>
    </a:spDef>
    <a:txDef>
      <a:spPr/>
      <a:bodyPr vert="horz" lIns="91440" tIns="45720" rIns="91440" bIns="45720" rtlCol="0" anchor="ctr">
        <a:normAutofit/>
      </a:bodyPr>
      <a:lstStyle>
        <a:defPPr>
          <a:defRPr sz="3000" i="1" dirty="0" smtClean="0">
            <a:solidFill>
              <a:schemeClr val="tx2"/>
            </a:solidFill>
            <a:latin typeface="Roboto Condensed" panose="02000000000000000000" pitchFamily="2" charset="0"/>
            <a:ea typeface="Roboto Condensed" panose="02000000000000000000" pitchFamily="2" charset="0"/>
            <a:cs typeface="Roboto Condensed" panose="02000000000000000000" pitchFamily="2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Präsentation1" id="{207CB200-ACE5-4DED-8394-D642FBCA63F3}" vid="{72D6453F-1795-4977-AB6D-E59D77AC7A6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B60AD93837264996E1ECF34AEA4AE7" ma:contentTypeVersion="14" ma:contentTypeDescription="Ein neues Dokument erstellen." ma:contentTypeScope="" ma:versionID="875348db0ab269c5e446cf99a727ea73">
  <xsd:schema xmlns:xsd="http://www.w3.org/2001/XMLSchema" xmlns:xs="http://www.w3.org/2001/XMLSchema" xmlns:p="http://schemas.microsoft.com/office/2006/metadata/properties" xmlns:ns2="b8dd630b-f7be-489c-91af-742c322d58f7" xmlns:ns3="3405544e-a167-45e6-84ee-6c0db734b0d2" targetNamespace="http://schemas.microsoft.com/office/2006/metadata/properties" ma:root="true" ma:fieldsID="c104431882908aaa35f85e001b0391c1" ns2:_="" ns3:_="">
    <xsd:import namespace="b8dd630b-f7be-489c-91af-742c322d58f7"/>
    <xsd:import namespace="3405544e-a167-45e6-84ee-6c0db734b0d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d630b-f7be-489c-91af-742c322d58f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5e4f4226-fa6c-4051-b15b-6759dfb4d6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5544e-a167-45e6-84ee-6c0db734b0d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5e21f96-8f38-4d7e-aeb9-5c5948ffc95f}" ma:internalName="TaxCatchAll" ma:showField="CatchAllData" ma:web="3405544e-a167-45e6-84ee-6c0db734b0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405544e-a167-45e6-84ee-6c0db734b0d2" xsi:nil="true"/>
    <lcf76f155ced4ddcb4097134ff3c332f xmlns="b8dd630b-f7be-489c-91af-742c322d58f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06589A-9637-415F-BCE2-229143B9B3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4942DC-5773-4801-99E0-3F37DC76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dd630b-f7be-489c-91af-742c322d58f7"/>
    <ds:schemaRef ds:uri="3405544e-a167-45e6-84ee-6c0db734b0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E48107-0FCB-45F6-BD73-277C564807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036B06-0F7D-47D0-B67B-45F5010D32FD}">
  <ds:schemaRefs>
    <ds:schemaRef ds:uri="http://schemas.microsoft.com/office/2006/metadata/properties"/>
    <ds:schemaRef ds:uri="http://schemas.microsoft.com/office/infopath/2007/PartnerControls"/>
    <ds:schemaRef ds:uri="3405544e-a167-45e6-84ee-6c0db734b0d2"/>
    <ds:schemaRef ds:uri="b8dd630b-f7be-489c-91af-742c322d58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VCP.dotx</Template>
  <TotalTime>0</TotalTime>
  <Pages>3</Pages>
  <Words>444</Words>
  <Characters>3333</Characters>
  <Application>Microsoft Office Word</Application>
  <DocSecurity>0</DocSecurity>
  <Lines>111</Lines>
  <Paragraphs>77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Evangelisches Jugendwerk in Wuerttemberg</Company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Nils Jakubzig</cp:lastModifiedBy>
  <cp:revision>1</cp:revision>
  <dcterms:created xsi:type="dcterms:W3CDTF">2024-03-14T18:42:00Z</dcterms:created>
  <dcterms:modified xsi:type="dcterms:W3CDTF">2024-03-14T18:49:00Z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0x0101004FB60AD93837264996E1ECF34AEA4AE7</vt:lpwstr>
  </property>
  <property fmtid="{D5CDD505-2E9C-101B-9397-08002B2CF9AE}" pid="3" name="MediaServiceImageTags">
    <vt:lpwstr/>
  </property>
</Properties>
</file>